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E8A761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983DD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AD2F5E" wp14:editId="64FF01A3">
                  <wp:extent cx="6399207" cy="3924300"/>
                  <wp:effectExtent l="0" t="0" r="1905" b="0"/>
                  <wp:docPr id="1" name="Picture 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E147A4" w14:textId="77777777" w:rsidR="000E362F" w:rsidRDefault="000E362F" w:rsidP="00801D49"/>
    <w:p w14:paraId="1D863F0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James Jones</w:t>
      </w:r>
    </w:p>
    <w:p w14:paraId="422C272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6649 N Blue Gum St</w:t>
      </w:r>
    </w:p>
    <w:p w14:paraId="32E73E4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Orleans, LA 70116</w:t>
      </w:r>
    </w:p>
    <w:p w14:paraId="6C4C7F88" w14:textId="77777777" w:rsidR="000E362F" w:rsidRDefault="000E362F" w:rsidP="00801D49"/>
    <w:p w14:paraId="4DC57386" w14:textId="77777777" w:rsidR="000E362F" w:rsidRPr="0001239D" w:rsidRDefault="000E362F" w:rsidP="00801D49">
      <w:pPr>
        <w:rPr>
          <w:sz w:val="32"/>
          <w:szCs w:val="32"/>
        </w:rPr>
      </w:pPr>
    </w:p>
    <w:p w14:paraId="2AEDC3E8" w14:textId="77777777" w:rsidR="000E362F" w:rsidRDefault="000E362F" w:rsidP="00801D49">
      <w:pPr>
        <w:rPr>
          <w:sz w:val="32"/>
          <w:szCs w:val="32"/>
        </w:rPr>
      </w:pPr>
    </w:p>
    <w:p w14:paraId="7E81682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James,</w:t>
      </w:r>
    </w:p>
    <w:p w14:paraId="4585AE4F" w14:textId="77777777" w:rsidR="000E362F" w:rsidRDefault="000E362F" w:rsidP="00801D49">
      <w:pPr>
        <w:rPr>
          <w:sz w:val="32"/>
          <w:szCs w:val="32"/>
        </w:rPr>
      </w:pPr>
    </w:p>
    <w:p w14:paraId="347CD63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4326A00" w14:textId="77777777" w:rsidR="000E362F" w:rsidRDefault="000E362F" w:rsidP="00801D49">
      <w:pPr>
        <w:rPr>
          <w:sz w:val="32"/>
          <w:szCs w:val="32"/>
        </w:rPr>
      </w:pPr>
    </w:p>
    <w:p w14:paraId="0D19451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D7B401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301C12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C56A4E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5EEB7E9" wp14:editId="52123C7C">
                  <wp:extent cx="6399207" cy="3924300"/>
                  <wp:effectExtent l="0" t="0" r="1905" b="0"/>
                  <wp:docPr id="2" name="Picture 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5C0A0D" w14:textId="77777777" w:rsidR="000E362F" w:rsidRDefault="000E362F" w:rsidP="00801D49"/>
    <w:p w14:paraId="26FA6B7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Josephine Darakjy</w:t>
      </w:r>
    </w:p>
    <w:p w14:paraId="6FFA814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B Blue Ridge Blvd</w:t>
      </w:r>
    </w:p>
    <w:p w14:paraId="783EB66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Brighton, MI 48116</w:t>
      </w:r>
    </w:p>
    <w:p w14:paraId="18E90C1A" w14:textId="77777777" w:rsidR="000E362F" w:rsidRDefault="000E362F" w:rsidP="00801D49"/>
    <w:p w14:paraId="3F820435" w14:textId="77777777" w:rsidR="000E362F" w:rsidRPr="0001239D" w:rsidRDefault="000E362F" w:rsidP="00801D49">
      <w:pPr>
        <w:rPr>
          <w:sz w:val="32"/>
          <w:szCs w:val="32"/>
        </w:rPr>
      </w:pPr>
    </w:p>
    <w:p w14:paraId="79E83905" w14:textId="77777777" w:rsidR="000E362F" w:rsidRDefault="000E362F" w:rsidP="00801D49">
      <w:pPr>
        <w:rPr>
          <w:sz w:val="32"/>
          <w:szCs w:val="32"/>
        </w:rPr>
      </w:pPr>
    </w:p>
    <w:p w14:paraId="5CE077D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Josephine,</w:t>
      </w:r>
    </w:p>
    <w:p w14:paraId="2A634DA7" w14:textId="77777777" w:rsidR="000E362F" w:rsidRDefault="000E362F" w:rsidP="00801D49">
      <w:pPr>
        <w:rPr>
          <w:sz w:val="32"/>
          <w:szCs w:val="32"/>
        </w:rPr>
      </w:pPr>
    </w:p>
    <w:p w14:paraId="3EA6B68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CB4BE4C" w14:textId="77777777" w:rsidR="000E362F" w:rsidRDefault="000E362F" w:rsidP="00801D49">
      <w:pPr>
        <w:rPr>
          <w:sz w:val="32"/>
          <w:szCs w:val="32"/>
        </w:rPr>
      </w:pPr>
    </w:p>
    <w:p w14:paraId="5CF5230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34CBC7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B5EBD0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E64E8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0A74EE5" wp14:editId="4D8A659B">
                  <wp:extent cx="6399207" cy="3924300"/>
                  <wp:effectExtent l="0" t="0" r="1905" b="0"/>
                  <wp:docPr id="3" name="Picture 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875DE2" w14:textId="77777777" w:rsidR="000E362F" w:rsidRDefault="000E362F" w:rsidP="00801D49"/>
    <w:p w14:paraId="20298F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Art Venere</w:t>
      </w:r>
    </w:p>
    <w:p w14:paraId="758075A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W Cerritos Ave #54</w:t>
      </w:r>
    </w:p>
    <w:p w14:paraId="5C2DC71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Bridgeport, NJ 8014</w:t>
      </w:r>
    </w:p>
    <w:p w14:paraId="633B3496" w14:textId="77777777" w:rsidR="000E362F" w:rsidRDefault="000E362F" w:rsidP="00801D49"/>
    <w:p w14:paraId="715D5507" w14:textId="77777777" w:rsidR="000E362F" w:rsidRPr="0001239D" w:rsidRDefault="000E362F" w:rsidP="00801D49">
      <w:pPr>
        <w:rPr>
          <w:sz w:val="32"/>
          <w:szCs w:val="32"/>
        </w:rPr>
      </w:pPr>
    </w:p>
    <w:p w14:paraId="2493D505" w14:textId="77777777" w:rsidR="000E362F" w:rsidRDefault="000E362F" w:rsidP="00801D49">
      <w:pPr>
        <w:rPr>
          <w:sz w:val="32"/>
          <w:szCs w:val="32"/>
        </w:rPr>
      </w:pPr>
    </w:p>
    <w:p w14:paraId="565FF4C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Art,</w:t>
      </w:r>
    </w:p>
    <w:p w14:paraId="3A3F9ACB" w14:textId="77777777" w:rsidR="000E362F" w:rsidRDefault="000E362F" w:rsidP="00801D49">
      <w:pPr>
        <w:rPr>
          <w:sz w:val="32"/>
          <w:szCs w:val="32"/>
        </w:rPr>
      </w:pPr>
    </w:p>
    <w:p w14:paraId="35221F4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17F110" w14:textId="77777777" w:rsidR="000E362F" w:rsidRDefault="000E362F" w:rsidP="00801D49">
      <w:pPr>
        <w:rPr>
          <w:sz w:val="32"/>
          <w:szCs w:val="32"/>
        </w:rPr>
      </w:pPr>
    </w:p>
    <w:p w14:paraId="2687EB1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51FFE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A94F1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FD3567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168D0E9" wp14:editId="3D23602C">
                  <wp:extent cx="6399207" cy="3924300"/>
                  <wp:effectExtent l="0" t="0" r="1905" b="0"/>
                  <wp:docPr id="4" name="Picture 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4B740D" w14:textId="77777777" w:rsidR="000E362F" w:rsidRDefault="000E362F" w:rsidP="00801D49"/>
    <w:p w14:paraId="1CB002F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Lenna Paprocki</w:t>
      </w:r>
    </w:p>
    <w:p w14:paraId="276FB62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639 Main St</w:t>
      </w:r>
    </w:p>
    <w:p w14:paraId="03AC7F0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Anchorage, AK 99501</w:t>
      </w:r>
    </w:p>
    <w:p w14:paraId="0B92804C" w14:textId="77777777" w:rsidR="000E362F" w:rsidRDefault="000E362F" w:rsidP="00801D49"/>
    <w:p w14:paraId="0E509909" w14:textId="77777777" w:rsidR="000E362F" w:rsidRPr="0001239D" w:rsidRDefault="000E362F" w:rsidP="00801D49">
      <w:pPr>
        <w:rPr>
          <w:sz w:val="32"/>
          <w:szCs w:val="32"/>
        </w:rPr>
      </w:pPr>
    </w:p>
    <w:p w14:paraId="450BB54D" w14:textId="77777777" w:rsidR="000E362F" w:rsidRDefault="000E362F" w:rsidP="00801D49">
      <w:pPr>
        <w:rPr>
          <w:sz w:val="32"/>
          <w:szCs w:val="32"/>
        </w:rPr>
      </w:pPr>
    </w:p>
    <w:p w14:paraId="6D372C4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Lenna,</w:t>
      </w:r>
    </w:p>
    <w:p w14:paraId="78AB844C" w14:textId="77777777" w:rsidR="000E362F" w:rsidRDefault="000E362F" w:rsidP="00801D49">
      <w:pPr>
        <w:rPr>
          <w:sz w:val="32"/>
          <w:szCs w:val="32"/>
        </w:rPr>
      </w:pPr>
    </w:p>
    <w:p w14:paraId="66FF616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E4887C1" w14:textId="77777777" w:rsidR="000E362F" w:rsidRDefault="000E362F" w:rsidP="00801D49">
      <w:pPr>
        <w:rPr>
          <w:sz w:val="32"/>
          <w:szCs w:val="32"/>
        </w:rPr>
      </w:pPr>
    </w:p>
    <w:p w14:paraId="6F8CE10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AA2F6A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1EEFF9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DD6EC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12D568C" wp14:editId="135DF52E">
                  <wp:extent cx="6399207" cy="3924300"/>
                  <wp:effectExtent l="0" t="0" r="1905" b="0"/>
                  <wp:docPr id="5" name="Picture 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D0FC88" w14:textId="77777777" w:rsidR="000E362F" w:rsidRDefault="000E362F" w:rsidP="00801D49"/>
    <w:p w14:paraId="6474C6B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Donette Foller</w:t>
      </w:r>
    </w:p>
    <w:p w14:paraId="6EF86E7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34 Center St</w:t>
      </w:r>
    </w:p>
    <w:p w14:paraId="4BB29B1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Hamilton, OH 45011</w:t>
      </w:r>
    </w:p>
    <w:p w14:paraId="1DF52690" w14:textId="77777777" w:rsidR="000E362F" w:rsidRDefault="000E362F" w:rsidP="00801D49"/>
    <w:p w14:paraId="60D52E4A" w14:textId="77777777" w:rsidR="000E362F" w:rsidRPr="0001239D" w:rsidRDefault="000E362F" w:rsidP="00801D49">
      <w:pPr>
        <w:rPr>
          <w:sz w:val="32"/>
          <w:szCs w:val="32"/>
        </w:rPr>
      </w:pPr>
    </w:p>
    <w:p w14:paraId="6D5DADC3" w14:textId="77777777" w:rsidR="000E362F" w:rsidRDefault="000E362F" w:rsidP="00801D49">
      <w:pPr>
        <w:rPr>
          <w:sz w:val="32"/>
          <w:szCs w:val="32"/>
        </w:rPr>
      </w:pPr>
    </w:p>
    <w:p w14:paraId="3DE00CB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Donette,</w:t>
      </w:r>
    </w:p>
    <w:p w14:paraId="5754EAD9" w14:textId="77777777" w:rsidR="000E362F" w:rsidRDefault="000E362F" w:rsidP="00801D49">
      <w:pPr>
        <w:rPr>
          <w:sz w:val="32"/>
          <w:szCs w:val="32"/>
        </w:rPr>
      </w:pPr>
    </w:p>
    <w:p w14:paraId="6FC2784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28CEF6C" w14:textId="77777777" w:rsidR="000E362F" w:rsidRDefault="000E362F" w:rsidP="00801D49">
      <w:pPr>
        <w:rPr>
          <w:sz w:val="32"/>
          <w:szCs w:val="32"/>
        </w:rPr>
      </w:pPr>
    </w:p>
    <w:p w14:paraId="43C9BB8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2D0EB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D5667F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499DA3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693A1A8" wp14:editId="38AD697F">
                  <wp:extent cx="6399207" cy="3924300"/>
                  <wp:effectExtent l="0" t="0" r="1905" b="0"/>
                  <wp:docPr id="6" name="Picture 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DF8111" w14:textId="77777777" w:rsidR="000E362F" w:rsidRDefault="000E362F" w:rsidP="00801D49"/>
    <w:p w14:paraId="0767393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Simona Morasca</w:t>
      </w:r>
    </w:p>
    <w:p w14:paraId="1E0A33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Mcauley Dr</w:t>
      </w:r>
    </w:p>
    <w:p w14:paraId="0855EF5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Ashland, OH 44805</w:t>
      </w:r>
    </w:p>
    <w:p w14:paraId="63CBA01D" w14:textId="77777777" w:rsidR="000E362F" w:rsidRDefault="000E362F" w:rsidP="00801D49"/>
    <w:p w14:paraId="15CA6BA1" w14:textId="77777777" w:rsidR="000E362F" w:rsidRPr="0001239D" w:rsidRDefault="000E362F" w:rsidP="00801D49">
      <w:pPr>
        <w:rPr>
          <w:sz w:val="32"/>
          <w:szCs w:val="32"/>
        </w:rPr>
      </w:pPr>
    </w:p>
    <w:p w14:paraId="118FB2F8" w14:textId="77777777" w:rsidR="000E362F" w:rsidRDefault="000E362F" w:rsidP="00801D49">
      <w:pPr>
        <w:rPr>
          <w:sz w:val="32"/>
          <w:szCs w:val="32"/>
        </w:rPr>
      </w:pPr>
    </w:p>
    <w:p w14:paraId="50D17F6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Simona,</w:t>
      </w:r>
    </w:p>
    <w:p w14:paraId="10116BD0" w14:textId="77777777" w:rsidR="000E362F" w:rsidRDefault="000E362F" w:rsidP="00801D49">
      <w:pPr>
        <w:rPr>
          <w:sz w:val="32"/>
          <w:szCs w:val="32"/>
        </w:rPr>
      </w:pPr>
    </w:p>
    <w:p w14:paraId="0761B26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06CB5A" w14:textId="77777777" w:rsidR="000E362F" w:rsidRDefault="000E362F" w:rsidP="00801D49">
      <w:pPr>
        <w:rPr>
          <w:sz w:val="32"/>
          <w:szCs w:val="32"/>
        </w:rPr>
      </w:pPr>
    </w:p>
    <w:p w14:paraId="01B407A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297325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49D0D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7414A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B50134" wp14:editId="0DFC2074">
                  <wp:extent cx="6399207" cy="3924300"/>
                  <wp:effectExtent l="0" t="0" r="1905" b="0"/>
                  <wp:docPr id="7" name="Picture 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DDB772" w14:textId="77777777" w:rsidR="000E362F" w:rsidRDefault="000E362F" w:rsidP="00801D49"/>
    <w:p w14:paraId="77D38D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Mitsue Tollner</w:t>
      </w:r>
    </w:p>
    <w:p w14:paraId="09E7149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Eads St</w:t>
      </w:r>
    </w:p>
    <w:p w14:paraId="010D3F7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60632</w:t>
      </w:r>
    </w:p>
    <w:p w14:paraId="74489FEE" w14:textId="77777777" w:rsidR="000E362F" w:rsidRDefault="000E362F" w:rsidP="00801D49"/>
    <w:p w14:paraId="212C564A" w14:textId="77777777" w:rsidR="000E362F" w:rsidRPr="0001239D" w:rsidRDefault="000E362F" w:rsidP="00801D49">
      <w:pPr>
        <w:rPr>
          <w:sz w:val="32"/>
          <w:szCs w:val="32"/>
        </w:rPr>
      </w:pPr>
    </w:p>
    <w:p w14:paraId="3CF71865" w14:textId="77777777" w:rsidR="000E362F" w:rsidRDefault="000E362F" w:rsidP="00801D49">
      <w:pPr>
        <w:rPr>
          <w:sz w:val="32"/>
          <w:szCs w:val="32"/>
        </w:rPr>
      </w:pPr>
    </w:p>
    <w:p w14:paraId="6E6FA76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Mitsue,</w:t>
      </w:r>
    </w:p>
    <w:p w14:paraId="4C768DB6" w14:textId="77777777" w:rsidR="000E362F" w:rsidRDefault="000E362F" w:rsidP="00801D49">
      <w:pPr>
        <w:rPr>
          <w:sz w:val="32"/>
          <w:szCs w:val="32"/>
        </w:rPr>
      </w:pPr>
    </w:p>
    <w:p w14:paraId="7B2750D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E560EA5" w14:textId="77777777" w:rsidR="000E362F" w:rsidRDefault="000E362F" w:rsidP="00801D49">
      <w:pPr>
        <w:rPr>
          <w:sz w:val="32"/>
          <w:szCs w:val="32"/>
        </w:rPr>
      </w:pPr>
    </w:p>
    <w:p w14:paraId="367C9A3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5344A3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D17A25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21079A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75BFA9" wp14:editId="6C466EBD">
                  <wp:extent cx="6399207" cy="3924300"/>
                  <wp:effectExtent l="0" t="0" r="1905" b="0"/>
                  <wp:docPr id="8" name="Picture 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BB663A" w14:textId="77777777" w:rsidR="000E362F" w:rsidRDefault="000E362F" w:rsidP="00801D49"/>
    <w:p w14:paraId="364DA6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Leota Dilliard</w:t>
      </w:r>
    </w:p>
    <w:p w14:paraId="5C00DC8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W Jackson Blvd</w:t>
      </w:r>
    </w:p>
    <w:p w14:paraId="2818BCB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Jose, CA 95111</w:t>
      </w:r>
    </w:p>
    <w:p w14:paraId="580BE575" w14:textId="77777777" w:rsidR="000E362F" w:rsidRDefault="000E362F" w:rsidP="00801D49"/>
    <w:p w14:paraId="5B6EAFD0" w14:textId="77777777" w:rsidR="000E362F" w:rsidRPr="0001239D" w:rsidRDefault="000E362F" w:rsidP="00801D49">
      <w:pPr>
        <w:rPr>
          <w:sz w:val="32"/>
          <w:szCs w:val="32"/>
        </w:rPr>
      </w:pPr>
    </w:p>
    <w:p w14:paraId="405BB77F" w14:textId="77777777" w:rsidR="000E362F" w:rsidRDefault="000E362F" w:rsidP="00801D49">
      <w:pPr>
        <w:rPr>
          <w:sz w:val="32"/>
          <w:szCs w:val="32"/>
        </w:rPr>
      </w:pPr>
    </w:p>
    <w:p w14:paraId="199B636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Leota,</w:t>
      </w:r>
    </w:p>
    <w:p w14:paraId="7941E95E" w14:textId="77777777" w:rsidR="000E362F" w:rsidRDefault="000E362F" w:rsidP="00801D49">
      <w:pPr>
        <w:rPr>
          <w:sz w:val="32"/>
          <w:szCs w:val="32"/>
        </w:rPr>
      </w:pPr>
    </w:p>
    <w:p w14:paraId="70A2B1C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C8A4DFF" w14:textId="77777777" w:rsidR="000E362F" w:rsidRDefault="000E362F" w:rsidP="00801D49">
      <w:pPr>
        <w:rPr>
          <w:sz w:val="32"/>
          <w:szCs w:val="32"/>
        </w:rPr>
      </w:pPr>
    </w:p>
    <w:p w14:paraId="50DF067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708642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D9132E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7F7840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133947" wp14:editId="2D8932EF">
                  <wp:extent cx="6399207" cy="3924300"/>
                  <wp:effectExtent l="0" t="0" r="1905" b="0"/>
                  <wp:docPr id="9" name="Picture 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597A8A" w14:textId="77777777" w:rsidR="000E362F" w:rsidRDefault="000E362F" w:rsidP="00801D49"/>
    <w:p w14:paraId="21BEDE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Sage Wieser</w:t>
      </w:r>
    </w:p>
    <w:p w14:paraId="32720EF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Boston Ave #88</w:t>
      </w:r>
    </w:p>
    <w:p w14:paraId="5CB5957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Sioux Falls, SD 57105</w:t>
      </w:r>
    </w:p>
    <w:p w14:paraId="3D34C23D" w14:textId="77777777" w:rsidR="000E362F" w:rsidRDefault="000E362F" w:rsidP="00801D49"/>
    <w:p w14:paraId="2C0C723B" w14:textId="77777777" w:rsidR="000E362F" w:rsidRPr="0001239D" w:rsidRDefault="000E362F" w:rsidP="00801D49">
      <w:pPr>
        <w:rPr>
          <w:sz w:val="32"/>
          <w:szCs w:val="32"/>
        </w:rPr>
      </w:pPr>
    </w:p>
    <w:p w14:paraId="748713A1" w14:textId="77777777" w:rsidR="000E362F" w:rsidRDefault="000E362F" w:rsidP="00801D49">
      <w:pPr>
        <w:rPr>
          <w:sz w:val="32"/>
          <w:szCs w:val="32"/>
        </w:rPr>
      </w:pPr>
    </w:p>
    <w:p w14:paraId="7D08EB4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Sage,</w:t>
      </w:r>
    </w:p>
    <w:p w14:paraId="5A3773FC" w14:textId="77777777" w:rsidR="000E362F" w:rsidRDefault="000E362F" w:rsidP="00801D49">
      <w:pPr>
        <w:rPr>
          <w:sz w:val="32"/>
          <w:szCs w:val="32"/>
        </w:rPr>
      </w:pPr>
    </w:p>
    <w:p w14:paraId="1C697F5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647CD15" w14:textId="77777777" w:rsidR="000E362F" w:rsidRDefault="000E362F" w:rsidP="00801D49">
      <w:pPr>
        <w:rPr>
          <w:sz w:val="32"/>
          <w:szCs w:val="32"/>
        </w:rPr>
      </w:pPr>
    </w:p>
    <w:p w14:paraId="5B935E3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F93528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EBEAEF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1D1F55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73C203" wp14:editId="0AE68FA3">
                  <wp:extent cx="6399207" cy="3924300"/>
                  <wp:effectExtent l="0" t="0" r="1905" b="0"/>
                  <wp:docPr id="10" name="Picture 1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4B7D85" w14:textId="77777777" w:rsidR="000E362F" w:rsidRDefault="000E362F" w:rsidP="00801D49"/>
    <w:p w14:paraId="4F1B22D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Kris Marrier</w:t>
      </w:r>
    </w:p>
    <w:p w14:paraId="5F1495E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228 Runamuck Pl #2808</w:t>
      </w:r>
    </w:p>
    <w:p w14:paraId="33C7AC2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Baltimore, MD 21224</w:t>
      </w:r>
    </w:p>
    <w:p w14:paraId="0E249AA8" w14:textId="77777777" w:rsidR="000E362F" w:rsidRDefault="000E362F" w:rsidP="00801D49"/>
    <w:p w14:paraId="2D4DD8E1" w14:textId="77777777" w:rsidR="000E362F" w:rsidRPr="0001239D" w:rsidRDefault="000E362F" w:rsidP="00801D49">
      <w:pPr>
        <w:rPr>
          <w:sz w:val="32"/>
          <w:szCs w:val="32"/>
        </w:rPr>
      </w:pPr>
    </w:p>
    <w:p w14:paraId="1E85EBE8" w14:textId="77777777" w:rsidR="000E362F" w:rsidRDefault="000E362F" w:rsidP="00801D49">
      <w:pPr>
        <w:rPr>
          <w:sz w:val="32"/>
          <w:szCs w:val="32"/>
        </w:rPr>
      </w:pPr>
    </w:p>
    <w:p w14:paraId="12B7F7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Kris,</w:t>
      </w:r>
    </w:p>
    <w:p w14:paraId="36A48960" w14:textId="77777777" w:rsidR="000E362F" w:rsidRDefault="000E362F" w:rsidP="00801D49">
      <w:pPr>
        <w:rPr>
          <w:sz w:val="32"/>
          <w:szCs w:val="32"/>
        </w:rPr>
      </w:pPr>
    </w:p>
    <w:p w14:paraId="6136FB3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54F8668" w14:textId="77777777" w:rsidR="000E362F" w:rsidRDefault="000E362F" w:rsidP="00801D49">
      <w:pPr>
        <w:rPr>
          <w:sz w:val="32"/>
          <w:szCs w:val="32"/>
        </w:rPr>
      </w:pPr>
    </w:p>
    <w:p w14:paraId="26E4041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47CFA8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92C329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9A4250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210993" wp14:editId="7079306E">
                  <wp:extent cx="6399207" cy="3924300"/>
                  <wp:effectExtent l="0" t="0" r="1905" b="0"/>
                  <wp:docPr id="11" name="Picture 1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9C95AE" w14:textId="77777777" w:rsidR="000E362F" w:rsidRDefault="000E362F" w:rsidP="00801D49"/>
    <w:p w14:paraId="7527061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Minna Amigon</w:t>
      </w:r>
    </w:p>
    <w:p w14:paraId="7522281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2371 Jerrold Ave</w:t>
      </w:r>
    </w:p>
    <w:p w14:paraId="3A6955A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Kulpsville, PA 19443</w:t>
      </w:r>
    </w:p>
    <w:p w14:paraId="7608746F" w14:textId="77777777" w:rsidR="000E362F" w:rsidRDefault="000E362F" w:rsidP="00801D49"/>
    <w:p w14:paraId="3D67B512" w14:textId="77777777" w:rsidR="000E362F" w:rsidRPr="0001239D" w:rsidRDefault="000E362F" w:rsidP="00801D49">
      <w:pPr>
        <w:rPr>
          <w:sz w:val="32"/>
          <w:szCs w:val="32"/>
        </w:rPr>
      </w:pPr>
    </w:p>
    <w:p w14:paraId="4E9A38FF" w14:textId="77777777" w:rsidR="000E362F" w:rsidRDefault="000E362F" w:rsidP="00801D49">
      <w:pPr>
        <w:rPr>
          <w:sz w:val="32"/>
          <w:szCs w:val="32"/>
        </w:rPr>
      </w:pPr>
    </w:p>
    <w:p w14:paraId="0D89771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Minna,</w:t>
      </w:r>
    </w:p>
    <w:p w14:paraId="6DAA68C5" w14:textId="77777777" w:rsidR="000E362F" w:rsidRDefault="000E362F" w:rsidP="00801D49">
      <w:pPr>
        <w:rPr>
          <w:sz w:val="32"/>
          <w:szCs w:val="32"/>
        </w:rPr>
      </w:pPr>
    </w:p>
    <w:p w14:paraId="3D824F5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B2AAD86" w14:textId="77777777" w:rsidR="000E362F" w:rsidRDefault="000E362F" w:rsidP="00801D49">
      <w:pPr>
        <w:rPr>
          <w:sz w:val="32"/>
          <w:szCs w:val="32"/>
        </w:rPr>
      </w:pPr>
    </w:p>
    <w:p w14:paraId="3F4FBD4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11C3CB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1641D6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351BA4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43D89B" wp14:editId="69D99AD5">
                  <wp:extent cx="6399207" cy="3924300"/>
                  <wp:effectExtent l="0" t="0" r="1905" b="0"/>
                  <wp:docPr id="12" name="Picture 1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C973BB" w14:textId="77777777" w:rsidR="000E362F" w:rsidRDefault="000E362F" w:rsidP="00801D49"/>
    <w:p w14:paraId="336988F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Abel Maclead</w:t>
      </w:r>
    </w:p>
    <w:p w14:paraId="72B7BF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37275 St  Rt 17m M</w:t>
      </w:r>
    </w:p>
    <w:p w14:paraId="0E2A0BD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Middle Island, NY 11953</w:t>
      </w:r>
    </w:p>
    <w:p w14:paraId="7E157CD6" w14:textId="77777777" w:rsidR="000E362F" w:rsidRDefault="000E362F" w:rsidP="00801D49"/>
    <w:p w14:paraId="19632B5C" w14:textId="77777777" w:rsidR="000E362F" w:rsidRPr="0001239D" w:rsidRDefault="000E362F" w:rsidP="00801D49">
      <w:pPr>
        <w:rPr>
          <w:sz w:val="32"/>
          <w:szCs w:val="32"/>
        </w:rPr>
      </w:pPr>
    </w:p>
    <w:p w14:paraId="0C832797" w14:textId="77777777" w:rsidR="000E362F" w:rsidRDefault="000E362F" w:rsidP="00801D49">
      <w:pPr>
        <w:rPr>
          <w:sz w:val="32"/>
          <w:szCs w:val="32"/>
        </w:rPr>
      </w:pPr>
    </w:p>
    <w:p w14:paraId="1E92840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Abel,</w:t>
      </w:r>
    </w:p>
    <w:p w14:paraId="75E0C966" w14:textId="77777777" w:rsidR="000E362F" w:rsidRDefault="000E362F" w:rsidP="00801D49">
      <w:pPr>
        <w:rPr>
          <w:sz w:val="32"/>
          <w:szCs w:val="32"/>
        </w:rPr>
      </w:pPr>
    </w:p>
    <w:p w14:paraId="4B9B56B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15ADD09" w14:textId="77777777" w:rsidR="000E362F" w:rsidRDefault="000E362F" w:rsidP="00801D49">
      <w:pPr>
        <w:rPr>
          <w:sz w:val="32"/>
          <w:szCs w:val="32"/>
        </w:rPr>
      </w:pPr>
    </w:p>
    <w:p w14:paraId="35DE765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26EB9C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19B688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CDAD14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15C634" wp14:editId="4A619726">
                  <wp:extent cx="6399207" cy="3924300"/>
                  <wp:effectExtent l="0" t="0" r="1905" b="0"/>
                  <wp:docPr id="13" name="Picture 1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061E25" w14:textId="77777777" w:rsidR="000E362F" w:rsidRDefault="000E362F" w:rsidP="00801D49"/>
    <w:p w14:paraId="4FBF4B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Kiley Caldarera</w:t>
      </w:r>
    </w:p>
    <w:p w14:paraId="78B21B1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 E 75th St #69</w:t>
      </w:r>
    </w:p>
    <w:p w14:paraId="63C5FC9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Los Angeles, CA 90034</w:t>
      </w:r>
    </w:p>
    <w:p w14:paraId="3D7953AD" w14:textId="77777777" w:rsidR="000E362F" w:rsidRDefault="000E362F" w:rsidP="00801D49"/>
    <w:p w14:paraId="728BED9C" w14:textId="77777777" w:rsidR="000E362F" w:rsidRPr="0001239D" w:rsidRDefault="000E362F" w:rsidP="00801D49">
      <w:pPr>
        <w:rPr>
          <w:sz w:val="32"/>
          <w:szCs w:val="32"/>
        </w:rPr>
      </w:pPr>
    </w:p>
    <w:p w14:paraId="7D276ABC" w14:textId="77777777" w:rsidR="000E362F" w:rsidRDefault="000E362F" w:rsidP="00801D49">
      <w:pPr>
        <w:rPr>
          <w:sz w:val="32"/>
          <w:szCs w:val="32"/>
        </w:rPr>
      </w:pPr>
    </w:p>
    <w:p w14:paraId="6C36B23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Kiley,</w:t>
      </w:r>
    </w:p>
    <w:p w14:paraId="0960EFC9" w14:textId="77777777" w:rsidR="000E362F" w:rsidRDefault="000E362F" w:rsidP="00801D49">
      <w:pPr>
        <w:rPr>
          <w:sz w:val="32"/>
          <w:szCs w:val="32"/>
        </w:rPr>
      </w:pPr>
    </w:p>
    <w:p w14:paraId="66DB9DD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2439801" w14:textId="77777777" w:rsidR="000E362F" w:rsidRDefault="000E362F" w:rsidP="00801D49">
      <w:pPr>
        <w:rPr>
          <w:sz w:val="32"/>
          <w:szCs w:val="32"/>
        </w:rPr>
      </w:pPr>
    </w:p>
    <w:p w14:paraId="462B0FB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D07BA6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6D0C73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C86B4B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F079FA" wp14:editId="5084383F">
                  <wp:extent cx="6399207" cy="3924300"/>
                  <wp:effectExtent l="0" t="0" r="1905" b="0"/>
                  <wp:docPr id="14" name="Picture 1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6B1C3" w14:textId="77777777" w:rsidR="000E362F" w:rsidRDefault="000E362F" w:rsidP="00801D49"/>
    <w:p w14:paraId="2E8E75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Graciela Ruta</w:t>
      </w:r>
    </w:p>
    <w:p w14:paraId="2A40C21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98 Connecticut Ave Nw</w:t>
      </w:r>
    </w:p>
    <w:p w14:paraId="1163EA9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Chagrin Falls, OH 44023</w:t>
      </w:r>
    </w:p>
    <w:p w14:paraId="412A8535" w14:textId="77777777" w:rsidR="000E362F" w:rsidRDefault="000E362F" w:rsidP="00801D49"/>
    <w:p w14:paraId="17451581" w14:textId="77777777" w:rsidR="000E362F" w:rsidRPr="0001239D" w:rsidRDefault="000E362F" w:rsidP="00801D49">
      <w:pPr>
        <w:rPr>
          <w:sz w:val="32"/>
          <w:szCs w:val="32"/>
        </w:rPr>
      </w:pPr>
    </w:p>
    <w:p w14:paraId="5056A1C5" w14:textId="77777777" w:rsidR="000E362F" w:rsidRDefault="000E362F" w:rsidP="00801D49">
      <w:pPr>
        <w:rPr>
          <w:sz w:val="32"/>
          <w:szCs w:val="32"/>
        </w:rPr>
      </w:pPr>
    </w:p>
    <w:p w14:paraId="2688ED5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Graciela,</w:t>
      </w:r>
    </w:p>
    <w:p w14:paraId="6E05F639" w14:textId="77777777" w:rsidR="000E362F" w:rsidRDefault="000E362F" w:rsidP="00801D49">
      <w:pPr>
        <w:rPr>
          <w:sz w:val="32"/>
          <w:szCs w:val="32"/>
        </w:rPr>
      </w:pPr>
    </w:p>
    <w:p w14:paraId="75C3DDD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6219787" w14:textId="77777777" w:rsidR="000E362F" w:rsidRDefault="000E362F" w:rsidP="00801D49">
      <w:pPr>
        <w:rPr>
          <w:sz w:val="32"/>
          <w:szCs w:val="32"/>
        </w:rPr>
      </w:pPr>
    </w:p>
    <w:p w14:paraId="01BF18F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B2CBBF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738AB0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E344B4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6EAD36" wp14:editId="5FF7F923">
                  <wp:extent cx="6399207" cy="3924300"/>
                  <wp:effectExtent l="0" t="0" r="1905" b="0"/>
                  <wp:docPr id="15" name="Picture 1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05E2EB" w14:textId="77777777" w:rsidR="000E362F" w:rsidRDefault="000E362F" w:rsidP="00801D49"/>
    <w:p w14:paraId="60DF0D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Cammy Albares</w:t>
      </w:r>
    </w:p>
    <w:p w14:paraId="681FDB1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56 E Morehead St</w:t>
      </w:r>
    </w:p>
    <w:p w14:paraId="2925C93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Laredo, TX 78045</w:t>
      </w:r>
    </w:p>
    <w:p w14:paraId="29A623F8" w14:textId="77777777" w:rsidR="000E362F" w:rsidRDefault="000E362F" w:rsidP="00801D49"/>
    <w:p w14:paraId="65BEAFC4" w14:textId="77777777" w:rsidR="000E362F" w:rsidRPr="0001239D" w:rsidRDefault="000E362F" w:rsidP="00801D49">
      <w:pPr>
        <w:rPr>
          <w:sz w:val="32"/>
          <w:szCs w:val="32"/>
        </w:rPr>
      </w:pPr>
    </w:p>
    <w:p w14:paraId="5F69E7C4" w14:textId="77777777" w:rsidR="000E362F" w:rsidRDefault="000E362F" w:rsidP="00801D49">
      <w:pPr>
        <w:rPr>
          <w:sz w:val="32"/>
          <w:szCs w:val="32"/>
        </w:rPr>
      </w:pPr>
    </w:p>
    <w:p w14:paraId="7CED23D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Cammy,</w:t>
      </w:r>
    </w:p>
    <w:p w14:paraId="3083EC0F" w14:textId="77777777" w:rsidR="000E362F" w:rsidRDefault="000E362F" w:rsidP="00801D49">
      <w:pPr>
        <w:rPr>
          <w:sz w:val="32"/>
          <w:szCs w:val="32"/>
        </w:rPr>
      </w:pPr>
    </w:p>
    <w:p w14:paraId="5003BAE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A267714" w14:textId="77777777" w:rsidR="000E362F" w:rsidRDefault="000E362F" w:rsidP="00801D49">
      <w:pPr>
        <w:rPr>
          <w:sz w:val="32"/>
          <w:szCs w:val="32"/>
        </w:rPr>
      </w:pPr>
    </w:p>
    <w:p w14:paraId="70B30C7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FF1EEA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3AC37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F5E143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1D8BC1" wp14:editId="5387555C">
                  <wp:extent cx="6399207" cy="3924300"/>
                  <wp:effectExtent l="0" t="0" r="1905" b="0"/>
                  <wp:docPr id="16" name="Picture 1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8C61B" w14:textId="77777777" w:rsidR="000E362F" w:rsidRDefault="000E362F" w:rsidP="00801D49"/>
    <w:p w14:paraId="6284BD9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Mattie Poquette</w:t>
      </w:r>
    </w:p>
    <w:p w14:paraId="196B3F0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73 State Road 434 E</w:t>
      </w:r>
    </w:p>
    <w:p w14:paraId="425CAC5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Phoenix, AZ 85013</w:t>
      </w:r>
    </w:p>
    <w:p w14:paraId="784CF23A" w14:textId="77777777" w:rsidR="000E362F" w:rsidRDefault="000E362F" w:rsidP="00801D49"/>
    <w:p w14:paraId="3AF58CBD" w14:textId="77777777" w:rsidR="000E362F" w:rsidRPr="0001239D" w:rsidRDefault="000E362F" w:rsidP="00801D49">
      <w:pPr>
        <w:rPr>
          <w:sz w:val="32"/>
          <w:szCs w:val="32"/>
        </w:rPr>
      </w:pPr>
    </w:p>
    <w:p w14:paraId="7924F743" w14:textId="77777777" w:rsidR="000E362F" w:rsidRDefault="000E362F" w:rsidP="00801D49">
      <w:pPr>
        <w:rPr>
          <w:sz w:val="32"/>
          <w:szCs w:val="32"/>
        </w:rPr>
      </w:pPr>
    </w:p>
    <w:p w14:paraId="1A2EC5E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Mattie,</w:t>
      </w:r>
    </w:p>
    <w:p w14:paraId="0F6B9686" w14:textId="77777777" w:rsidR="000E362F" w:rsidRDefault="000E362F" w:rsidP="00801D49">
      <w:pPr>
        <w:rPr>
          <w:sz w:val="32"/>
          <w:szCs w:val="32"/>
        </w:rPr>
      </w:pPr>
    </w:p>
    <w:p w14:paraId="2D7A577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7A4054" w14:textId="77777777" w:rsidR="000E362F" w:rsidRDefault="000E362F" w:rsidP="00801D49">
      <w:pPr>
        <w:rPr>
          <w:sz w:val="32"/>
          <w:szCs w:val="32"/>
        </w:rPr>
      </w:pPr>
    </w:p>
    <w:p w14:paraId="7202B70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D34393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E8D875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78403A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E299FE" wp14:editId="553A6A82">
                  <wp:extent cx="6399207" cy="3924300"/>
                  <wp:effectExtent l="0" t="0" r="1905" b="0"/>
                  <wp:docPr id="17" name="Picture 1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8F0F98" w14:textId="77777777" w:rsidR="000E362F" w:rsidRDefault="000E362F" w:rsidP="00801D49"/>
    <w:p w14:paraId="79560A2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Meaghan Garufi</w:t>
      </w:r>
    </w:p>
    <w:p w14:paraId="74D0E63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69734 E Carrillo St</w:t>
      </w:r>
    </w:p>
    <w:p w14:paraId="0D1BC63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Mc Minnville, TN 37110</w:t>
      </w:r>
    </w:p>
    <w:p w14:paraId="7D90BCF1" w14:textId="77777777" w:rsidR="000E362F" w:rsidRDefault="000E362F" w:rsidP="00801D49"/>
    <w:p w14:paraId="34AD5EE4" w14:textId="77777777" w:rsidR="000E362F" w:rsidRPr="0001239D" w:rsidRDefault="000E362F" w:rsidP="00801D49">
      <w:pPr>
        <w:rPr>
          <w:sz w:val="32"/>
          <w:szCs w:val="32"/>
        </w:rPr>
      </w:pPr>
    </w:p>
    <w:p w14:paraId="7A1E15AF" w14:textId="77777777" w:rsidR="000E362F" w:rsidRDefault="000E362F" w:rsidP="00801D49">
      <w:pPr>
        <w:rPr>
          <w:sz w:val="32"/>
          <w:szCs w:val="32"/>
        </w:rPr>
      </w:pPr>
    </w:p>
    <w:p w14:paraId="6F32D80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Meaghan,</w:t>
      </w:r>
    </w:p>
    <w:p w14:paraId="0C957AE7" w14:textId="77777777" w:rsidR="000E362F" w:rsidRDefault="000E362F" w:rsidP="00801D49">
      <w:pPr>
        <w:rPr>
          <w:sz w:val="32"/>
          <w:szCs w:val="32"/>
        </w:rPr>
      </w:pPr>
    </w:p>
    <w:p w14:paraId="5D98AFF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5A415A3" w14:textId="77777777" w:rsidR="000E362F" w:rsidRDefault="000E362F" w:rsidP="00801D49">
      <w:pPr>
        <w:rPr>
          <w:sz w:val="32"/>
          <w:szCs w:val="32"/>
        </w:rPr>
      </w:pPr>
    </w:p>
    <w:p w14:paraId="42DEE5C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C22F6A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26B4DD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45CAD2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14D0C6" wp14:editId="629A03B6">
                  <wp:extent cx="6399207" cy="3924300"/>
                  <wp:effectExtent l="0" t="0" r="1905" b="0"/>
                  <wp:docPr id="18" name="Picture 1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9706ED" w14:textId="77777777" w:rsidR="000E362F" w:rsidRDefault="000E362F" w:rsidP="00801D49"/>
    <w:p w14:paraId="31F1A4A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Gladys Rim</w:t>
      </w:r>
    </w:p>
    <w:p w14:paraId="1E46DD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322 New Horizon Blvd</w:t>
      </w:r>
    </w:p>
    <w:p w14:paraId="1FA2FC1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Milwaukee, WI 53207</w:t>
      </w:r>
    </w:p>
    <w:p w14:paraId="4AAE4417" w14:textId="77777777" w:rsidR="000E362F" w:rsidRDefault="000E362F" w:rsidP="00801D49"/>
    <w:p w14:paraId="1A770D9C" w14:textId="77777777" w:rsidR="000E362F" w:rsidRPr="0001239D" w:rsidRDefault="000E362F" w:rsidP="00801D49">
      <w:pPr>
        <w:rPr>
          <w:sz w:val="32"/>
          <w:szCs w:val="32"/>
        </w:rPr>
      </w:pPr>
    </w:p>
    <w:p w14:paraId="6451D8AF" w14:textId="77777777" w:rsidR="000E362F" w:rsidRDefault="000E362F" w:rsidP="00801D49">
      <w:pPr>
        <w:rPr>
          <w:sz w:val="32"/>
          <w:szCs w:val="32"/>
        </w:rPr>
      </w:pPr>
    </w:p>
    <w:p w14:paraId="32F2A89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Gladys,</w:t>
      </w:r>
    </w:p>
    <w:p w14:paraId="223960E0" w14:textId="77777777" w:rsidR="000E362F" w:rsidRDefault="000E362F" w:rsidP="00801D49">
      <w:pPr>
        <w:rPr>
          <w:sz w:val="32"/>
          <w:szCs w:val="32"/>
        </w:rPr>
      </w:pPr>
    </w:p>
    <w:p w14:paraId="0E462C9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528A38C" w14:textId="77777777" w:rsidR="000E362F" w:rsidRDefault="000E362F" w:rsidP="00801D49">
      <w:pPr>
        <w:rPr>
          <w:sz w:val="32"/>
          <w:szCs w:val="32"/>
        </w:rPr>
      </w:pPr>
    </w:p>
    <w:p w14:paraId="731708C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5B888B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EAFF61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362C1C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8D3768" wp14:editId="499365E6">
                  <wp:extent cx="6399207" cy="3924300"/>
                  <wp:effectExtent l="0" t="0" r="1905" b="0"/>
                  <wp:docPr id="19" name="Picture 1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7F7B55" w14:textId="77777777" w:rsidR="000E362F" w:rsidRDefault="000E362F" w:rsidP="00801D49"/>
    <w:p w14:paraId="38AB5C9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Yuki Whobrey</w:t>
      </w:r>
    </w:p>
    <w:p w14:paraId="210B2E1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State Route 27</w:t>
      </w:r>
    </w:p>
    <w:p w14:paraId="44F34AF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Taylor, MI 48180</w:t>
      </w:r>
    </w:p>
    <w:p w14:paraId="4490E60A" w14:textId="77777777" w:rsidR="000E362F" w:rsidRDefault="000E362F" w:rsidP="00801D49"/>
    <w:p w14:paraId="05D5D977" w14:textId="77777777" w:rsidR="000E362F" w:rsidRPr="0001239D" w:rsidRDefault="000E362F" w:rsidP="00801D49">
      <w:pPr>
        <w:rPr>
          <w:sz w:val="32"/>
          <w:szCs w:val="32"/>
        </w:rPr>
      </w:pPr>
    </w:p>
    <w:p w14:paraId="780456CF" w14:textId="77777777" w:rsidR="000E362F" w:rsidRDefault="000E362F" w:rsidP="00801D49">
      <w:pPr>
        <w:rPr>
          <w:sz w:val="32"/>
          <w:szCs w:val="32"/>
        </w:rPr>
      </w:pPr>
    </w:p>
    <w:p w14:paraId="5983465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Yuki,</w:t>
      </w:r>
    </w:p>
    <w:p w14:paraId="1C2DB333" w14:textId="77777777" w:rsidR="000E362F" w:rsidRDefault="000E362F" w:rsidP="00801D49">
      <w:pPr>
        <w:rPr>
          <w:sz w:val="32"/>
          <w:szCs w:val="32"/>
        </w:rPr>
      </w:pPr>
    </w:p>
    <w:p w14:paraId="2040653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178104D" w14:textId="77777777" w:rsidR="000E362F" w:rsidRDefault="000E362F" w:rsidP="00801D49">
      <w:pPr>
        <w:rPr>
          <w:sz w:val="32"/>
          <w:szCs w:val="32"/>
        </w:rPr>
      </w:pPr>
    </w:p>
    <w:p w14:paraId="5616369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38DF7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B8E562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9E1192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B90F95" wp14:editId="74979799">
                  <wp:extent cx="6399207" cy="3924300"/>
                  <wp:effectExtent l="0" t="0" r="1905" b="0"/>
                  <wp:docPr id="20" name="Picture 2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8C6C3D" w14:textId="77777777" w:rsidR="000E362F" w:rsidRDefault="000E362F" w:rsidP="00801D49"/>
    <w:p w14:paraId="5C2137F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Fletcher Flosi</w:t>
      </w:r>
    </w:p>
    <w:p w14:paraId="016D47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394 Manchester Blvd</w:t>
      </w:r>
    </w:p>
    <w:p w14:paraId="584FEBD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Rockford, IL 61109</w:t>
      </w:r>
    </w:p>
    <w:p w14:paraId="0D16E821" w14:textId="77777777" w:rsidR="000E362F" w:rsidRDefault="000E362F" w:rsidP="00801D49"/>
    <w:p w14:paraId="42D3FD33" w14:textId="77777777" w:rsidR="000E362F" w:rsidRPr="0001239D" w:rsidRDefault="000E362F" w:rsidP="00801D49">
      <w:pPr>
        <w:rPr>
          <w:sz w:val="32"/>
          <w:szCs w:val="32"/>
        </w:rPr>
      </w:pPr>
    </w:p>
    <w:p w14:paraId="59A564BE" w14:textId="77777777" w:rsidR="000E362F" w:rsidRDefault="000E362F" w:rsidP="00801D49">
      <w:pPr>
        <w:rPr>
          <w:sz w:val="32"/>
          <w:szCs w:val="32"/>
        </w:rPr>
      </w:pPr>
    </w:p>
    <w:p w14:paraId="3916B75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Fletcher,</w:t>
      </w:r>
    </w:p>
    <w:p w14:paraId="3784A182" w14:textId="77777777" w:rsidR="000E362F" w:rsidRDefault="000E362F" w:rsidP="00801D49">
      <w:pPr>
        <w:rPr>
          <w:sz w:val="32"/>
          <w:szCs w:val="32"/>
        </w:rPr>
      </w:pPr>
    </w:p>
    <w:p w14:paraId="7634B95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FB71286" w14:textId="77777777" w:rsidR="000E362F" w:rsidRDefault="000E362F" w:rsidP="00801D49">
      <w:pPr>
        <w:rPr>
          <w:sz w:val="32"/>
          <w:szCs w:val="32"/>
        </w:rPr>
      </w:pPr>
    </w:p>
    <w:p w14:paraId="0D4E894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8F63B0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B42AB9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94305C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9FCBEE" wp14:editId="6B5F5355">
                  <wp:extent cx="6399207" cy="3924300"/>
                  <wp:effectExtent l="0" t="0" r="1905" b="0"/>
                  <wp:docPr id="21" name="Picture 2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BEA8F0" w14:textId="77777777" w:rsidR="000E362F" w:rsidRDefault="000E362F" w:rsidP="00801D49"/>
    <w:p w14:paraId="5863BF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Bette Nicka</w:t>
      </w:r>
    </w:p>
    <w:p w14:paraId="05A9FF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S 33rd St</w:t>
      </w:r>
    </w:p>
    <w:p w14:paraId="65C86A1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Aston, PA 19014</w:t>
      </w:r>
    </w:p>
    <w:p w14:paraId="549ADAC8" w14:textId="77777777" w:rsidR="000E362F" w:rsidRDefault="000E362F" w:rsidP="00801D49"/>
    <w:p w14:paraId="53C8101C" w14:textId="77777777" w:rsidR="000E362F" w:rsidRPr="0001239D" w:rsidRDefault="000E362F" w:rsidP="00801D49">
      <w:pPr>
        <w:rPr>
          <w:sz w:val="32"/>
          <w:szCs w:val="32"/>
        </w:rPr>
      </w:pPr>
    </w:p>
    <w:p w14:paraId="3D1ED9C3" w14:textId="77777777" w:rsidR="000E362F" w:rsidRDefault="000E362F" w:rsidP="00801D49">
      <w:pPr>
        <w:rPr>
          <w:sz w:val="32"/>
          <w:szCs w:val="32"/>
        </w:rPr>
      </w:pPr>
    </w:p>
    <w:p w14:paraId="6394F4A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Bette,</w:t>
      </w:r>
    </w:p>
    <w:p w14:paraId="647A1982" w14:textId="77777777" w:rsidR="000E362F" w:rsidRDefault="000E362F" w:rsidP="00801D49">
      <w:pPr>
        <w:rPr>
          <w:sz w:val="32"/>
          <w:szCs w:val="32"/>
        </w:rPr>
      </w:pPr>
    </w:p>
    <w:p w14:paraId="3B31799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411E513" w14:textId="77777777" w:rsidR="000E362F" w:rsidRDefault="000E362F" w:rsidP="00801D49">
      <w:pPr>
        <w:rPr>
          <w:sz w:val="32"/>
          <w:szCs w:val="32"/>
        </w:rPr>
      </w:pPr>
    </w:p>
    <w:p w14:paraId="6D8E009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BB96FE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7409C5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406E30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0CD70B" wp14:editId="5EA2A1E0">
                  <wp:extent cx="6399207" cy="3924300"/>
                  <wp:effectExtent l="0" t="0" r="1905" b="0"/>
                  <wp:docPr id="22" name="Picture 2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9DDA4" w14:textId="77777777" w:rsidR="000E362F" w:rsidRDefault="000E362F" w:rsidP="00801D49"/>
    <w:p w14:paraId="5978ACF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Veronika Inouye</w:t>
      </w:r>
    </w:p>
    <w:p w14:paraId="0590C8D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Greenleaf Ave</w:t>
      </w:r>
    </w:p>
    <w:p w14:paraId="1E75A7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Jose, CA 95111</w:t>
      </w:r>
    </w:p>
    <w:p w14:paraId="22ADEA25" w14:textId="77777777" w:rsidR="000E362F" w:rsidRDefault="000E362F" w:rsidP="00801D49"/>
    <w:p w14:paraId="04FC4890" w14:textId="77777777" w:rsidR="000E362F" w:rsidRPr="0001239D" w:rsidRDefault="000E362F" w:rsidP="00801D49">
      <w:pPr>
        <w:rPr>
          <w:sz w:val="32"/>
          <w:szCs w:val="32"/>
        </w:rPr>
      </w:pPr>
    </w:p>
    <w:p w14:paraId="5D787BDA" w14:textId="77777777" w:rsidR="000E362F" w:rsidRDefault="000E362F" w:rsidP="00801D49">
      <w:pPr>
        <w:rPr>
          <w:sz w:val="32"/>
          <w:szCs w:val="32"/>
        </w:rPr>
      </w:pPr>
    </w:p>
    <w:p w14:paraId="7234353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Veronika,</w:t>
      </w:r>
    </w:p>
    <w:p w14:paraId="57EB0CDF" w14:textId="77777777" w:rsidR="000E362F" w:rsidRDefault="000E362F" w:rsidP="00801D49">
      <w:pPr>
        <w:rPr>
          <w:sz w:val="32"/>
          <w:szCs w:val="32"/>
        </w:rPr>
      </w:pPr>
    </w:p>
    <w:p w14:paraId="6F59AB5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E0F0AC3" w14:textId="77777777" w:rsidR="000E362F" w:rsidRDefault="000E362F" w:rsidP="00801D49">
      <w:pPr>
        <w:rPr>
          <w:sz w:val="32"/>
          <w:szCs w:val="32"/>
        </w:rPr>
      </w:pPr>
    </w:p>
    <w:p w14:paraId="021CB2E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2074BF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227452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FAF21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290942" wp14:editId="6154FE9E">
                  <wp:extent cx="6399207" cy="3924300"/>
                  <wp:effectExtent l="0" t="0" r="1905" b="0"/>
                  <wp:docPr id="23" name="Picture 2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941A33" w14:textId="77777777" w:rsidR="000E362F" w:rsidRDefault="000E362F" w:rsidP="00801D49"/>
    <w:p w14:paraId="57BDB8C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Willard Kolmetz</w:t>
      </w:r>
    </w:p>
    <w:p w14:paraId="246637C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618 W Yakima Ave</w:t>
      </w:r>
    </w:p>
    <w:p w14:paraId="0076C1D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Irving, TX 75062</w:t>
      </w:r>
    </w:p>
    <w:p w14:paraId="66F5E6FB" w14:textId="77777777" w:rsidR="000E362F" w:rsidRDefault="000E362F" w:rsidP="00801D49"/>
    <w:p w14:paraId="02AB21A7" w14:textId="77777777" w:rsidR="000E362F" w:rsidRPr="0001239D" w:rsidRDefault="000E362F" w:rsidP="00801D49">
      <w:pPr>
        <w:rPr>
          <w:sz w:val="32"/>
          <w:szCs w:val="32"/>
        </w:rPr>
      </w:pPr>
    </w:p>
    <w:p w14:paraId="7A36A2E9" w14:textId="77777777" w:rsidR="000E362F" w:rsidRDefault="000E362F" w:rsidP="00801D49">
      <w:pPr>
        <w:rPr>
          <w:sz w:val="32"/>
          <w:szCs w:val="32"/>
        </w:rPr>
      </w:pPr>
    </w:p>
    <w:p w14:paraId="1D14BB0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Willard,</w:t>
      </w:r>
    </w:p>
    <w:p w14:paraId="3F581286" w14:textId="77777777" w:rsidR="000E362F" w:rsidRDefault="000E362F" w:rsidP="00801D49">
      <w:pPr>
        <w:rPr>
          <w:sz w:val="32"/>
          <w:szCs w:val="32"/>
        </w:rPr>
      </w:pPr>
    </w:p>
    <w:p w14:paraId="30CB78B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8E3F79B" w14:textId="77777777" w:rsidR="000E362F" w:rsidRDefault="000E362F" w:rsidP="00801D49">
      <w:pPr>
        <w:rPr>
          <w:sz w:val="32"/>
          <w:szCs w:val="32"/>
        </w:rPr>
      </w:pPr>
    </w:p>
    <w:p w14:paraId="2C9E9BF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BD26EC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D4FCD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2F1BC6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B8E4D8" wp14:editId="142FE619">
                  <wp:extent cx="6399207" cy="3924300"/>
                  <wp:effectExtent l="0" t="0" r="1905" b="0"/>
                  <wp:docPr id="24" name="Picture 2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F51DB2" w14:textId="77777777" w:rsidR="000E362F" w:rsidRDefault="000E362F" w:rsidP="00801D49"/>
    <w:p w14:paraId="158122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Maryann Royster</w:t>
      </w:r>
    </w:p>
    <w:p w14:paraId="160579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 S Westgate St</w:t>
      </w:r>
    </w:p>
    <w:p w14:paraId="6B118B0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Albany, NY 12204</w:t>
      </w:r>
    </w:p>
    <w:p w14:paraId="1B100369" w14:textId="77777777" w:rsidR="000E362F" w:rsidRDefault="000E362F" w:rsidP="00801D49"/>
    <w:p w14:paraId="505F8186" w14:textId="77777777" w:rsidR="000E362F" w:rsidRPr="0001239D" w:rsidRDefault="000E362F" w:rsidP="00801D49">
      <w:pPr>
        <w:rPr>
          <w:sz w:val="32"/>
          <w:szCs w:val="32"/>
        </w:rPr>
      </w:pPr>
    </w:p>
    <w:p w14:paraId="7AF8DC39" w14:textId="77777777" w:rsidR="000E362F" w:rsidRDefault="000E362F" w:rsidP="00801D49">
      <w:pPr>
        <w:rPr>
          <w:sz w:val="32"/>
          <w:szCs w:val="32"/>
        </w:rPr>
      </w:pPr>
    </w:p>
    <w:p w14:paraId="3825822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Maryann,</w:t>
      </w:r>
    </w:p>
    <w:p w14:paraId="11FEC6FF" w14:textId="77777777" w:rsidR="000E362F" w:rsidRDefault="000E362F" w:rsidP="00801D49">
      <w:pPr>
        <w:rPr>
          <w:sz w:val="32"/>
          <w:szCs w:val="32"/>
        </w:rPr>
      </w:pPr>
    </w:p>
    <w:p w14:paraId="7624DA4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ED6FE74" w14:textId="77777777" w:rsidR="000E362F" w:rsidRDefault="000E362F" w:rsidP="00801D49">
      <w:pPr>
        <w:rPr>
          <w:sz w:val="32"/>
          <w:szCs w:val="32"/>
        </w:rPr>
      </w:pPr>
    </w:p>
    <w:p w14:paraId="18ECA38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94B11F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20BA23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FFE18D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9B0655" wp14:editId="324E95AA">
                  <wp:extent cx="6399207" cy="3924300"/>
                  <wp:effectExtent l="0" t="0" r="1905" b="0"/>
                  <wp:docPr id="25" name="Picture 2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5B9F22" w14:textId="77777777" w:rsidR="000E362F" w:rsidRDefault="000E362F" w:rsidP="00801D49"/>
    <w:p w14:paraId="6CF48BD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Alisha Slusarski</w:t>
      </w:r>
    </w:p>
    <w:p w14:paraId="7CA531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3273 State St</w:t>
      </w:r>
    </w:p>
    <w:p w14:paraId="6876A9D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Middlesex, NJ 8846</w:t>
      </w:r>
    </w:p>
    <w:p w14:paraId="2B5EDD73" w14:textId="77777777" w:rsidR="000E362F" w:rsidRDefault="000E362F" w:rsidP="00801D49"/>
    <w:p w14:paraId="716242AA" w14:textId="77777777" w:rsidR="000E362F" w:rsidRPr="0001239D" w:rsidRDefault="000E362F" w:rsidP="00801D49">
      <w:pPr>
        <w:rPr>
          <w:sz w:val="32"/>
          <w:szCs w:val="32"/>
        </w:rPr>
      </w:pPr>
    </w:p>
    <w:p w14:paraId="61A4754F" w14:textId="77777777" w:rsidR="000E362F" w:rsidRDefault="000E362F" w:rsidP="00801D49">
      <w:pPr>
        <w:rPr>
          <w:sz w:val="32"/>
          <w:szCs w:val="32"/>
        </w:rPr>
      </w:pPr>
    </w:p>
    <w:p w14:paraId="7D3533C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Alisha,</w:t>
      </w:r>
    </w:p>
    <w:p w14:paraId="7D1088EC" w14:textId="77777777" w:rsidR="000E362F" w:rsidRDefault="000E362F" w:rsidP="00801D49">
      <w:pPr>
        <w:rPr>
          <w:sz w:val="32"/>
          <w:szCs w:val="32"/>
        </w:rPr>
      </w:pPr>
    </w:p>
    <w:p w14:paraId="7E61BCF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69A6975" w14:textId="77777777" w:rsidR="000E362F" w:rsidRDefault="000E362F" w:rsidP="00801D49">
      <w:pPr>
        <w:rPr>
          <w:sz w:val="32"/>
          <w:szCs w:val="32"/>
        </w:rPr>
      </w:pPr>
    </w:p>
    <w:p w14:paraId="6CCC636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80D4AB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E5FFEC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0F83D9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D069BC" wp14:editId="55751601">
                  <wp:extent cx="6399207" cy="3924300"/>
                  <wp:effectExtent l="0" t="0" r="1905" b="0"/>
                  <wp:docPr id="26" name="Picture 2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BF1814" w14:textId="77777777" w:rsidR="000E362F" w:rsidRDefault="000E362F" w:rsidP="00801D49"/>
    <w:p w14:paraId="550B78A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Allene Iturbide</w:t>
      </w:r>
    </w:p>
    <w:p w14:paraId="342174A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Central Ave</w:t>
      </w:r>
    </w:p>
    <w:p w14:paraId="028491B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Stevens Point, WI 54481</w:t>
      </w:r>
    </w:p>
    <w:p w14:paraId="32D70707" w14:textId="77777777" w:rsidR="000E362F" w:rsidRDefault="000E362F" w:rsidP="00801D49"/>
    <w:p w14:paraId="7E356072" w14:textId="77777777" w:rsidR="000E362F" w:rsidRPr="0001239D" w:rsidRDefault="000E362F" w:rsidP="00801D49">
      <w:pPr>
        <w:rPr>
          <w:sz w:val="32"/>
          <w:szCs w:val="32"/>
        </w:rPr>
      </w:pPr>
    </w:p>
    <w:p w14:paraId="60C20281" w14:textId="77777777" w:rsidR="000E362F" w:rsidRDefault="000E362F" w:rsidP="00801D49">
      <w:pPr>
        <w:rPr>
          <w:sz w:val="32"/>
          <w:szCs w:val="32"/>
        </w:rPr>
      </w:pPr>
    </w:p>
    <w:p w14:paraId="0DE6E9E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Allene,</w:t>
      </w:r>
    </w:p>
    <w:p w14:paraId="6EA810FE" w14:textId="77777777" w:rsidR="000E362F" w:rsidRDefault="000E362F" w:rsidP="00801D49">
      <w:pPr>
        <w:rPr>
          <w:sz w:val="32"/>
          <w:szCs w:val="32"/>
        </w:rPr>
      </w:pPr>
    </w:p>
    <w:p w14:paraId="40A0C47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9D6A6F" w14:textId="77777777" w:rsidR="000E362F" w:rsidRDefault="000E362F" w:rsidP="00801D49">
      <w:pPr>
        <w:rPr>
          <w:sz w:val="32"/>
          <w:szCs w:val="32"/>
        </w:rPr>
      </w:pPr>
    </w:p>
    <w:p w14:paraId="1C090B6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2082C0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4C765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E8E548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DA13DC" wp14:editId="54389D30">
                  <wp:extent cx="6399207" cy="3924300"/>
                  <wp:effectExtent l="0" t="0" r="1905" b="0"/>
                  <wp:docPr id="27" name="Picture 2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39D4E" w14:textId="77777777" w:rsidR="000E362F" w:rsidRDefault="000E362F" w:rsidP="00801D49"/>
    <w:p w14:paraId="65965C5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Chanel Caudy</w:t>
      </w:r>
    </w:p>
    <w:p w14:paraId="5460D5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86 Nw 66th St #8673</w:t>
      </w:r>
    </w:p>
    <w:p w14:paraId="21F297B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Shawnee, KS 66218</w:t>
      </w:r>
    </w:p>
    <w:p w14:paraId="72B2BB44" w14:textId="77777777" w:rsidR="000E362F" w:rsidRDefault="000E362F" w:rsidP="00801D49"/>
    <w:p w14:paraId="4DC7089A" w14:textId="77777777" w:rsidR="000E362F" w:rsidRPr="0001239D" w:rsidRDefault="000E362F" w:rsidP="00801D49">
      <w:pPr>
        <w:rPr>
          <w:sz w:val="32"/>
          <w:szCs w:val="32"/>
        </w:rPr>
      </w:pPr>
    </w:p>
    <w:p w14:paraId="67A1E12C" w14:textId="77777777" w:rsidR="000E362F" w:rsidRDefault="000E362F" w:rsidP="00801D49">
      <w:pPr>
        <w:rPr>
          <w:sz w:val="32"/>
          <w:szCs w:val="32"/>
        </w:rPr>
      </w:pPr>
    </w:p>
    <w:p w14:paraId="48483E0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Chanel,</w:t>
      </w:r>
    </w:p>
    <w:p w14:paraId="1680AC13" w14:textId="77777777" w:rsidR="000E362F" w:rsidRDefault="000E362F" w:rsidP="00801D49">
      <w:pPr>
        <w:rPr>
          <w:sz w:val="32"/>
          <w:szCs w:val="32"/>
        </w:rPr>
      </w:pPr>
    </w:p>
    <w:p w14:paraId="61560F5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D9796E2" w14:textId="77777777" w:rsidR="000E362F" w:rsidRDefault="000E362F" w:rsidP="00801D49">
      <w:pPr>
        <w:rPr>
          <w:sz w:val="32"/>
          <w:szCs w:val="32"/>
        </w:rPr>
      </w:pPr>
    </w:p>
    <w:p w14:paraId="7B8435D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13505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84020F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FE6A4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F3121B" wp14:editId="7A0A5D36">
                  <wp:extent cx="6399207" cy="3924300"/>
                  <wp:effectExtent l="0" t="0" r="1905" b="0"/>
                  <wp:docPr id="28" name="Picture 2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3DE1F9" w14:textId="77777777" w:rsidR="000E362F" w:rsidRDefault="000E362F" w:rsidP="00801D49"/>
    <w:p w14:paraId="6412EE6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Ezekiel Chui</w:t>
      </w:r>
    </w:p>
    <w:p w14:paraId="455133F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Cedar Ave #84</w:t>
      </w:r>
    </w:p>
    <w:p w14:paraId="57448F2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Easton, MD 21601</w:t>
      </w:r>
    </w:p>
    <w:p w14:paraId="7C34E358" w14:textId="77777777" w:rsidR="000E362F" w:rsidRDefault="000E362F" w:rsidP="00801D49"/>
    <w:p w14:paraId="1402A3CD" w14:textId="77777777" w:rsidR="000E362F" w:rsidRPr="0001239D" w:rsidRDefault="000E362F" w:rsidP="00801D49">
      <w:pPr>
        <w:rPr>
          <w:sz w:val="32"/>
          <w:szCs w:val="32"/>
        </w:rPr>
      </w:pPr>
    </w:p>
    <w:p w14:paraId="4452BAA0" w14:textId="77777777" w:rsidR="000E362F" w:rsidRDefault="000E362F" w:rsidP="00801D49">
      <w:pPr>
        <w:rPr>
          <w:sz w:val="32"/>
          <w:szCs w:val="32"/>
        </w:rPr>
      </w:pPr>
    </w:p>
    <w:p w14:paraId="34CE6D1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Ezekiel,</w:t>
      </w:r>
    </w:p>
    <w:p w14:paraId="6E3B9A1D" w14:textId="77777777" w:rsidR="000E362F" w:rsidRDefault="000E362F" w:rsidP="00801D49">
      <w:pPr>
        <w:rPr>
          <w:sz w:val="32"/>
          <w:szCs w:val="32"/>
        </w:rPr>
      </w:pPr>
    </w:p>
    <w:p w14:paraId="7F94426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5C4F4AF" w14:textId="77777777" w:rsidR="000E362F" w:rsidRDefault="000E362F" w:rsidP="00801D49">
      <w:pPr>
        <w:rPr>
          <w:sz w:val="32"/>
          <w:szCs w:val="32"/>
        </w:rPr>
      </w:pPr>
    </w:p>
    <w:p w14:paraId="1FEBDA7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62972B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739A97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F2345C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A6E4CA" wp14:editId="6FA4031B">
                  <wp:extent cx="6399207" cy="3924300"/>
                  <wp:effectExtent l="0" t="0" r="1905" b="0"/>
                  <wp:docPr id="29" name="Picture 2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26BB35" w14:textId="77777777" w:rsidR="000E362F" w:rsidRDefault="000E362F" w:rsidP="00801D49"/>
    <w:p w14:paraId="7AE8A1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Willow Kusko</w:t>
      </w:r>
    </w:p>
    <w:p w14:paraId="498C06A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90991 Thorburn Ave</w:t>
      </w:r>
    </w:p>
    <w:p w14:paraId="1BE91F8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10011</w:t>
      </w:r>
    </w:p>
    <w:p w14:paraId="596C0BA2" w14:textId="77777777" w:rsidR="000E362F" w:rsidRDefault="000E362F" w:rsidP="00801D49"/>
    <w:p w14:paraId="21073486" w14:textId="77777777" w:rsidR="000E362F" w:rsidRPr="0001239D" w:rsidRDefault="000E362F" w:rsidP="00801D49">
      <w:pPr>
        <w:rPr>
          <w:sz w:val="32"/>
          <w:szCs w:val="32"/>
        </w:rPr>
      </w:pPr>
    </w:p>
    <w:p w14:paraId="2C76B706" w14:textId="77777777" w:rsidR="000E362F" w:rsidRDefault="000E362F" w:rsidP="00801D49">
      <w:pPr>
        <w:rPr>
          <w:sz w:val="32"/>
          <w:szCs w:val="32"/>
        </w:rPr>
      </w:pPr>
    </w:p>
    <w:p w14:paraId="6158197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Willow,</w:t>
      </w:r>
    </w:p>
    <w:p w14:paraId="0BD53A6E" w14:textId="77777777" w:rsidR="000E362F" w:rsidRDefault="000E362F" w:rsidP="00801D49">
      <w:pPr>
        <w:rPr>
          <w:sz w:val="32"/>
          <w:szCs w:val="32"/>
        </w:rPr>
      </w:pPr>
    </w:p>
    <w:p w14:paraId="0E2F45C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694EFDC" w14:textId="77777777" w:rsidR="000E362F" w:rsidRDefault="000E362F" w:rsidP="00801D49">
      <w:pPr>
        <w:rPr>
          <w:sz w:val="32"/>
          <w:szCs w:val="32"/>
        </w:rPr>
      </w:pPr>
    </w:p>
    <w:p w14:paraId="5AC29B7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6D32E8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474F25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EAD968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18080A" wp14:editId="6EF92A64">
                  <wp:extent cx="6399207" cy="3924300"/>
                  <wp:effectExtent l="0" t="0" r="1905" b="0"/>
                  <wp:docPr id="30" name="Picture 3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81D504" w14:textId="77777777" w:rsidR="000E362F" w:rsidRDefault="000E362F" w:rsidP="00801D49"/>
    <w:p w14:paraId="30D5B30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Bernardo Figeroa</w:t>
      </w:r>
    </w:p>
    <w:p w14:paraId="1141CC5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386 9th Ave N</w:t>
      </w:r>
    </w:p>
    <w:p w14:paraId="2448F34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Conroe, TX 77301</w:t>
      </w:r>
    </w:p>
    <w:p w14:paraId="1DAADF0A" w14:textId="77777777" w:rsidR="000E362F" w:rsidRDefault="000E362F" w:rsidP="00801D49"/>
    <w:p w14:paraId="3F3B4518" w14:textId="77777777" w:rsidR="000E362F" w:rsidRPr="0001239D" w:rsidRDefault="000E362F" w:rsidP="00801D49">
      <w:pPr>
        <w:rPr>
          <w:sz w:val="32"/>
          <w:szCs w:val="32"/>
        </w:rPr>
      </w:pPr>
    </w:p>
    <w:p w14:paraId="5FD687FA" w14:textId="77777777" w:rsidR="000E362F" w:rsidRDefault="000E362F" w:rsidP="00801D49">
      <w:pPr>
        <w:rPr>
          <w:sz w:val="32"/>
          <w:szCs w:val="32"/>
        </w:rPr>
      </w:pPr>
    </w:p>
    <w:p w14:paraId="442B6EF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Bernardo,</w:t>
      </w:r>
    </w:p>
    <w:p w14:paraId="514DD2B3" w14:textId="77777777" w:rsidR="000E362F" w:rsidRDefault="000E362F" w:rsidP="00801D49">
      <w:pPr>
        <w:rPr>
          <w:sz w:val="32"/>
          <w:szCs w:val="32"/>
        </w:rPr>
      </w:pPr>
    </w:p>
    <w:p w14:paraId="3199015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5D5E237" w14:textId="77777777" w:rsidR="000E362F" w:rsidRDefault="000E362F" w:rsidP="00801D49">
      <w:pPr>
        <w:rPr>
          <w:sz w:val="32"/>
          <w:szCs w:val="32"/>
        </w:rPr>
      </w:pPr>
    </w:p>
    <w:p w14:paraId="09542FE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DBD5A5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E141F8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43EF39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DC3876" wp14:editId="066EFAA3">
                  <wp:extent cx="6399207" cy="3924300"/>
                  <wp:effectExtent l="0" t="0" r="1905" b="0"/>
                  <wp:docPr id="31" name="Picture 3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09796C" w14:textId="77777777" w:rsidR="000E362F" w:rsidRDefault="000E362F" w:rsidP="00801D49"/>
    <w:p w14:paraId="1783EAB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Ammie Corrio</w:t>
      </w:r>
    </w:p>
    <w:p w14:paraId="3AD151F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74874 Atlantic Ave</w:t>
      </w:r>
    </w:p>
    <w:p w14:paraId="0B41590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Columbus, OH 43215</w:t>
      </w:r>
    </w:p>
    <w:p w14:paraId="650035A8" w14:textId="77777777" w:rsidR="000E362F" w:rsidRDefault="000E362F" w:rsidP="00801D49"/>
    <w:p w14:paraId="54175402" w14:textId="77777777" w:rsidR="000E362F" w:rsidRPr="0001239D" w:rsidRDefault="000E362F" w:rsidP="00801D49">
      <w:pPr>
        <w:rPr>
          <w:sz w:val="32"/>
          <w:szCs w:val="32"/>
        </w:rPr>
      </w:pPr>
    </w:p>
    <w:p w14:paraId="1DFEB2BC" w14:textId="77777777" w:rsidR="000E362F" w:rsidRDefault="000E362F" w:rsidP="00801D49">
      <w:pPr>
        <w:rPr>
          <w:sz w:val="32"/>
          <w:szCs w:val="32"/>
        </w:rPr>
      </w:pPr>
    </w:p>
    <w:p w14:paraId="4F1BA04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Ammie,</w:t>
      </w:r>
    </w:p>
    <w:p w14:paraId="71DF9BCD" w14:textId="77777777" w:rsidR="000E362F" w:rsidRDefault="000E362F" w:rsidP="00801D49">
      <w:pPr>
        <w:rPr>
          <w:sz w:val="32"/>
          <w:szCs w:val="32"/>
        </w:rPr>
      </w:pPr>
    </w:p>
    <w:p w14:paraId="2A68FE8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8F99960" w14:textId="77777777" w:rsidR="000E362F" w:rsidRDefault="000E362F" w:rsidP="00801D49">
      <w:pPr>
        <w:rPr>
          <w:sz w:val="32"/>
          <w:szCs w:val="32"/>
        </w:rPr>
      </w:pPr>
    </w:p>
    <w:p w14:paraId="3A7DB5E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3B8BB2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CB610F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0EFDB1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91E4AD" wp14:editId="79FEBA27">
                  <wp:extent cx="6399207" cy="3924300"/>
                  <wp:effectExtent l="0" t="0" r="1905" b="0"/>
                  <wp:docPr id="32" name="Picture 3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B50834" w14:textId="77777777" w:rsidR="000E362F" w:rsidRDefault="000E362F" w:rsidP="00801D49"/>
    <w:p w14:paraId="7F0889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Francine Vocelka</w:t>
      </w:r>
    </w:p>
    <w:p w14:paraId="0581B9D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366 South Dr</w:t>
      </w:r>
    </w:p>
    <w:p w14:paraId="5CC2401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Las Cruces, NM 88011</w:t>
      </w:r>
    </w:p>
    <w:p w14:paraId="2321C943" w14:textId="77777777" w:rsidR="000E362F" w:rsidRDefault="000E362F" w:rsidP="00801D49"/>
    <w:p w14:paraId="6232E26F" w14:textId="77777777" w:rsidR="000E362F" w:rsidRPr="0001239D" w:rsidRDefault="000E362F" w:rsidP="00801D49">
      <w:pPr>
        <w:rPr>
          <w:sz w:val="32"/>
          <w:szCs w:val="32"/>
        </w:rPr>
      </w:pPr>
    </w:p>
    <w:p w14:paraId="5525A705" w14:textId="77777777" w:rsidR="000E362F" w:rsidRDefault="000E362F" w:rsidP="00801D49">
      <w:pPr>
        <w:rPr>
          <w:sz w:val="32"/>
          <w:szCs w:val="32"/>
        </w:rPr>
      </w:pPr>
    </w:p>
    <w:p w14:paraId="20855DD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Francine,</w:t>
      </w:r>
    </w:p>
    <w:p w14:paraId="376D8740" w14:textId="77777777" w:rsidR="000E362F" w:rsidRDefault="000E362F" w:rsidP="00801D49">
      <w:pPr>
        <w:rPr>
          <w:sz w:val="32"/>
          <w:szCs w:val="32"/>
        </w:rPr>
      </w:pPr>
    </w:p>
    <w:p w14:paraId="7FEA780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10C1702" w14:textId="77777777" w:rsidR="000E362F" w:rsidRDefault="000E362F" w:rsidP="00801D49">
      <w:pPr>
        <w:rPr>
          <w:sz w:val="32"/>
          <w:szCs w:val="32"/>
        </w:rPr>
      </w:pPr>
    </w:p>
    <w:p w14:paraId="27DB9FD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F8FB51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5A19D5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723708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386D4B" wp14:editId="5BC5AB4A">
                  <wp:extent cx="6399207" cy="3924300"/>
                  <wp:effectExtent l="0" t="0" r="1905" b="0"/>
                  <wp:docPr id="33" name="Picture 3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1E4E28" w14:textId="77777777" w:rsidR="000E362F" w:rsidRDefault="000E362F" w:rsidP="00801D49"/>
    <w:p w14:paraId="19A8FA7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Ernie Stenseth</w:t>
      </w:r>
    </w:p>
    <w:p w14:paraId="029CBDC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45 E Liberty St</w:t>
      </w:r>
    </w:p>
    <w:p w14:paraId="522A723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Ridgefield Park, NJ 7660</w:t>
      </w:r>
    </w:p>
    <w:p w14:paraId="416D3EF1" w14:textId="77777777" w:rsidR="000E362F" w:rsidRDefault="000E362F" w:rsidP="00801D49"/>
    <w:p w14:paraId="1714778C" w14:textId="77777777" w:rsidR="000E362F" w:rsidRPr="0001239D" w:rsidRDefault="000E362F" w:rsidP="00801D49">
      <w:pPr>
        <w:rPr>
          <w:sz w:val="32"/>
          <w:szCs w:val="32"/>
        </w:rPr>
      </w:pPr>
    </w:p>
    <w:p w14:paraId="073B0117" w14:textId="77777777" w:rsidR="000E362F" w:rsidRDefault="000E362F" w:rsidP="00801D49">
      <w:pPr>
        <w:rPr>
          <w:sz w:val="32"/>
          <w:szCs w:val="32"/>
        </w:rPr>
      </w:pPr>
    </w:p>
    <w:p w14:paraId="7DA590E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Ernie,</w:t>
      </w:r>
    </w:p>
    <w:p w14:paraId="53B55EBD" w14:textId="77777777" w:rsidR="000E362F" w:rsidRDefault="000E362F" w:rsidP="00801D49">
      <w:pPr>
        <w:rPr>
          <w:sz w:val="32"/>
          <w:szCs w:val="32"/>
        </w:rPr>
      </w:pPr>
    </w:p>
    <w:p w14:paraId="70004AB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3ED79F" w14:textId="77777777" w:rsidR="000E362F" w:rsidRDefault="000E362F" w:rsidP="00801D49">
      <w:pPr>
        <w:rPr>
          <w:sz w:val="32"/>
          <w:szCs w:val="32"/>
        </w:rPr>
      </w:pPr>
    </w:p>
    <w:p w14:paraId="43E2CEE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F2802C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A4BC7B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FE7E9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4915F1" wp14:editId="13DB9326">
                  <wp:extent cx="6399207" cy="3924300"/>
                  <wp:effectExtent l="0" t="0" r="1905" b="0"/>
                  <wp:docPr id="34" name="Picture 3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39955E" w14:textId="77777777" w:rsidR="000E362F" w:rsidRDefault="000E362F" w:rsidP="00801D49"/>
    <w:p w14:paraId="6424018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Albina Glick</w:t>
      </w:r>
    </w:p>
    <w:p w14:paraId="545C663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Ralph Ct</w:t>
      </w:r>
    </w:p>
    <w:p w14:paraId="77CA770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Dunellen, NJ 8812</w:t>
      </w:r>
    </w:p>
    <w:p w14:paraId="2D45AEC6" w14:textId="77777777" w:rsidR="000E362F" w:rsidRDefault="000E362F" w:rsidP="00801D49"/>
    <w:p w14:paraId="654EAA62" w14:textId="77777777" w:rsidR="000E362F" w:rsidRPr="0001239D" w:rsidRDefault="000E362F" w:rsidP="00801D49">
      <w:pPr>
        <w:rPr>
          <w:sz w:val="32"/>
          <w:szCs w:val="32"/>
        </w:rPr>
      </w:pPr>
    </w:p>
    <w:p w14:paraId="15EB643F" w14:textId="77777777" w:rsidR="000E362F" w:rsidRDefault="000E362F" w:rsidP="00801D49">
      <w:pPr>
        <w:rPr>
          <w:sz w:val="32"/>
          <w:szCs w:val="32"/>
        </w:rPr>
      </w:pPr>
    </w:p>
    <w:p w14:paraId="027174E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Albina,</w:t>
      </w:r>
    </w:p>
    <w:p w14:paraId="559F1F68" w14:textId="77777777" w:rsidR="000E362F" w:rsidRDefault="000E362F" w:rsidP="00801D49">
      <w:pPr>
        <w:rPr>
          <w:sz w:val="32"/>
          <w:szCs w:val="32"/>
        </w:rPr>
      </w:pPr>
    </w:p>
    <w:p w14:paraId="5484AFE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15DEB19" w14:textId="77777777" w:rsidR="000E362F" w:rsidRDefault="000E362F" w:rsidP="00801D49">
      <w:pPr>
        <w:rPr>
          <w:sz w:val="32"/>
          <w:szCs w:val="32"/>
        </w:rPr>
      </w:pPr>
    </w:p>
    <w:p w14:paraId="0B10C2F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D13A5D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CAE300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5CE0BF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A8CF0D" wp14:editId="0C1C130C">
                  <wp:extent cx="6399207" cy="3924300"/>
                  <wp:effectExtent l="0" t="0" r="1905" b="0"/>
                  <wp:docPr id="35" name="Picture 3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745EB4" w14:textId="77777777" w:rsidR="000E362F" w:rsidRDefault="000E362F" w:rsidP="00801D49"/>
    <w:p w14:paraId="48621A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Alishia Sergi</w:t>
      </w:r>
    </w:p>
    <w:p w14:paraId="76A9744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2742 Distribution Way</w:t>
      </w:r>
    </w:p>
    <w:p w14:paraId="5DDE553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10025</w:t>
      </w:r>
    </w:p>
    <w:p w14:paraId="35779983" w14:textId="77777777" w:rsidR="000E362F" w:rsidRDefault="000E362F" w:rsidP="00801D49"/>
    <w:p w14:paraId="48490677" w14:textId="77777777" w:rsidR="000E362F" w:rsidRPr="0001239D" w:rsidRDefault="000E362F" w:rsidP="00801D49">
      <w:pPr>
        <w:rPr>
          <w:sz w:val="32"/>
          <w:szCs w:val="32"/>
        </w:rPr>
      </w:pPr>
    </w:p>
    <w:p w14:paraId="3489CED6" w14:textId="77777777" w:rsidR="000E362F" w:rsidRDefault="000E362F" w:rsidP="00801D49">
      <w:pPr>
        <w:rPr>
          <w:sz w:val="32"/>
          <w:szCs w:val="32"/>
        </w:rPr>
      </w:pPr>
    </w:p>
    <w:p w14:paraId="25D0A5C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Alishia,</w:t>
      </w:r>
    </w:p>
    <w:p w14:paraId="5074D2C8" w14:textId="77777777" w:rsidR="000E362F" w:rsidRDefault="000E362F" w:rsidP="00801D49">
      <w:pPr>
        <w:rPr>
          <w:sz w:val="32"/>
          <w:szCs w:val="32"/>
        </w:rPr>
      </w:pPr>
    </w:p>
    <w:p w14:paraId="2CC7166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CB43048" w14:textId="77777777" w:rsidR="000E362F" w:rsidRDefault="000E362F" w:rsidP="00801D49">
      <w:pPr>
        <w:rPr>
          <w:sz w:val="32"/>
          <w:szCs w:val="32"/>
        </w:rPr>
      </w:pPr>
    </w:p>
    <w:p w14:paraId="57AD2E7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9DBA1A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F956F2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9D5867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13675C" wp14:editId="7F711081">
                  <wp:extent cx="6399207" cy="3924300"/>
                  <wp:effectExtent l="0" t="0" r="1905" b="0"/>
                  <wp:docPr id="36" name="Picture 3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D63423" w14:textId="77777777" w:rsidR="000E362F" w:rsidRDefault="000E362F" w:rsidP="00801D49"/>
    <w:p w14:paraId="4E9AFE0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Solange Shinko</w:t>
      </w:r>
    </w:p>
    <w:p w14:paraId="2B1122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426 Wolf St</w:t>
      </w:r>
    </w:p>
    <w:p w14:paraId="4B6BF42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Metairie, LA 70002</w:t>
      </w:r>
    </w:p>
    <w:p w14:paraId="07835E6F" w14:textId="77777777" w:rsidR="000E362F" w:rsidRDefault="000E362F" w:rsidP="00801D49"/>
    <w:p w14:paraId="55CA7402" w14:textId="77777777" w:rsidR="000E362F" w:rsidRPr="0001239D" w:rsidRDefault="000E362F" w:rsidP="00801D49">
      <w:pPr>
        <w:rPr>
          <w:sz w:val="32"/>
          <w:szCs w:val="32"/>
        </w:rPr>
      </w:pPr>
    </w:p>
    <w:p w14:paraId="52D14698" w14:textId="77777777" w:rsidR="000E362F" w:rsidRDefault="000E362F" w:rsidP="00801D49">
      <w:pPr>
        <w:rPr>
          <w:sz w:val="32"/>
          <w:szCs w:val="32"/>
        </w:rPr>
      </w:pPr>
    </w:p>
    <w:p w14:paraId="418E153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Solange,</w:t>
      </w:r>
    </w:p>
    <w:p w14:paraId="02D03985" w14:textId="77777777" w:rsidR="000E362F" w:rsidRDefault="000E362F" w:rsidP="00801D49">
      <w:pPr>
        <w:rPr>
          <w:sz w:val="32"/>
          <w:szCs w:val="32"/>
        </w:rPr>
      </w:pPr>
    </w:p>
    <w:p w14:paraId="093B5DB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585EF86" w14:textId="77777777" w:rsidR="000E362F" w:rsidRDefault="000E362F" w:rsidP="00801D49">
      <w:pPr>
        <w:rPr>
          <w:sz w:val="32"/>
          <w:szCs w:val="32"/>
        </w:rPr>
      </w:pPr>
    </w:p>
    <w:p w14:paraId="3E42B63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054748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582AAD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306589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932E22" wp14:editId="3C5D9F33">
                  <wp:extent cx="6399207" cy="3924300"/>
                  <wp:effectExtent l="0" t="0" r="1905" b="0"/>
                  <wp:docPr id="37" name="Picture 3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E10D92" w14:textId="77777777" w:rsidR="000E362F" w:rsidRDefault="000E362F" w:rsidP="00801D49"/>
    <w:p w14:paraId="54D2392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Jose Stockham</w:t>
      </w:r>
    </w:p>
    <w:p w14:paraId="1FE6B5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128 Bransten Rd</w:t>
      </w:r>
    </w:p>
    <w:p w14:paraId="70D966B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10011</w:t>
      </w:r>
    </w:p>
    <w:p w14:paraId="5F46743D" w14:textId="77777777" w:rsidR="000E362F" w:rsidRDefault="000E362F" w:rsidP="00801D49"/>
    <w:p w14:paraId="2CE62872" w14:textId="77777777" w:rsidR="000E362F" w:rsidRPr="0001239D" w:rsidRDefault="000E362F" w:rsidP="00801D49">
      <w:pPr>
        <w:rPr>
          <w:sz w:val="32"/>
          <w:szCs w:val="32"/>
        </w:rPr>
      </w:pPr>
    </w:p>
    <w:p w14:paraId="14AA608E" w14:textId="77777777" w:rsidR="000E362F" w:rsidRDefault="000E362F" w:rsidP="00801D49">
      <w:pPr>
        <w:rPr>
          <w:sz w:val="32"/>
          <w:szCs w:val="32"/>
        </w:rPr>
      </w:pPr>
    </w:p>
    <w:p w14:paraId="6746D17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Jose,</w:t>
      </w:r>
    </w:p>
    <w:p w14:paraId="22DED70A" w14:textId="77777777" w:rsidR="000E362F" w:rsidRDefault="000E362F" w:rsidP="00801D49">
      <w:pPr>
        <w:rPr>
          <w:sz w:val="32"/>
          <w:szCs w:val="32"/>
        </w:rPr>
      </w:pPr>
    </w:p>
    <w:p w14:paraId="59EC6A6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BBE8F5" w14:textId="77777777" w:rsidR="000E362F" w:rsidRDefault="000E362F" w:rsidP="00801D49">
      <w:pPr>
        <w:rPr>
          <w:sz w:val="32"/>
          <w:szCs w:val="32"/>
        </w:rPr>
      </w:pPr>
    </w:p>
    <w:p w14:paraId="0CE4E78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4930EC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0839F9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8AB590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B140FD" wp14:editId="21172578">
                  <wp:extent cx="6399207" cy="3924300"/>
                  <wp:effectExtent l="0" t="0" r="1905" b="0"/>
                  <wp:docPr id="38" name="Picture 3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8D235E" w14:textId="77777777" w:rsidR="000E362F" w:rsidRDefault="000E362F" w:rsidP="00801D49"/>
    <w:p w14:paraId="05928EA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Rozella Ostrosky</w:t>
      </w:r>
    </w:p>
    <w:p w14:paraId="6276D39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17 Morena Blvd</w:t>
      </w:r>
    </w:p>
    <w:p w14:paraId="03A1040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Camarillo, CA 93012</w:t>
      </w:r>
    </w:p>
    <w:p w14:paraId="532554A4" w14:textId="77777777" w:rsidR="000E362F" w:rsidRDefault="000E362F" w:rsidP="00801D49"/>
    <w:p w14:paraId="5A2D0353" w14:textId="77777777" w:rsidR="000E362F" w:rsidRPr="0001239D" w:rsidRDefault="000E362F" w:rsidP="00801D49">
      <w:pPr>
        <w:rPr>
          <w:sz w:val="32"/>
          <w:szCs w:val="32"/>
        </w:rPr>
      </w:pPr>
    </w:p>
    <w:p w14:paraId="0BE568A3" w14:textId="77777777" w:rsidR="000E362F" w:rsidRDefault="000E362F" w:rsidP="00801D49">
      <w:pPr>
        <w:rPr>
          <w:sz w:val="32"/>
          <w:szCs w:val="32"/>
        </w:rPr>
      </w:pPr>
    </w:p>
    <w:p w14:paraId="7AEBF4C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Rozella,</w:t>
      </w:r>
    </w:p>
    <w:p w14:paraId="49196B27" w14:textId="77777777" w:rsidR="000E362F" w:rsidRDefault="000E362F" w:rsidP="00801D49">
      <w:pPr>
        <w:rPr>
          <w:sz w:val="32"/>
          <w:szCs w:val="32"/>
        </w:rPr>
      </w:pPr>
    </w:p>
    <w:p w14:paraId="6F30855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3775F93" w14:textId="77777777" w:rsidR="000E362F" w:rsidRDefault="000E362F" w:rsidP="00801D49">
      <w:pPr>
        <w:rPr>
          <w:sz w:val="32"/>
          <w:szCs w:val="32"/>
        </w:rPr>
      </w:pPr>
    </w:p>
    <w:p w14:paraId="059A5AA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9480C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17386D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51C158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05344E" wp14:editId="32B4414B">
                  <wp:extent cx="6399207" cy="3924300"/>
                  <wp:effectExtent l="0" t="0" r="1905" b="0"/>
                  <wp:docPr id="39" name="Picture 3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096815" w14:textId="77777777" w:rsidR="000E362F" w:rsidRDefault="000E362F" w:rsidP="00801D49"/>
    <w:p w14:paraId="1BEAD67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Valentine Gillian</w:t>
      </w:r>
    </w:p>
    <w:p w14:paraId="1B31FE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775 W 17th St</w:t>
      </w:r>
    </w:p>
    <w:p w14:paraId="67FC5C1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Antonio, TX 78204</w:t>
      </w:r>
    </w:p>
    <w:p w14:paraId="5765F363" w14:textId="77777777" w:rsidR="000E362F" w:rsidRDefault="000E362F" w:rsidP="00801D49"/>
    <w:p w14:paraId="7D3701AA" w14:textId="77777777" w:rsidR="000E362F" w:rsidRPr="0001239D" w:rsidRDefault="000E362F" w:rsidP="00801D49">
      <w:pPr>
        <w:rPr>
          <w:sz w:val="32"/>
          <w:szCs w:val="32"/>
        </w:rPr>
      </w:pPr>
    </w:p>
    <w:p w14:paraId="4247DBC1" w14:textId="77777777" w:rsidR="000E362F" w:rsidRDefault="000E362F" w:rsidP="00801D49">
      <w:pPr>
        <w:rPr>
          <w:sz w:val="32"/>
          <w:szCs w:val="32"/>
        </w:rPr>
      </w:pPr>
    </w:p>
    <w:p w14:paraId="59C664D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Valentine,</w:t>
      </w:r>
    </w:p>
    <w:p w14:paraId="2B174AE6" w14:textId="77777777" w:rsidR="000E362F" w:rsidRDefault="000E362F" w:rsidP="00801D49">
      <w:pPr>
        <w:rPr>
          <w:sz w:val="32"/>
          <w:szCs w:val="32"/>
        </w:rPr>
      </w:pPr>
    </w:p>
    <w:p w14:paraId="37A1154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9B9EF5A" w14:textId="77777777" w:rsidR="000E362F" w:rsidRDefault="000E362F" w:rsidP="00801D49">
      <w:pPr>
        <w:rPr>
          <w:sz w:val="32"/>
          <w:szCs w:val="32"/>
        </w:rPr>
      </w:pPr>
    </w:p>
    <w:p w14:paraId="2D20302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6E3331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267A51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52AB4D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39B37C" wp14:editId="68A782B2">
                  <wp:extent cx="6399207" cy="3924300"/>
                  <wp:effectExtent l="0" t="0" r="1905" b="0"/>
                  <wp:docPr id="40" name="Picture 4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65F04" w14:textId="77777777" w:rsidR="000E362F" w:rsidRDefault="000E362F" w:rsidP="00801D49"/>
    <w:p w14:paraId="29E8049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Kati Rulapaugh</w:t>
      </w:r>
    </w:p>
    <w:p w14:paraId="4505745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6980 Dorsett Rd</w:t>
      </w:r>
    </w:p>
    <w:p w14:paraId="7D4E0D9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Abilene, KS 67410</w:t>
      </w:r>
    </w:p>
    <w:p w14:paraId="366D4D93" w14:textId="77777777" w:rsidR="000E362F" w:rsidRDefault="000E362F" w:rsidP="00801D49"/>
    <w:p w14:paraId="1A45DEE4" w14:textId="77777777" w:rsidR="000E362F" w:rsidRPr="0001239D" w:rsidRDefault="000E362F" w:rsidP="00801D49">
      <w:pPr>
        <w:rPr>
          <w:sz w:val="32"/>
          <w:szCs w:val="32"/>
        </w:rPr>
      </w:pPr>
    </w:p>
    <w:p w14:paraId="0584862E" w14:textId="77777777" w:rsidR="000E362F" w:rsidRDefault="000E362F" w:rsidP="00801D49">
      <w:pPr>
        <w:rPr>
          <w:sz w:val="32"/>
          <w:szCs w:val="32"/>
        </w:rPr>
      </w:pPr>
    </w:p>
    <w:p w14:paraId="481C52C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Kati,</w:t>
      </w:r>
    </w:p>
    <w:p w14:paraId="01A05B63" w14:textId="77777777" w:rsidR="000E362F" w:rsidRDefault="000E362F" w:rsidP="00801D49">
      <w:pPr>
        <w:rPr>
          <w:sz w:val="32"/>
          <w:szCs w:val="32"/>
        </w:rPr>
      </w:pPr>
    </w:p>
    <w:p w14:paraId="7FDE963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934BC9B" w14:textId="77777777" w:rsidR="000E362F" w:rsidRDefault="000E362F" w:rsidP="00801D49">
      <w:pPr>
        <w:rPr>
          <w:sz w:val="32"/>
          <w:szCs w:val="32"/>
        </w:rPr>
      </w:pPr>
    </w:p>
    <w:p w14:paraId="17344D6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C8AC3C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41C79A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86B00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4DE105" wp14:editId="2FBE6E69">
                  <wp:extent cx="6399207" cy="3924300"/>
                  <wp:effectExtent l="0" t="0" r="1905" b="0"/>
                  <wp:docPr id="41" name="Picture 4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73C579" w14:textId="77777777" w:rsidR="000E362F" w:rsidRDefault="000E362F" w:rsidP="00801D49"/>
    <w:p w14:paraId="1B6BA09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Youlanda Schemmer</w:t>
      </w:r>
    </w:p>
    <w:p w14:paraId="0AFBC1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2881 Lewis Rd</w:t>
      </w:r>
    </w:p>
    <w:p w14:paraId="774006F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Prineville, OR 97754</w:t>
      </w:r>
    </w:p>
    <w:p w14:paraId="6E591F61" w14:textId="77777777" w:rsidR="000E362F" w:rsidRDefault="000E362F" w:rsidP="00801D49"/>
    <w:p w14:paraId="6C15B5A9" w14:textId="77777777" w:rsidR="000E362F" w:rsidRPr="0001239D" w:rsidRDefault="000E362F" w:rsidP="00801D49">
      <w:pPr>
        <w:rPr>
          <w:sz w:val="32"/>
          <w:szCs w:val="32"/>
        </w:rPr>
      </w:pPr>
    </w:p>
    <w:p w14:paraId="17E7041E" w14:textId="77777777" w:rsidR="000E362F" w:rsidRDefault="000E362F" w:rsidP="00801D49">
      <w:pPr>
        <w:rPr>
          <w:sz w:val="32"/>
          <w:szCs w:val="32"/>
        </w:rPr>
      </w:pPr>
    </w:p>
    <w:p w14:paraId="14959FC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Youlanda,</w:t>
      </w:r>
    </w:p>
    <w:p w14:paraId="4B1F8DED" w14:textId="77777777" w:rsidR="000E362F" w:rsidRDefault="000E362F" w:rsidP="00801D49">
      <w:pPr>
        <w:rPr>
          <w:sz w:val="32"/>
          <w:szCs w:val="32"/>
        </w:rPr>
      </w:pPr>
    </w:p>
    <w:p w14:paraId="1494A7E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5F8E9A2" w14:textId="77777777" w:rsidR="000E362F" w:rsidRDefault="000E362F" w:rsidP="00801D49">
      <w:pPr>
        <w:rPr>
          <w:sz w:val="32"/>
          <w:szCs w:val="32"/>
        </w:rPr>
      </w:pPr>
    </w:p>
    <w:p w14:paraId="5927BA9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42E7C1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B2B020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65C3A0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9E73B5" wp14:editId="54C9BE1F">
                  <wp:extent cx="6399207" cy="3924300"/>
                  <wp:effectExtent l="0" t="0" r="1905" b="0"/>
                  <wp:docPr id="42" name="Picture 4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FA6897" w14:textId="77777777" w:rsidR="000E362F" w:rsidRDefault="000E362F" w:rsidP="00801D49"/>
    <w:p w14:paraId="108B47C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Dyan Oldroyd</w:t>
      </w:r>
    </w:p>
    <w:p w14:paraId="4A4DEF8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7219 Woodfield Rd</w:t>
      </w:r>
    </w:p>
    <w:p w14:paraId="2AEB753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Overland Park, KS 66204</w:t>
      </w:r>
    </w:p>
    <w:p w14:paraId="25FBE6DE" w14:textId="77777777" w:rsidR="000E362F" w:rsidRDefault="000E362F" w:rsidP="00801D49"/>
    <w:p w14:paraId="4BD4951C" w14:textId="77777777" w:rsidR="000E362F" w:rsidRPr="0001239D" w:rsidRDefault="000E362F" w:rsidP="00801D49">
      <w:pPr>
        <w:rPr>
          <w:sz w:val="32"/>
          <w:szCs w:val="32"/>
        </w:rPr>
      </w:pPr>
    </w:p>
    <w:p w14:paraId="3569316F" w14:textId="77777777" w:rsidR="000E362F" w:rsidRDefault="000E362F" w:rsidP="00801D49">
      <w:pPr>
        <w:rPr>
          <w:sz w:val="32"/>
          <w:szCs w:val="32"/>
        </w:rPr>
      </w:pPr>
    </w:p>
    <w:p w14:paraId="1F9A362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Dyan,</w:t>
      </w:r>
    </w:p>
    <w:p w14:paraId="7A1B82C6" w14:textId="77777777" w:rsidR="000E362F" w:rsidRDefault="000E362F" w:rsidP="00801D49">
      <w:pPr>
        <w:rPr>
          <w:sz w:val="32"/>
          <w:szCs w:val="32"/>
        </w:rPr>
      </w:pPr>
    </w:p>
    <w:p w14:paraId="0C74F0A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D3FE5FD" w14:textId="77777777" w:rsidR="000E362F" w:rsidRDefault="000E362F" w:rsidP="00801D49">
      <w:pPr>
        <w:rPr>
          <w:sz w:val="32"/>
          <w:szCs w:val="32"/>
        </w:rPr>
      </w:pPr>
    </w:p>
    <w:p w14:paraId="1767202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A4890B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6CC3C8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CE3B60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8F7D28" wp14:editId="4DC155D3">
                  <wp:extent cx="6399207" cy="3924300"/>
                  <wp:effectExtent l="0" t="0" r="1905" b="0"/>
                  <wp:docPr id="43" name="Picture 4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3B1A94" w14:textId="77777777" w:rsidR="000E362F" w:rsidRDefault="000E362F" w:rsidP="00801D49"/>
    <w:p w14:paraId="0A776C3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Roxane Campain</w:t>
      </w:r>
    </w:p>
    <w:p w14:paraId="227E782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1048 Main St</w:t>
      </w:r>
    </w:p>
    <w:p w14:paraId="68D36C2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Fairbanks, AK 99708</w:t>
      </w:r>
    </w:p>
    <w:p w14:paraId="11E89F56" w14:textId="77777777" w:rsidR="000E362F" w:rsidRDefault="000E362F" w:rsidP="00801D49"/>
    <w:p w14:paraId="24355C31" w14:textId="77777777" w:rsidR="000E362F" w:rsidRPr="0001239D" w:rsidRDefault="000E362F" w:rsidP="00801D49">
      <w:pPr>
        <w:rPr>
          <w:sz w:val="32"/>
          <w:szCs w:val="32"/>
        </w:rPr>
      </w:pPr>
    </w:p>
    <w:p w14:paraId="2E1E9540" w14:textId="77777777" w:rsidR="000E362F" w:rsidRDefault="000E362F" w:rsidP="00801D49">
      <w:pPr>
        <w:rPr>
          <w:sz w:val="32"/>
          <w:szCs w:val="32"/>
        </w:rPr>
      </w:pPr>
    </w:p>
    <w:p w14:paraId="66507CB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Roxane,</w:t>
      </w:r>
    </w:p>
    <w:p w14:paraId="38CE12E3" w14:textId="77777777" w:rsidR="000E362F" w:rsidRDefault="000E362F" w:rsidP="00801D49">
      <w:pPr>
        <w:rPr>
          <w:sz w:val="32"/>
          <w:szCs w:val="32"/>
        </w:rPr>
      </w:pPr>
    </w:p>
    <w:p w14:paraId="54B7591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8E1C443" w14:textId="77777777" w:rsidR="000E362F" w:rsidRDefault="000E362F" w:rsidP="00801D49">
      <w:pPr>
        <w:rPr>
          <w:sz w:val="32"/>
          <w:szCs w:val="32"/>
        </w:rPr>
      </w:pPr>
    </w:p>
    <w:p w14:paraId="2833105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A059BF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5ADBF3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43D107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0667E2" wp14:editId="49CBEF9D">
                  <wp:extent cx="6399207" cy="3924300"/>
                  <wp:effectExtent l="0" t="0" r="1905" b="0"/>
                  <wp:docPr id="44" name="Picture 4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D3882" w14:textId="77777777" w:rsidR="000E362F" w:rsidRDefault="000E362F" w:rsidP="00801D49"/>
    <w:p w14:paraId="05BDAE6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Lavera Perin</w:t>
      </w:r>
    </w:p>
    <w:p w14:paraId="58D8F48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678 3rd Ave</w:t>
      </w:r>
    </w:p>
    <w:p w14:paraId="16296E4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Miami, FL 33196</w:t>
      </w:r>
    </w:p>
    <w:p w14:paraId="4E778895" w14:textId="77777777" w:rsidR="000E362F" w:rsidRDefault="000E362F" w:rsidP="00801D49"/>
    <w:p w14:paraId="5ABF9538" w14:textId="77777777" w:rsidR="000E362F" w:rsidRPr="0001239D" w:rsidRDefault="000E362F" w:rsidP="00801D49">
      <w:pPr>
        <w:rPr>
          <w:sz w:val="32"/>
          <w:szCs w:val="32"/>
        </w:rPr>
      </w:pPr>
    </w:p>
    <w:p w14:paraId="02CC5E10" w14:textId="77777777" w:rsidR="000E362F" w:rsidRDefault="000E362F" w:rsidP="00801D49">
      <w:pPr>
        <w:rPr>
          <w:sz w:val="32"/>
          <w:szCs w:val="32"/>
        </w:rPr>
      </w:pPr>
    </w:p>
    <w:p w14:paraId="754141A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Lavera,</w:t>
      </w:r>
    </w:p>
    <w:p w14:paraId="6381C76B" w14:textId="77777777" w:rsidR="000E362F" w:rsidRDefault="000E362F" w:rsidP="00801D49">
      <w:pPr>
        <w:rPr>
          <w:sz w:val="32"/>
          <w:szCs w:val="32"/>
        </w:rPr>
      </w:pPr>
    </w:p>
    <w:p w14:paraId="04CC338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E2A6B4" w14:textId="77777777" w:rsidR="000E362F" w:rsidRDefault="000E362F" w:rsidP="00801D49">
      <w:pPr>
        <w:rPr>
          <w:sz w:val="32"/>
          <w:szCs w:val="32"/>
        </w:rPr>
      </w:pPr>
    </w:p>
    <w:p w14:paraId="1A22123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822BFF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6D0513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82B791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441D0" wp14:editId="314D91FE">
                  <wp:extent cx="6399207" cy="3924300"/>
                  <wp:effectExtent l="0" t="0" r="1905" b="0"/>
                  <wp:docPr id="45" name="Picture 4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C7EB11" w14:textId="77777777" w:rsidR="000E362F" w:rsidRDefault="000E362F" w:rsidP="00801D49"/>
    <w:p w14:paraId="2091C75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Erick Ferencz</w:t>
      </w:r>
    </w:p>
    <w:p w14:paraId="139918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 S Babcock St</w:t>
      </w:r>
    </w:p>
    <w:p w14:paraId="733F039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Fairbanks, AK 99712</w:t>
      </w:r>
    </w:p>
    <w:p w14:paraId="537AEAF7" w14:textId="77777777" w:rsidR="000E362F" w:rsidRDefault="000E362F" w:rsidP="00801D49"/>
    <w:p w14:paraId="2D94D77B" w14:textId="77777777" w:rsidR="000E362F" w:rsidRPr="0001239D" w:rsidRDefault="000E362F" w:rsidP="00801D49">
      <w:pPr>
        <w:rPr>
          <w:sz w:val="32"/>
          <w:szCs w:val="32"/>
        </w:rPr>
      </w:pPr>
    </w:p>
    <w:p w14:paraId="421B43AE" w14:textId="77777777" w:rsidR="000E362F" w:rsidRDefault="000E362F" w:rsidP="00801D49">
      <w:pPr>
        <w:rPr>
          <w:sz w:val="32"/>
          <w:szCs w:val="32"/>
        </w:rPr>
      </w:pPr>
    </w:p>
    <w:p w14:paraId="2B00345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Erick,</w:t>
      </w:r>
    </w:p>
    <w:p w14:paraId="41E3D38E" w14:textId="77777777" w:rsidR="000E362F" w:rsidRDefault="000E362F" w:rsidP="00801D49">
      <w:pPr>
        <w:rPr>
          <w:sz w:val="32"/>
          <w:szCs w:val="32"/>
        </w:rPr>
      </w:pPr>
    </w:p>
    <w:p w14:paraId="5C37B70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75ED45" w14:textId="77777777" w:rsidR="000E362F" w:rsidRDefault="000E362F" w:rsidP="00801D49">
      <w:pPr>
        <w:rPr>
          <w:sz w:val="32"/>
          <w:szCs w:val="32"/>
        </w:rPr>
      </w:pPr>
    </w:p>
    <w:p w14:paraId="271C6CD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8879EB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99EB9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DF9D1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E6976A" wp14:editId="344B84B1">
                  <wp:extent cx="6399207" cy="3924300"/>
                  <wp:effectExtent l="0" t="0" r="1905" b="0"/>
                  <wp:docPr id="46" name="Picture 4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F1070E" w14:textId="77777777" w:rsidR="000E362F" w:rsidRDefault="000E362F" w:rsidP="00801D49"/>
    <w:p w14:paraId="46A88B4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Fatima Saylors</w:t>
      </w:r>
    </w:p>
    <w:p w14:paraId="4AF367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Lighthouse Ave</w:t>
      </w:r>
    </w:p>
    <w:p w14:paraId="76E2E55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Hopkins, MN 55343</w:t>
      </w:r>
    </w:p>
    <w:p w14:paraId="79860735" w14:textId="77777777" w:rsidR="000E362F" w:rsidRDefault="000E362F" w:rsidP="00801D49"/>
    <w:p w14:paraId="25CF8826" w14:textId="77777777" w:rsidR="000E362F" w:rsidRPr="0001239D" w:rsidRDefault="000E362F" w:rsidP="00801D49">
      <w:pPr>
        <w:rPr>
          <w:sz w:val="32"/>
          <w:szCs w:val="32"/>
        </w:rPr>
      </w:pPr>
    </w:p>
    <w:p w14:paraId="25A6D214" w14:textId="77777777" w:rsidR="000E362F" w:rsidRDefault="000E362F" w:rsidP="00801D49">
      <w:pPr>
        <w:rPr>
          <w:sz w:val="32"/>
          <w:szCs w:val="32"/>
        </w:rPr>
      </w:pPr>
    </w:p>
    <w:p w14:paraId="0BD60C8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Fatima,</w:t>
      </w:r>
    </w:p>
    <w:p w14:paraId="2DAC5B69" w14:textId="77777777" w:rsidR="000E362F" w:rsidRDefault="000E362F" w:rsidP="00801D49">
      <w:pPr>
        <w:rPr>
          <w:sz w:val="32"/>
          <w:szCs w:val="32"/>
        </w:rPr>
      </w:pPr>
    </w:p>
    <w:p w14:paraId="483B8AF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4FB619" w14:textId="77777777" w:rsidR="000E362F" w:rsidRDefault="000E362F" w:rsidP="00801D49">
      <w:pPr>
        <w:rPr>
          <w:sz w:val="32"/>
          <w:szCs w:val="32"/>
        </w:rPr>
      </w:pPr>
    </w:p>
    <w:p w14:paraId="20099AA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7F9E2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6811C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9E3776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2E4335" wp14:editId="19D517FB">
                  <wp:extent cx="6399207" cy="3924300"/>
                  <wp:effectExtent l="0" t="0" r="1905" b="0"/>
                  <wp:docPr id="47" name="Picture 4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7E6F42" w14:textId="77777777" w:rsidR="000E362F" w:rsidRDefault="000E362F" w:rsidP="00801D49"/>
    <w:p w14:paraId="4A7F15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Jina Briddick</w:t>
      </w:r>
    </w:p>
    <w:p w14:paraId="0872AB1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38938 Park Blvd</w:t>
      </w:r>
    </w:p>
    <w:p w14:paraId="32195AC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Boston, MA 2128</w:t>
      </w:r>
    </w:p>
    <w:p w14:paraId="11BB8511" w14:textId="77777777" w:rsidR="000E362F" w:rsidRDefault="000E362F" w:rsidP="00801D49"/>
    <w:p w14:paraId="61ECA6AE" w14:textId="77777777" w:rsidR="000E362F" w:rsidRPr="0001239D" w:rsidRDefault="000E362F" w:rsidP="00801D49">
      <w:pPr>
        <w:rPr>
          <w:sz w:val="32"/>
          <w:szCs w:val="32"/>
        </w:rPr>
      </w:pPr>
    </w:p>
    <w:p w14:paraId="4EC34251" w14:textId="77777777" w:rsidR="000E362F" w:rsidRDefault="000E362F" w:rsidP="00801D49">
      <w:pPr>
        <w:rPr>
          <w:sz w:val="32"/>
          <w:szCs w:val="32"/>
        </w:rPr>
      </w:pPr>
    </w:p>
    <w:p w14:paraId="33D406D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Jina,</w:t>
      </w:r>
    </w:p>
    <w:p w14:paraId="6817A279" w14:textId="77777777" w:rsidR="000E362F" w:rsidRDefault="000E362F" w:rsidP="00801D49">
      <w:pPr>
        <w:rPr>
          <w:sz w:val="32"/>
          <w:szCs w:val="32"/>
        </w:rPr>
      </w:pPr>
    </w:p>
    <w:p w14:paraId="6DC0EE8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D8B5A1B" w14:textId="77777777" w:rsidR="000E362F" w:rsidRDefault="000E362F" w:rsidP="00801D49">
      <w:pPr>
        <w:rPr>
          <w:sz w:val="32"/>
          <w:szCs w:val="32"/>
        </w:rPr>
      </w:pPr>
    </w:p>
    <w:p w14:paraId="060C85F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97C2B8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5DF1F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B9D8E0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05B5DA" wp14:editId="391E327B">
                  <wp:extent cx="6399207" cy="3924300"/>
                  <wp:effectExtent l="0" t="0" r="1905" b="0"/>
                  <wp:docPr id="48" name="Picture 4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195C23" w14:textId="77777777" w:rsidR="000E362F" w:rsidRDefault="000E362F" w:rsidP="00801D49"/>
    <w:p w14:paraId="30F093C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Kanisha Waycott</w:t>
      </w:r>
    </w:p>
    <w:p w14:paraId="1861930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Tomahawk Dr</w:t>
      </w:r>
    </w:p>
    <w:p w14:paraId="72516E2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Los Angeles, CA 90006</w:t>
      </w:r>
    </w:p>
    <w:p w14:paraId="38FC5B89" w14:textId="77777777" w:rsidR="000E362F" w:rsidRDefault="000E362F" w:rsidP="00801D49"/>
    <w:p w14:paraId="4450709C" w14:textId="77777777" w:rsidR="000E362F" w:rsidRPr="0001239D" w:rsidRDefault="000E362F" w:rsidP="00801D49">
      <w:pPr>
        <w:rPr>
          <w:sz w:val="32"/>
          <w:szCs w:val="32"/>
        </w:rPr>
      </w:pPr>
    </w:p>
    <w:p w14:paraId="5CFCE258" w14:textId="77777777" w:rsidR="000E362F" w:rsidRDefault="000E362F" w:rsidP="00801D49">
      <w:pPr>
        <w:rPr>
          <w:sz w:val="32"/>
          <w:szCs w:val="32"/>
        </w:rPr>
      </w:pPr>
    </w:p>
    <w:p w14:paraId="6C84235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Kanisha,</w:t>
      </w:r>
    </w:p>
    <w:p w14:paraId="244D4EA6" w14:textId="77777777" w:rsidR="000E362F" w:rsidRDefault="000E362F" w:rsidP="00801D49">
      <w:pPr>
        <w:rPr>
          <w:sz w:val="32"/>
          <w:szCs w:val="32"/>
        </w:rPr>
      </w:pPr>
    </w:p>
    <w:p w14:paraId="44CF020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48EC56D" w14:textId="77777777" w:rsidR="000E362F" w:rsidRDefault="000E362F" w:rsidP="00801D49">
      <w:pPr>
        <w:rPr>
          <w:sz w:val="32"/>
          <w:szCs w:val="32"/>
        </w:rPr>
      </w:pPr>
    </w:p>
    <w:p w14:paraId="0438C77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498E3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3F5F0D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DE1368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835AB2" wp14:editId="083B397B">
                  <wp:extent cx="6399207" cy="3924300"/>
                  <wp:effectExtent l="0" t="0" r="1905" b="0"/>
                  <wp:docPr id="49" name="Picture 4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258ED3" w14:textId="77777777" w:rsidR="000E362F" w:rsidRDefault="000E362F" w:rsidP="00801D49"/>
    <w:p w14:paraId="44E4EDE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Emerson Bowley</w:t>
      </w:r>
    </w:p>
    <w:p w14:paraId="1D8761B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762 S Main St</w:t>
      </w:r>
    </w:p>
    <w:p w14:paraId="6DBC055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Madison, WI 53711</w:t>
      </w:r>
    </w:p>
    <w:p w14:paraId="6126ABDB" w14:textId="77777777" w:rsidR="000E362F" w:rsidRDefault="000E362F" w:rsidP="00801D49"/>
    <w:p w14:paraId="239BE021" w14:textId="77777777" w:rsidR="000E362F" w:rsidRPr="0001239D" w:rsidRDefault="000E362F" w:rsidP="00801D49">
      <w:pPr>
        <w:rPr>
          <w:sz w:val="32"/>
          <w:szCs w:val="32"/>
        </w:rPr>
      </w:pPr>
    </w:p>
    <w:p w14:paraId="2DF21739" w14:textId="77777777" w:rsidR="000E362F" w:rsidRDefault="000E362F" w:rsidP="00801D49">
      <w:pPr>
        <w:rPr>
          <w:sz w:val="32"/>
          <w:szCs w:val="32"/>
        </w:rPr>
      </w:pPr>
    </w:p>
    <w:p w14:paraId="3B71B94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Emerson,</w:t>
      </w:r>
    </w:p>
    <w:p w14:paraId="14DCBA66" w14:textId="77777777" w:rsidR="000E362F" w:rsidRDefault="000E362F" w:rsidP="00801D49">
      <w:pPr>
        <w:rPr>
          <w:sz w:val="32"/>
          <w:szCs w:val="32"/>
        </w:rPr>
      </w:pPr>
    </w:p>
    <w:p w14:paraId="72E78EF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865084E" w14:textId="77777777" w:rsidR="000E362F" w:rsidRDefault="000E362F" w:rsidP="00801D49">
      <w:pPr>
        <w:rPr>
          <w:sz w:val="32"/>
          <w:szCs w:val="32"/>
        </w:rPr>
      </w:pPr>
    </w:p>
    <w:p w14:paraId="16FC590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EF257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53C5A5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67D6FF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18DCDA" wp14:editId="4BDD87BD">
                  <wp:extent cx="6399207" cy="3924300"/>
                  <wp:effectExtent l="0" t="0" r="1905" b="0"/>
                  <wp:docPr id="50" name="Picture 5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62F474" w14:textId="77777777" w:rsidR="000E362F" w:rsidRDefault="000E362F" w:rsidP="00801D49"/>
    <w:p w14:paraId="0A48E41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Blair Malet</w:t>
      </w:r>
    </w:p>
    <w:p w14:paraId="29638AB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209 Decker Dr</w:t>
      </w:r>
    </w:p>
    <w:p w14:paraId="6ACE77E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19132</w:t>
      </w:r>
    </w:p>
    <w:p w14:paraId="0DDBEEA8" w14:textId="77777777" w:rsidR="000E362F" w:rsidRDefault="000E362F" w:rsidP="00801D49"/>
    <w:p w14:paraId="495F6CFC" w14:textId="77777777" w:rsidR="000E362F" w:rsidRPr="0001239D" w:rsidRDefault="000E362F" w:rsidP="00801D49">
      <w:pPr>
        <w:rPr>
          <w:sz w:val="32"/>
          <w:szCs w:val="32"/>
        </w:rPr>
      </w:pPr>
    </w:p>
    <w:p w14:paraId="6CE4E419" w14:textId="77777777" w:rsidR="000E362F" w:rsidRDefault="000E362F" w:rsidP="00801D49">
      <w:pPr>
        <w:rPr>
          <w:sz w:val="32"/>
          <w:szCs w:val="32"/>
        </w:rPr>
      </w:pPr>
    </w:p>
    <w:p w14:paraId="240F8A2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Blair,</w:t>
      </w:r>
    </w:p>
    <w:p w14:paraId="0333790C" w14:textId="77777777" w:rsidR="000E362F" w:rsidRDefault="000E362F" w:rsidP="00801D49">
      <w:pPr>
        <w:rPr>
          <w:sz w:val="32"/>
          <w:szCs w:val="32"/>
        </w:rPr>
      </w:pPr>
    </w:p>
    <w:p w14:paraId="68B77F6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29F552E" w14:textId="77777777" w:rsidR="000E362F" w:rsidRDefault="000E362F" w:rsidP="00801D49">
      <w:pPr>
        <w:rPr>
          <w:sz w:val="32"/>
          <w:szCs w:val="32"/>
        </w:rPr>
      </w:pPr>
    </w:p>
    <w:p w14:paraId="1593B07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DE658A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D4B4F2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8E466D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AD30C2" wp14:editId="6B3446CF">
                  <wp:extent cx="6399207" cy="3924300"/>
                  <wp:effectExtent l="0" t="0" r="1905" b="0"/>
                  <wp:docPr id="51" name="Picture 5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296D34" w14:textId="77777777" w:rsidR="000E362F" w:rsidRDefault="000E362F" w:rsidP="00801D49"/>
    <w:p w14:paraId="694F476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Brock Bolognia</w:t>
      </w:r>
    </w:p>
    <w:p w14:paraId="2172CFE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4486 W O St #1</w:t>
      </w:r>
    </w:p>
    <w:p w14:paraId="4C9F6F9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10003</w:t>
      </w:r>
    </w:p>
    <w:p w14:paraId="1B88F269" w14:textId="77777777" w:rsidR="000E362F" w:rsidRDefault="000E362F" w:rsidP="00801D49"/>
    <w:p w14:paraId="6FC877F7" w14:textId="77777777" w:rsidR="000E362F" w:rsidRPr="0001239D" w:rsidRDefault="000E362F" w:rsidP="00801D49">
      <w:pPr>
        <w:rPr>
          <w:sz w:val="32"/>
          <w:szCs w:val="32"/>
        </w:rPr>
      </w:pPr>
    </w:p>
    <w:p w14:paraId="78AF260E" w14:textId="77777777" w:rsidR="000E362F" w:rsidRDefault="000E362F" w:rsidP="00801D49">
      <w:pPr>
        <w:rPr>
          <w:sz w:val="32"/>
          <w:szCs w:val="32"/>
        </w:rPr>
      </w:pPr>
    </w:p>
    <w:p w14:paraId="7253D38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Brock,</w:t>
      </w:r>
    </w:p>
    <w:p w14:paraId="14E5F5C6" w14:textId="77777777" w:rsidR="000E362F" w:rsidRDefault="000E362F" w:rsidP="00801D49">
      <w:pPr>
        <w:rPr>
          <w:sz w:val="32"/>
          <w:szCs w:val="32"/>
        </w:rPr>
      </w:pPr>
    </w:p>
    <w:p w14:paraId="551274C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0172447" w14:textId="77777777" w:rsidR="000E362F" w:rsidRDefault="000E362F" w:rsidP="00801D49">
      <w:pPr>
        <w:rPr>
          <w:sz w:val="32"/>
          <w:szCs w:val="32"/>
        </w:rPr>
      </w:pPr>
    </w:p>
    <w:p w14:paraId="52D788C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1A794C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982ABD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503AFF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8D6637" wp14:editId="7E971EEC">
                  <wp:extent cx="6399207" cy="3924300"/>
                  <wp:effectExtent l="0" t="0" r="1905" b="0"/>
                  <wp:docPr id="52" name="Picture 5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071C6B" w14:textId="77777777" w:rsidR="000E362F" w:rsidRDefault="000E362F" w:rsidP="00801D49"/>
    <w:p w14:paraId="1CD9E91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Lorrie Nestle</w:t>
      </w:r>
    </w:p>
    <w:p w14:paraId="6ED02EB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 S 7th St</w:t>
      </w:r>
    </w:p>
    <w:p w14:paraId="439CD2A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Tullahoma, TN 37388</w:t>
      </w:r>
    </w:p>
    <w:p w14:paraId="724A6F70" w14:textId="77777777" w:rsidR="000E362F" w:rsidRDefault="000E362F" w:rsidP="00801D49"/>
    <w:p w14:paraId="2CA217EC" w14:textId="77777777" w:rsidR="000E362F" w:rsidRPr="0001239D" w:rsidRDefault="000E362F" w:rsidP="00801D49">
      <w:pPr>
        <w:rPr>
          <w:sz w:val="32"/>
          <w:szCs w:val="32"/>
        </w:rPr>
      </w:pPr>
    </w:p>
    <w:p w14:paraId="617C7281" w14:textId="77777777" w:rsidR="000E362F" w:rsidRDefault="000E362F" w:rsidP="00801D49">
      <w:pPr>
        <w:rPr>
          <w:sz w:val="32"/>
          <w:szCs w:val="32"/>
        </w:rPr>
      </w:pPr>
    </w:p>
    <w:p w14:paraId="7E419A6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Lorrie,</w:t>
      </w:r>
    </w:p>
    <w:p w14:paraId="35CE2017" w14:textId="77777777" w:rsidR="000E362F" w:rsidRDefault="000E362F" w:rsidP="00801D49">
      <w:pPr>
        <w:rPr>
          <w:sz w:val="32"/>
          <w:szCs w:val="32"/>
        </w:rPr>
      </w:pPr>
    </w:p>
    <w:p w14:paraId="3FB1D9C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4FBEBA7" w14:textId="77777777" w:rsidR="000E362F" w:rsidRDefault="000E362F" w:rsidP="00801D49">
      <w:pPr>
        <w:rPr>
          <w:sz w:val="32"/>
          <w:szCs w:val="32"/>
        </w:rPr>
      </w:pPr>
    </w:p>
    <w:p w14:paraId="6F8C290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F0ED6B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845CC2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74F4CE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8A46DD" wp14:editId="01CD3AF8">
                  <wp:extent cx="6399207" cy="3924300"/>
                  <wp:effectExtent l="0" t="0" r="1905" b="0"/>
                  <wp:docPr id="53" name="Picture 5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4C6C9" w14:textId="77777777" w:rsidR="000E362F" w:rsidRDefault="000E362F" w:rsidP="00801D49"/>
    <w:p w14:paraId="6A3ADAB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Sabra Uyetake</w:t>
      </w:r>
    </w:p>
    <w:p w14:paraId="6EE5AC8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98839 Hawthorne Blvd #6101</w:t>
      </w:r>
    </w:p>
    <w:p w14:paraId="7C19395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Columbia, SC 29201</w:t>
      </w:r>
    </w:p>
    <w:p w14:paraId="6EB8DD1F" w14:textId="77777777" w:rsidR="000E362F" w:rsidRDefault="000E362F" w:rsidP="00801D49"/>
    <w:p w14:paraId="4507E27A" w14:textId="77777777" w:rsidR="000E362F" w:rsidRPr="0001239D" w:rsidRDefault="000E362F" w:rsidP="00801D49">
      <w:pPr>
        <w:rPr>
          <w:sz w:val="32"/>
          <w:szCs w:val="32"/>
        </w:rPr>
      </w:pPr>
    </w:p>
    <w:p w14:paraId="5A8831AB" w14:textId="77777777" w:rsidR="000E362F" w:rsidRDefault="000E362F" w:rsidP="00801D49">
      <w:pPr>
        <w:rPr>
          <w:sz w:val="32"/>
          <w:szCs w:val="32"/>
        </w:rPr>
      </w:pPr>
    </w:p>
    <w:p w14:paraId="35E654A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Sabra,</w:t>
      </w:r>
    </w:p>
    <w:p w14:paraId="604B255F" w14:textId="77777777" w:rsidR="000E362F" w:rsidRDefault="000E362F" w:rsidP="00801D49">
      <w:pPr>
        <w:rPr>
          <w:sz w:val="32"/>
          <w:szCs w:val="32"/>
        </w:rPr>
      </w:pPr>
    </w:p>
    <w:p w14:paraId="3DE5940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B6C2383" w14:textId="77777777" w:rsidR="000E362F" w:rsidRDefault="000E362F" w:rsidP="00801D49">
      <w:pPr>
        <w:rPr>
          <w:sz w:val="32"/>
          <w:szCs w:val="32"/>
        </w:rPr>
      </w:pPr>
    </w:p>
    <w:p w14:paraId="6E9B2C0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1F622A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EF1666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A9B329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5BF5CA" wp14:editId="17F11AFB">
                  <wp:extent cx="6399207" cy="3924300"/>
                  <wp:effectExtent l="0" t="0" r="1905" b="0"/>
                  <wp:docPr id="54" name="Picture 5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F1A407" w14:textId="77777777" w:rsidR="000E362F" w:rsidRDefault="000E362F" w:rsidP="00801D49"/>
    <w:p w14:paraId="6A2E85F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Marjory Mastella</w:t>
      </w:r>
    </w:p>
    <w:p w14:paraId="15D75F6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71 San Mateo Ave</w:t>
      </w:r>
    </w:p>
    <w:p w14:paraId="0272DA9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Wayne, PA 19087</w:t>
      </w:r>
    </w:p>
    <w:p w14:paraId="0B3992BA" w14:textId="77777777" w:rsidR="000E362F" w:rsidRDefault="000E362F" w:rsidP="00801D49"/>
    <w:p w14:paraId="3ABEAD4F" w14:textId="77777777" w:rsidR="000E362F" w:rsidRPr="0001239D" w:rsidRDefault="000E362F" w:rsidP="00801D49">
      <w:pPr>
        <w:rPr>
          <w:sz w:val="32"/>
          <w:szCs w:val="32"/>
        </w:rPr>
      </w:pPr>
    </w:p>
    <w:p w14:paraId="400B81F6" w14:textId="77777777" w:rsidR="000E362F" w:rsidRDefault="000E362F" w:rsidP="00801D49">
      <w:pPr>
        <w:rPr>
          <w:sz w:val="32"/>
          <w:szCs w:val="32"/>
        </w:rPr>
      </w:pPr>
    </w:p>
    <w:p w14:paraId="148595D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Marjory,</w:t>
      </w:r>
    </w:p>
    <w:p w14:paraId="63D2C414" w14:textId="77777777" w:rsidR="000E362F" w:rsidRDefault="000E362F" w:rsidP="00801D49">
      <w:pPr>
        <w:rPr>
          <w:sz w:val="32"/>
          <w:szCs w:val="32"/>
        </w:rPr>
      </w:pPr>
    </w:p>
    <w:p w14:paraId="27B9251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D06D1A" w14:textId="77777777" w:rsidR="000E362F" w:rsidRDefault="000E362F" w:rsidP="00801D49">
      <w:pPr>
        <w:rPr>
          <w:sz w:val="32"/>
          <w:szCs w:val="32"/>
        </w:rPr>
      </w:pPr>
    </w:p>
    <w:p w14:paraId="4AF6231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FACD60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C7A8D1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49B14D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A4DC70" wp14:editId="2AA97294">
                  <wp:extent cx="6399207" cy="3924300"/>
                  <wp:effectExtent l="0" t="0" r="1905" b="0"/>
                  <wp:docPr id="55" name="Picture 5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827150" w14:textId="77777777" w:rsidR="000E362F" w:rsidRDefault="000E362F" w:rsidP="00801D49"/>
    <w:p w14:paraId="6B41BD0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Karl Klonowski</w:t>
      </w:r>
    </w:p>
    <w:p w14:paraId="53FD09B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76 Brooks St #9</w:t>
      </w:r>
    </w:p>
    <w:p w14:paraId="2D6A5B1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Flemington, NJ 8822</w:t>
      </w:r>
    </w:p>
    <w:p w14:paraId="64346DBF" w14:textId="77777777" w:rsidR="000E362F" w:rsidRDefault="000E362F" w:rsidP="00801D49"/>
    <w:p w14:paraId="4A6318AB" w14:textId="77777777" w:rsidR="000E362F" w:rsidRPr="0001239D" w:rsidRDefault="000E362F" w:rsidP="00801D49">
      <w:pPr>
        <w:rPr>
          <w:sz w:val="32"/>
          <w:szCs w:val="32"/>
        </w:rPr>
      </w:pPr>
    </w:p>
    <w:p w14:paraId="56B6419E" w14:textId="77777777" w:rsidR="000E362F" w:rsidRDefault="000E362F" w:rsidP="00801D49">
      <w:pPr>
        <w:rPr>
          <w:sz w:val="32"/>
          <w:szCs w:val="32"/>
        </w:rPr>
      </w:pPr>
    </w:p>
    <w:p w14:paraId="2900410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Karl,</w:t>
      </w:r>
    </w:p>
    <w:p w14:paraId="09CAD82D" w14:textId="77777777" w:rsidR="000E362F" w:rsidRDefault="000E362F" w:rsidP="00801D49">
      <w:pPr>
        <w:rPr>
          <w:sz w:val="32"/>
          <w:szCs w:val="32"/>
        </w:rPr>
      </w:pPr>
    </w:p>
    <w:p w14:paraId="45D3DFC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C3CE6A7" w14:textId="77777777" w:rsidR="000E362F" w:rsidRDefault="000E362F" w:rsidP="00801D49">
      <w:pPr>
        <w:rPr>
          <w:sz w:val="32"/>
          <w:szCs w:val="32"/>
        </w:rPr>
      </w:pPr>
    </w:p>
    <w:p w14:paraId="77697D3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4F4A9A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B6EA5A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91C3D7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9D72F4" wp14:editId="504FD6A7">
                  <wp:extent cx="6399207" cy="3924300"/>
                  <wp:effectExtent l="0" t="0" r="1905" b="0"/>
                  <wp:docPr id="56" name="Picture 5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D5733F" w14:textId="77777777" w:rsidR="000E362F" w:rsidRDefault="000E362F" w:rsidP="00801D49"/>
    <w:p w14:paraId="6DB31C9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Tonette Wenner</w:t>
      </w:r>
    </w:p>
    <w:p w14:paraId="0B5CAB7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4545 Courthouse Rd</w:t>
      </w:r>
    </w:p>
    <w:p w14:paraId="7D2BC42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Westbury, NY 11590</w:t>
      </w:r>
    </w:p>
    <w:p w14:paraId="13103182" w14:textId="77777777" w:rsidR="000E362F" w:rsidRDefault="000E362F" w:rsidP="00801D49"/>
    <w:p w14:paraId="6F480417" w14:textId="77777777" w:rsidR="000E362F" w:rsidRPr="0001239D" w:rsidRDefault="000E362F" w:rsidP="00801D49">
      <w:pPr>
        <w:rPr>
          <w:sz w:val="32"/>
          <w:szCs w:val="32"/>
        </w:rPr>
      </w:pPr>
    </w:p>
    <w:p w14:paraId="38D1EB94" w14:textId="77777777" w:rsidR="000E362F" w:rsidRDefault="000E362F" w:rsidP="00801D49">
      <w:pPr>
        <w:rPr>
          <w:sz w:val="32"/>
          <w:szCs w:val="32"/>
        </w:rPr>
      </w:pPr>
    </w:p>
    <w:p w14:paraId="6847651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Tonette,</w:t>
      </w:r>
    </w:p>
    <w:p w14:paraId="15FE9C92" w14:textId="77777777" w:rsidR="000E362F" w:rsidRDefault="000E362F" w:rsidP="00801D49">
      <w:pPr>
        <w:rPr>
          <w:sz w:val="32"/>
          <w:szCs w:val="32"/>
        </w:rPr>
      </w:pPr>
    </w:p>
    <w:p w14:paraId="63C945C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B861093" w14:textId="77777777" w:rsidR="000E362F" w:rsidRDefault="000E362F" w:rsidP="00801D49">
      <w:pPr>
        <w:rPr>
          <w:sz w:val="32"/>
          <w:szCs w:val="32"/>
        </w:rPr>
      </w:pPr>
    </w:p>
    <w:p w14:paraId="21369CD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2C8C5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3BBEAA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11FA4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EAA09B" wp14:editId="41202F47">
                  <wp:extent cx="6399207" cy="3924300"/>
                  <wp:effectExtent l="0" t="0" r="1905" b="0"/>
                  <wp:docPr id="57" name="Picture 5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261FF3" w14:textId="77777777" w:rsidR="000E362F" w:rsidRDefault="000E362F" w:rsidP="00801D49"/>
    <w:p w14:paraId="10A47C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Amber Monarrez</w:t>
      </w:r>
    </w:p>
    <w:p w14:paraId="11568D4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14288 Foster Ave #4121</w:t>
      </w:r>
    </w:p>
    <w:p w14:paraId="40771E6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Jenkintown, PA 19046</w:t>
      </w:r>
    </w:p>
    <w:p w14:paraId="34D66368" w14:textId="77777777" w:rsidR="000E362F" w:rsidRDefault="000E362F" w:rsidP="00801D49"/>
    <w:p w14:paraId="1FB06EA4" w14:textId="77777777" w:rsidR="000E362F" w:rsidRPr="0001239D" w:rsidRDefault="000E362F" w:rsidP="00801D49">
      <w:pPr>
        <w:rPr>
          <w:sz w:val="32"/>
          <w:szCs w:val="32"/>
        </w:rPr>
      </w:pPr>
    </w:p>
    <w:p w14:paraId="4E914598" w14:textId="77777777" w:rsidR="000E362F" w:rsidRDefault="000E362F" w:rsidP="00801D49">
      <w:pPr>
        <w:rPr>
          <w:sz w:val="32"/>
          <w:szCs w:val="32"/>
        </w:rPr>
      </w:pPr>
    </w:p>
    <w:p w14:paraId="3627C50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Amber,</w:t>
      </w:r>
    </w:p>
    <w:p w14:paraId="2EBDFA67" w14:textId="77777777" w:rsidR="000E362F" w:rsidRDefault="000E362F" w:rsidP="00801D49">
      <w:pPr>
        <w:rPr>
          <w:sz w:val="32"/>
          <w:szCs w:val="32"/>
        </w:rPr>
      </w:pPr>
    </w:p>
    <w:p w14:paraId="493C13F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0D7B132" w14:textId="77777777" w:rsidR="000E362F" w:rsidRDefault="000E362F" w:rsidP="00801D49">
      <w:pPr>
        <w:rPr>
          <w:sz w:val="32"/>
          <w:szCs w:val="32"/>
        </w:rPr>
      </w:pPr>
    </w:p>
    <w:p w14:paraId="0DB58E4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920F03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8224F2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AC82C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C28FE3" wp14:editId="6516A9D1">
                  <wp:extent cx="6399207" cy="3924300"/>
                  <wp:effectExtent l="0" t="0" r="1905" b="0"/>
                  <wp:docPr id="58" name="Picture 5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4482B5" w14:textId="77777777" w:rsidR="000E362F" w:rsidRDefault="000E362F" w:rsidP="00801D49"/>
    <w:p w14:paraId="2A57424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Shenika Seewald</w:t>
      </w:r>
    </w:p>
    <w:p w14:paraId="7096868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Otis St</w:t>
      </w:r>
    </w:p>
    <w:p w14:paraId="59B459C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Van Nuys, CA 91405</w:t>
      </w:r>
    </w:p>
    <w:p w14:paraId="76E56562" w14:textId="77777777" w:rsidR="000E362F" w:rsidRDefault="000E362F" w:rsidP="00801D49"/>
    <w:p w14:paraId="596F59FC" w14:textId="77777777" w:rsidR="000E362F" w:rsidRPr="0001239D" w:rsidRDefault="000E362F" w:rsidP="00801D49">
      <w:pPr>
        <w:rPr>
          <w:sz w:val="32"/>
          <w:szCs w:val="32"/>
        </w:rPr>
      </w:pPr>
    </w:p>
    <w:p w14:paraId="1FDBFC47" w14:textId="77777777" w:rsidR="000E362F" w:rsidRDefault="000E362F" w:rsidP="00801D49">
      <w:pPr>
        <w:rPr>
          <w:sz w:val="32"/>
          <w:szCs w:val="32"/>
        </w:rPr>
      </w:pPr>
    </w:p>
    <w:p w14:paraId="556A009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Shenika,</w:t>
      </w:r>
    </w:p>
    <w:p w14:paraId="5EA48D2C" w14:textId="77777777" w:rsidR="000E362F" w:rsidRDefault="000E362F" w:rsidP="00801D49">
      <w:pPr>
        <w:rPr>
          <w:sz w:val="32"/>
          <w:szCs w:val="32"/>
        </w:rPr>
      </w:pPr>
    </w:p>
    <w:p w14:paraId="69C8AA4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3A133B" w14:textId="77777777" w:rsidR="000E362F" w:rsidRDefault="000E362F" w:rsidP="00801D49">
      <w:pPr>
        <w:rPr>
          <w:sz w:val="32"/>
          <w:szCs w:val="32"/>
        </w:rPr>
      </w:pPr>
    </w:p>
    <w:p w14:paraId="19008E4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60384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3339F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75CC66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7D932A" wp14:editId="39837CBD">
                  <wp:extent cx="6399207" cy="3924300"/>
                  <wp:effectExtent l="0" t="0" r="1905" b="0"/>
                  <wp:docPr id="59" name="Picture 5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4E5C6" w14:textId="77777777" w:rsidR="000E362F" w:rsidRDefault="000E362F" w:rsidP="00801D49"/>
    <w:p w14:paraId="1B2F934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Delmy Ahle</w:t>
      </w:r>
    </w:p>
    <w:p w14:paraId="0B30F28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65895 S 16th St</w:t>
      </w:r>
    </w:p>
    <w:p w14:paraId="6FD56E5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Providence, RI 2909</w:t>
      </w:r>
    </w:p>
    <w:p w14:paraId="69F83556" w14:textId="77777777" w:rsidR="000E362F" w:rsidRDefault="000E362F" w:rsidP="00801D49"/>
    <w:p w14:paraId="722303C6" w14:textId="77777777" w:rsidR="000E362F" w:rsidRPr="0001239D" w:rsidRDefault="000E362F" w:rsidP="00801D49">
      <w:pPr>
        <w:rPr>
          <w:sz w:val="32"/>
          <w:szCs w:val="32"/>
        </w:rPr>
      </w:pPr>
    </w:p>
    <w:p w14:paraId="4454B379" w14:textId="77777777" w:rsidR="000E362F" w:rsidRDefault="000E362F" w:rsidP="00801D49">
      <w:pPr>
        <w:rPr>
          <w:sz w:val="32"/>
          <w:szCs w:val="32"/>
        </w:rPr>
      </w:pPr>
    </w:p>
    <w:p w14:paraId="0075FC3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Delmy,</w:t>
      </w:r>
    </w:p>
    <w:p w14:paraId="49592929" w14:textId="77777777" w:rsidR="000E362F" w:rsidRDefault="000E362F" w:rsidP="00801D49">
      <w:pPr>
        <w:rPr>
          <w:sz w:val="32"/>
          <w:szCs w:val="32"/>
        </w:rPr>
      </w:pPr>
    </w:p>
    <w:p w14:paraId="7C8CF4A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6932334" w14:textId="77777777" w:rsidR="000E362F" w:rsidRDefault="000E362F" w:rsidP="00801D49">
      <w:pPr>
        <w:rPr>
          <w:sz w:val="32"/>
          <w:szCs w:val="32"/>
        </w:rPr>
      </w:pPr>
    </w:p>
    <w:p w14:paraId="15BA6F1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43853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C84F29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55B597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552745" wp14:editId="51D035EB">
                  <wp:extent cx="6399207" cy="3924300"/>
                  <wp:effectExtent l="0" t="0" r="1905" b="0"/>
                  <wp:docPr id="60" name="Picture 6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5A7C91" w14:textId="77777777" w:rsidR="000E362F" w:rsidRDefault="000E362F" w:rsidP="00801D49"/>
    <w:p w14:paraId="2169A2F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Deeanna Juhas</w:t>
      </w:r>
    </w:p>
    <w:p w14:paraId="6C9E955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14302 Pennsylvania Ave</w:t>
      </w:r>
    </w:p>
    <w:p w14:paraId="1AD4AEE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Huntingdon Valley, PA 19006</w:t>
      </w:r>
    </w:p>
    <w:p w14:paraId="6C46D504" w14:textId="77777777" w:rsidR="000E362F" w:rsidRDefault="000E362F" w:rsidP="00801D49"/>
    <w:p w14:paraId="7466F961" w14:textId="77777777" w:rsidR="000E362F" w:rsidRPr="0001239D" w:rsidRDefault="000E362F" w:rsidP="00801D49">
      <w:pPr>
        <w:rPr>
          <w:sz w:val="32"/>
          <w:szCs w:val="32"/>
        </w:rPr>
      </w:pPr>
    </w:p>
    <w:p w14:paraId="2D79F30E" w14:textId="77777777" w:rsidR="000E362F" w:rsidRDefault="000E362F" w:rsidP="00801D49">
      <w:pPr>
        <w:rPr>
          <w:sz w:val="32"/>
          <w:szCs w:val="32"/>
        </w:rPr>
      </w:pPr>
    </w:p>
    <w:p w14:paraId="3A6E1A7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Deeanna,</w:t>
      </w:r>
    </w:p>
    <w:p w14:paraId="2CF9C116" w14:textId="77777777" w:rsidR="000E362F" w:rsidRDefault="000E362F" w:rsidP="00801D49">
      <w:pPr>
        <w:rPr>
          <w:sz w:val="32"/>
          <w:szCs w:val="32"/>
        </w:rPr>
      </w:pPr>
    </w:p>
    <w:p w14:paraId="047146E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8B8F012" w14:textId="77777777" w:rsidR="000E362F" w:rsidRDefault="000E362F" w:rsidP="00801D49">
      <w:pPr>
        <w:rPr>
          <w:sz w:val="32"/>
          <w:szCs w:val="32"/>
        </w:rPr>
      </w:pPr>
    </w:p>
    <w:p w14:paraId="39DE9D3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41DCB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EA35D2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5BCFF8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B14686" wp14:editId="1AEB4777">
                  <wp:extent cx="6399207" cy="3924300"/>
                  <wp:effectExtent l="0" t="0" r="1905" b="0"/>
                  <wp:docPr id="61" name="Picture 6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392764" w14:textId="77777777" w:rsidR="000E362F" w:rsidRDefault="000E362F" w:rsidP="00801D49"/>
    <w:p w14:paraId="07A8DD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Blondell Pugh</w:t>
      </w:r>
    </w:p>
    <w:p w14:paraId="7451DD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201 Hawk Ct</w:t>
      </w:r>
    </w:p>
    <w:p w14:paraId="03A4FA3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Providence, RI 2904</w:t>
      </w:r>
    </w:p>
    <w:p w14:paraId="6B20F9CF" w14:textId="77777777" w:rsidR="000E362F" w:rsidRDefault="000E362F" w:rsidP="00801D49"/>
    <w:p w14:paraId="6B1C5981" w14:textId="77777777" w:rsidR="000E362F" w:rsidRPr="0001239D" w:rsidRDefault="000E362F" w:rsidP="00801D49">
      <w:pPr>
        <w:rPr>
          <w:sz w:val="32"/>
          <w:szCs w:val="32"/>
        </w:rPr>
      </w:pPr>
    </w:p>
    <w:p w14:paraId="39A2ABDD" w14:textId="77777777" w:rsidR="000E362F" w:rsidRDefault="000E362F" w:rsidP="00801D49">
      <w:pPr>
        <w:rPr>
          <w:sz w:val="32"/>
          <w:szCs w:val="32"/>
        </w:rPr>
      </w:pPr>
    </w:p>
    <w:p w14:paraId="30A81CD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Blondell,</w:t>
      </w:r>
    </w:p>
    <w:p w14:paraId="3C666E78" w14:textId="77777777" w:rsidR="000E362F" w:rsidRDefault="000E362F" w:rsidP="00801D49">
      <w:pPr>
        <w:rPr>
          <w:sz w:val="32"/>
          <w:szCs w:val="32"/>
        </w:rPr>
      </w:pPr>
    </w:p>
    <w:p w14:paraId="40A8C4B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58E7EA3" w14:textId="77777777" w:rsidR="000E362F" w:rsidRDefault="000E362F" w:rsidP="00801D49">
      <w:pPr>
        <w:rPr>
          <w:sz w:val="32"/>
          <w:szCs w:val="32"/>
        </w:rPr>
      </w:pPr>
    </w:p>
    <w:p w14:paraId="669CFFD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10BA8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F84493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D0561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17054" wp14:editId="50DF2706">
                  <wp:extent cx="6399207" cy="3924300"/>
                  <wp:effectExtent l="0" t="0" r="1905" b="0"/>
                  <wp:docPr id="62" name="Picture 6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F88830" w14:textId="77777777" w:rsidR="000E362F" w:rsidRDefault="000E362F" w:rsidP="00801D49"/>
    <w:p w14:paraId="598D536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Jamal Vanausdal</w:t>
      </w:r>
    </w:p>
    <w:p w14:paraId="1DC6936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53075 Sw 152nd Ter #615</w:t>
      </w:r>
    </w:p>
    <w:p w14:paraId="6612BA8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Monroe Township, NJ 8831</w:t>
      </w:r>
    </w:p>
    <w:p w14:paraId="778B9A05" w14:textId="77777777" w:rsidR="000E362F" w:rsidRDefault="000E362F" w:rsidP="00801D49"/>
    <w:p w14:paraId="41A0BA1C" w14:textId="77777777" w:rsidR="000E362F" w:rsidRPr="0001239D" w:rsidRDefault="000E362F" w:rsidP="00801D49">
      <w:pPr>
        <w:rPr>
          <w:sz w:val="32"/>
          <w:szCs w:val="32"/>
        </w:rPr>
      </w:pPr>
    </w:p>
    <w:p w14:paraId="4E10AD98" w14:textId="77777777" w:rsidR="000E362F" w:rsidRDefault="000E362F" w:rsidP="00801D49">
      <w:pPr>
        <w:rPr>
          <w:sz w:val="32"/>
          <w:szCs w:val="32"/>
        </w:rPr>
      </w:pPr>
    </w:p>
    <w:p w14:paraId="70E08FD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Jamal,</w:t>
      </w:r>
    </w:p>
    <w:p w14:paraId="71FBDD7C" w14:textId="77777777" w:rsidR="000E362F" w:rsidRDefault="000E362F" w:rsidP="00801D49">
      <w:pPr>
        <w:rPr>
          <w:sz w:val="32"/>
          <w:szCs w:val="32"/>
        </w:rPr>
      </w:pPr>
    </w:p>
    <w:p w14:paraId="666CD3E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80A60D7" w14:textId="77777777" w:rsidR="000E362F" w:rsidRDefault="000E362F" w:rsidP="00801D49">
      <w:pPr>
        <w:rPr>
          <w:sz w:val="32"/>
          <w:szCs w:val="32"/>
        </w:rPr>
      </w:pPr>
    </w:p>
    <w:p w14:paraId="4132181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9D2C0C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25D7C8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539B83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E8E939" wp14:editId="5147F397">
                  <wp:extent cx="6399207" cy="3924300"/>
                  <wp:effectExtent l="0" t="0" r="1905" b="0"/>
                  <wp:docPr id="63" name="Picture 6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7F6A17" w14:textId="77777777" w:rsidR="000E362F" w:rsidRDefault="000E362F" w:rsidP="00801D49"/>
    <w:p w14:paraId="3E15B16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Cecily Hollack</w:t>
      </w:r>
    </w:p>
    <w:p w14:paraId="6144577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59 N Groesbeck Hwy</w:t>
      </w:r>
    </w:p>
    <w:p w14:paraId="15DD861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Austin, TX 78731</w:t>
      </w:r>
    </w:p>
    <w:p w14:paraId="6E6F04B6" w14:textId="77777777" w:rsidR="000E362F" w:rsidRDefault="000E362F" w:rsidP="00801D49"/>
    <w:p w14:paraId="3414B5D3" w14:textId="77777777" w:rsidR="000E362F" w:rsidRPr="0001239D" w:rsidRDefault="000E362F" w:rsidP="00801D49">
      <w:pPr>
        <w:rPr>
          <w:sz w:val="32"/>
          <w:szCs w:val="32"/>
        </w:rPr>
      </w:pPr>
    </w:p>
    <w:p w14:paraId="1990354C" w14:textId="77777777" w:rsidR="000E362F" w:rsidRDefault="000E362F" w:rsidP="00801D49">
      <w:pPr>
        <w:rPr>
          <w:sz w:val="32"/>
          <w:szCs w:val="32"/>
        </w:rPr>
      </w:pPr>
    </w:p>
    <w:p w14:paraId="4C596FB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Cecily,</w:t>
      </w:r>
    </w:p>
    <w:p w14:paraId="1E1E8CEE" w14:textId="77777777" w:rsidR="000E362F" w:rsidRDefault="000E362F" w:rsidP="00801D49">
      <w:pPr>
        <w:rPr>
          <w:sz w:val="32"/>
          <w:szCs w:val="32"/>
        </w:rPr>
      </w:pPr>
    </w:p>
    <w:p w14:paraId="15113FB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1C5D3E7" w14:textId="77777777" w:rsidR="000E362F" w:rsidRDefault="000E362F" w:rsidP="00801D49">
      <w:pPr>
        <w:rPr>
          <w:sz w:val="32"/>
          <w:szCs w:val="32"/>
        </w:rPr>
      </w:pPr>
    </w:p>
    <w:p w14:paraId="2D5F13E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38AFCE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CBCF7F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614F30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58D76C" wp14:editId="7B4D35D4">
                  <wp:extent cx="6399207" cy="3924300"/>
                  <wp:effectExtent l="0" t="0" r="1905" b="0"/>
                  <wp:docPr id="64" name="Picture 6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827CA7" w14:textId="77777777" w:rsidR="000E362F" w:rsidRDefault="000E362F" w:rsidP="00801D49"/>
    <w:p w14:paraId="60F4E10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Carmelina Lindall</w:t>
      </w:r>
    </w:p>
    <w:p w14:paraId="2D6A3C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2664 Lewis Rd</w:t>
      </w:r>
    </w:p>
    <w:p w14:paraId="5FA6EFA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Littleton, CO 80126</w:t>
      </w:r>
    </w:p>
    <w:p w14:paraId="22457B1E" w14:textId="77777777" w:rsidR="000E362F" w:rsidRDefault="000E362F" w:rsidP="00801D49"/>
    <w:p w14:paraId="5E90FB5F" w14:textId="77777777" w:rsidR="000E362F" w:rsidRPr="0001239D" w:rsidRDefault="000E362F" w:rsidP="00801D49">
      <w:pPr>
        <w:rPr>
          <w:sz w:val="32"/>
          <w:szCs w:val="32"/>
        </w:rPr>
      </w:pPr>
    </w:p>
    <w:p w14:paraId="7B0864AB" w14:textId="77777777" w:rsidR="000E362F" w:rsidRDefault="000E362F" w:rsidP="00801D49">
      <w:pPr>
        <w:rPr>
          <w:sz w:val="32"/>
          <w:szCs w:val="32"/>
        </w:rPr>
      </w:pPr>
    </w:p>
    <w:p w14:paraId="0C0AE95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Carmelina,</w:t>
      </w:r>
    </w:p>
    <w:p w14:paraId="19A558D6" w14:textId="77777777" w:rsidR="000E362F" w:rsidRDefault="000E362F" w:rsidP="00801D49">
      <w:pPr>
        <w:rPr>
          <w:sz w:val="32"/>
          <w:szCs w:val="32"/>
        </w:rPr>
      </w:pPr>
    </w:p>
    <w:p w14:paraId="774DDB1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0DBCB6B" w14:textId="77777777" w:rsidR="000E362F" w:rsidRDefault="000E362F" w:rsidP="00801D49">
      <w:pPr>
        <w:rPr>
          <w:sz w:val="32"/>
          <w:szCs w:val="32"/>
        </w:rPr>
      </w:pPr>
    </w:p>
    <w:p w14:paraId="0B17804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FA18E7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7C115D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E3730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16FFEC" wp14:editId="7964EEF3">
                  <wp:extent cx="6399207" cy="3924300"/>
                  <wp:effectExtent l="0" t="0" r="1905" b="0"/>
                  <wp:docPr id="65" name="Picture 6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70D5ED" w14:textId="77777777" w:rsidR="000E362F" w:rsidRDefault="000E362F" w:rsidP="00801D49"/>
    <w:p w14:paraId="34CBD9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Maurine Yglesias</w:t>
      </w:r>
    </w:p>
    <w:p w14:paraId="0B5E113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59 Shady Ln #53</w:t>
      </w:r>
    </w:p>
    <w:p w14:paraId="32C805D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Milwaukee, WI 53214</w:t>
      </w:r>
    </w:p>
    <w:p w14:paraId="3E94B0D1" w14:textId="77777777" w:rsidR="000E362F" w:rsidRDefault="000E362F" w:rsidP="00801D49"/>
    <w:p w14:paraId="6950261A" w14:textId="77777777" w:rsidR="000E362F" w:rsidRPr="0001239D" w:rsidRDefault="000E362F" w:rsidP="00801D49">
      <w:pPr>
        <w:rPr>
          <w:sz w:val="32"/>
          <w:szCs w:val="32"/>
        </w:rPr>
      </w:pPr>
    </w:p>
    <w:p w14:paraId="42D2AE07" w14:textId="77777777" w:rsidR="000E362F" w:rsidRDefault="000E362F" w:rsidP="00801D49">
      <w:pPr>
        <w:rPr>
          <w:sz w:val="32"/>
          <w:szCs w:val="32"/>
        </w:rPr>
      </w:pPr>
    </w:p>
    <w:p w14:paraId="276B22A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Maurine,</w:t>
      </w:r>
    </w:p>
    <w:p w14:paraId="541E2269" w14:textId="77777777" w:rsidR="000E362F" w:rsidRDefault="000E362F" w:rsidP="00801D49">
      <w:pPr>
        <w:rPr>
          <w:sz w:val="32"/>
          <w:szCs w:val="32"/>
        </w:rPr>
      </w:pPr>
    </w:p>
    <w:p w14:paraId="231AEEA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B41AA8C" w14:textId="77777777" w:rsidR="000E362F" w:rsidRDefault="000E362F" w:rsidP="00801D49">
      <w:pPr>
        <w:rPr>
          <w:sz w:val="32"/>
          <w:szCs w:val="32"/>
        </w:rPr>
      </w:pPr>
    </w:p>
    <w:p w14:paraId="013893B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28727D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7A0889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6117AC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2FE7E6" wp14:editId="38E033B4">
                  <wp:extent cx="6399207" cy="3924300"/>
                  <wp:effectExtent l="0" t="0" r="1905" b="0"/>
                  <wp:docPr id="66" name="Picture 6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A54107" w14:textId="77777777" w:rsidR="000E362F" w:rsidRDefault="000E362F" w:rsidP="00801D49"/>
    <w:p w14:paraId="62BC958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Tawna Buvens</w:t>
      </w:r>
    </w:p>
    <w:p w14:paraId="77C0B8F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3305 Nabell Ave #679</w:t>
      </w:r>
    </w:p>
    <w:p w14:paraId="3785285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10009</w:t>
      </w:r>
    </w:p>
    <w:p w14:paraId="0A6A2DAA" w14:textId="77777777" w:rsidR="000E362F" w:rsidRDefault="000E362F" w:rsidP="00801D49"/>
    <w:p w14:paraId="266676E0" w14:textId="77777777" w:rsidR="000E362F" w:rsidRPr="0001239D" w:rsidRDefault="000E362F" w:rsidP="00801D49">
      <w:pPr>
        <w:rPr>
          <w:sz w:val="32"/>
          <w:szCs w:val="32"/>
        </w:rPr>
      </w:pPr>
    </w:p>
    <w:p w14:paraId="43EB37FB" w14:textId="77777777" w:rsidR="000E362F" w:rsidRDefault="000E362F" w:rsidP="00801D49">
      <w:pPr>
        <w:rPr>
          <w:sz w:val="32"/>
          <w:szCs w:val="32"/>
        </w:rPr>
      </w:pPr>
    </w:p>
    <w:p w14:paraId="31CF726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Tawna,</w:t>
      </w:r>
    </w:p>
    <w:p w14:paraId="7E648134" w14:textId="77777777" w:rsidR="000E362F" w:rsidRDefault="000E362F" w:rsidP="00801D49">
      <w:pPr>
        <w:rPr>
          <w:sz w:val="32"/>
          <w:szCs w:val="32"/>
        </w:rPr>
      </w:pPr>
    </w:p>
    <w:p w14:paraId="70BD930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3BEB6E2" w14:textId="77777777" w:rsidR="000E362F" w:rsidRDefault="000E362F" w:rsidP="00801D49">
      <w:pPr>
        <w:rPr>
          <w:sz w:val="32"/>
          <w:szCs w:val="32"/>
        </w:rPr>
      </w:pPr>
    </w:p>
    <w:p w14:paraId="367AC44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C7EEB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00C17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71ED5E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2C4F5E" wp14:editId="1AED8DDC">
                  <wp:extent cx="6399207" cy="3924300"/>
                  <wp:effectExtent l="0" t="0" r="1905" b="0"/>
                  <wp:docPr id="67" name="Picture 6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0A645F" w14:textId="77777777" w:rsidR="000E362F" w:rsidRDefault="000E362F" w:rsidP="00801D49"/>
    <w:p w14:paraId="5EB9534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Penney Weight</w:t>
      </w:r>
    </w:p>
    <w:p w14:paraId="06BC783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 Fountain St</w:t>
      </w:r>
    </w:p>
    <w:p w14:paraId="075C193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Anchorage, AK 99515</w:t>
      </w:r>
    </w:p>
    <w:p w14:paraId="734020E7" w14:textId="77777777" w:rsidR="000E362F" w:rsidRDefault="000E362F" w:rsidP="00801D49"/>
    <w:p w14:paraId="7E3B3A85" w14:textId="77777777" w:rsidR="000E362F" w:rsidRPr="0001239D" w:rsidRDefault="000E362F" w:rsidP="00801D49">
      <w:pPr>
        <w:rPr>
          <w:sz w:val="32"/>
          <w:szCs w:val="32"/>
        </w:rPr>
      </w:pPr>
    </w:p>
    <w:p w14:paraId="41410337" w14:textId="77777777" w:rsidR="000E362F" w:rsidRDefault="000E362F" w:rsidP="00801D49">
      <w:pPr>
        <w:rPr>
          <w:sz w:val="32"/>
          <w:szCs w:val="32"/>
        </w:rPr>
      </w:pPr>
    </w:p>
    <w:p w14:paraId="76253B6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Penney,</w:t>
      </w:r>
    </w:p>
    <w:p w14:paraId="0D64EA3D" w14:textId="77777777" w:rsidR="000E362F" w:rsidRDefault="000E362F" w:rsidP="00801D49">
      <w:pPr>
        <w:rPr>
          <w:sz w:val="32"/>
          <w:szCs w:val="32"/>
        </w:rPr>
      </w:pPr>
    </w:p>
    <w:p w14:paraId="737AD78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AB9782" w14:textId="77777777" w:rsidR="000E362F" w:rsidRDefault="000E362F" w:rsidP="00801D49">
      <w:pPr>
        <w:rPr>
          <w:sz w:val="32"/>
          <w:szCs w:val="32"/>
        </w:rPr>
      </w:pPr>
    </w:p>
    <w:p w14:paraId="33E0301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AA0CDD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91E73E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605D73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67FA0E" wp14:editId="7DF0A959">
                  <wp:extent cx="6399207" cy="3924300"/>
                  <wp:effectExtent l="0" t="0" r="1905" b="0"/>
                  <wp:docPr id="68" name="Picture 6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526393" w14:textId="77777777" w:rsidR="000E362F" w:rsidRDefault="000E362F" w:rsidP="00801D49"/>
    <w:p w14:paraId="03C2F0B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Elly Morocco</w:t>
      </w:r>
    </w:p>
    <w:p w14:paraId="689A89E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W 32nd St</w:t>
      </w:r>
    </w:p>
    <w:p w14:paraId="0BA95DC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Erie, PA 16502</w:t>
      </w:r>
    </w:p>
    <w:p w14:paraId="7B80571D" w14:textId="77777777" w:rsidR="000E362F" w:rsidRDefault="000E362F" w:rsidP="00801D49"/>
    <w:p w14:paraId="059AE4FB" w14:textId="77777777" w:rsidR="000E362F" w:rsidRPr="0001239D" w:rsidRDefault="000E362F" w:rsidP="00801D49">
      <w:pPr>
        <w:rPr>
          <w:sz w:val="32"/>
          <w:szCs w:val="32"/>
        </w:rPr>
      </w:pPr>
    </w:p>
    <w:p w14:paraId="224F24F6" w14:textId="77777777" w:rsidR="000E362F" w:rsidRDefault="000E362F" w:rsidP="00801D49">
      <w:pPr>
        <w:rPr>
          <w:sz w:val="32"/>
          <w:szCs w:val="32"/>
        </w:rPr>
      </w:pPr>
    </w:p>
    <w:p w14:paraId="5149B88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Elly,</w:t>
      </w:r>
    </w:p>
    <w:p w14:paraId="1439C222" w14:textId="77777777" w:rsidR="000E362F" w:rsidRDefault="000E362F" w:rsidP="00801D49">
      <w:pPr>
        <w:rPr>
          <w:sz w:val="32"/>
          <w:szCs w:val="32"/>
        </w:rPr>
      </w:pPr>
    </w:p>
    <w:p w14:paraId="06D93BB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D49925" w14:textId="77777777" w:rsidR="000E362F" w:rsidRDefault="000E362F" w:rsidP="00801D49">
      <w:pPr>
        <w:rPr>
          <w:sz w:val="32"/>
          <w:szCs w:val="32"/>
        </w:rPr>
      </w:pPr>
    </w:p>
    <w:p w14:paraId="35040D1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776ED5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FF401E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7D09F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9DB95D" wp14:editId="01DCEC59">
                  <wp:extent cx="6399207" cy="3924300"/>
                  <wp:effectExtent l="0" t="0" r="1905" b="0"/>
                  <wp:docPr id="69" name="Picture 6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F9C519" w14:textId="77777777" w:rsidR="000E362F" w:rsidRDefault="000E362F" w:rsidP="00801D49"/>
    <w:p w14:paraId="3F0B232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Ilene Eroman</w:t>
      </w:r>
    </w:p>
    <w:p w14:paraId="2951600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2853 S Central Expy</w:t>
      </w:r>
    </w:p>
    <w:p w14:paraId="31DE790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Glen Burnie, MD 21061</w:t>
      </w:r>
    </w:p>
    <w:p w14:paraId="3ED53AF6" w14:textId="77777777" w:rsidR="000E362F" w:rsidRDefault="000E362F" w:rsidP="00801D49"/>
    <w:p w14:paraId="1543C52A" w14:textId="77777777" w:rsidR="000E362F" w:rsidRPr="0001239D" w:rsidRDefault="000E362F" w:rsidP="00801D49">
      <w:pPr>
        <w:rPr>
          <w:sz w:val="32"/>
          <w:szCs w:val="32"/>
        </w:rPr>
      </w:pPr>
    </w:p>
    <w:p w14:paraId="63EF8EE8" w14:textId="77777777" w:rsidR="000E362F" w:rsidRDefault="000E362F" w:rsidP="00801D49">
      <w:pPr>
        <w:rPr>
          <w:sz w:val="32"/>
          <w:szCs w:val="32"/>
        </w:rPr>
      </w:pPr>
    </w:p>
    <w:p w14:paraId="784A526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Ilene,</w:t>
      </w:r>
    </w:p>
    <w:p w14:paraId="5647A6AF" w14:textId="77777777" w:rsidR="000E362F" w:rsidRDefault="000E362F" w:rsidP="00801D49">
      <w:pPr>
        <w:rPr>
          <w:sz w:val="32"/>
          <w:szCs w:val="32"/>
        </w:rPr>
      </w:pPr>
    </w:p>
    <w:p w14:paraId="15D2783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659C9DD" w14:textId="77777777" w:rsidR="000E362F" w:rsidRDefault="000E362F" w:rsidP="00801D49">
      <w:pPr>
        <w:rPr>
          <w:sz w:val="32"/>
          <w:szCs w:val="32"/>
        </w:rPr>
      </w:pPr>
    </w:p>
    <w:p w14:paraId="7DA209D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C61305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A256FB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7873C6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63B15B" wp14:editId="7297AB2D">
                  <wp:extent cx="6399207" cy="3924300"/>
                  <wp:effectExtent l="0" t="0" r="1905" b="0"/>
                  <wp:docPr id="70" name="Picture 7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3ADA8D" w14:textId="77777777" w:rsidR="000E362F" w:rsidRDefault="000E362F" w:rsidP="00801D49"/>
    <w:p w14:paraId="61DF39B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Vallie Mondella</w:t>
      </w:r>
    </w:p>
    <w:p w14:paraId="4BB65A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 W College St</w:t>
      </w:r>
    </w:p>
    <w:p w14:paraId="2DBFA5F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Boise, ID 83707</w:t>
      </w:r>
    </w:p>
    <w:p w14:paraId="2C4E8F2F" w14:textId="77777777" w:rsidR="000E362F" w:rsidRDefault="000E362F" w:rsidP="00801D49"/>
    <w:p w14:paraId="5CD7B61F" w14:textId="77777777" w:rsidR="000E362F" w:rsidRPr="0001239D" w:rsidRDefault="000E362F" w:rsidP="00801D49">
      <w:pPr>
        <w:rPr>
          <w:sz w:val="32"/>
          <w:szCs w:val="32"/>
        </w:rPr>
      </w:pPr>
    </w:p>
    <w:p w14:paraId="5A729801" w14:textId="77777777" w:rsidR="000E362F" w:rsidRDefault="000E362F" w:rsidP="00801D49">
      <w:pPr>
        <w:rPr>
          <w:sz w:val="32"/>
          <w:szCs w:val="32"/>
        </w:rPr>
      </w:pPr>
    </w:p>
    <w:p w14:paraId="793E48E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Vallie,</w:t>
      </w:r>
    </w:p>
    <w:p w14:paraId="657FF7B9" w14:textId="77777777" w:rsidR="000E362F" w:rsidRDefault="000E362F" w:rsidP="00801D49">
      <w:pPr>
        <w:rPr>
          <w:sz w:val="32"/>
          <w:szCs w:val="32"/>
        </w:rPr>
      </w:pPr>
    </w:p>
    <w:p w14:paraId="794F4F6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A5B1B3" w14:textId="77777777" w:rsidR="000E362F" w:rsidRDefault="000E362F" w:rsidP="00801D49">
      <w:pPr>
        <w:rPr>
          <w:sz w:val="32"/>
          <w:szCs w:val="32"/>
        </w:rPr>
      </w:pPr>
    </w:p>
    <w:p w14:paraId="599F225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F4C58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B7245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4BDF0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8EDA41" wp14:editId="6657C1A8">
                  <wp:extent cx="6399207" cy="3924300"/>
                  <wp:effectExtent l="0" t="0" r="1905" b="0"/>
                  <wp:docPr id="71" name="Picture 7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F93A7A" w14:textId="77777777" w:rsidR="000E362F" w:rsidRDefault="000E362F" w:rsidP="00801D49"/>
    <w:p w14:paraId="064528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Kallie Blackwood</w:t>
      </w:r>
    </w:p>
    <w:p w14:paraId="2625CF2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701 S Harrison Rd</w:t>
      </w:r>
    </w:p>
    <w:p w14:paraId="1388017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Francisco, CA 94104</w:t>
      </w:r>
    </w:p>
    <w:p w14:paraId="63AC7829" w14:textId="77777777" w:rsidR="000E362F" w:rsidRDefault="000E362F" w:rsidP="00801D49"/>
    <w:p w14:paraId="6A8A9F7F" w14:textId="77777777" w:rsidR="000E362F" w:rsidRPr="0001239D" w:rsidRDefault="000E362F" w:rsidP="00801D49">
      <w:pPr>
        <w:rPr>
          <w:sz w:val="32"/>
          <w:szCs w:val="32"/>
        </w:rPr>
      </w:pPr>
    </w:p>
    <w:p w14:paraId="6315CCD6" w14:textId="77777777" w:rsidR="000E362F" w:rsidRDefault="000E362F" w:rsidP="00801D49">
      <w:pPr>
        <w:rPr>
          <w:sz w:val="32"/>
          <w:szCs w:val="32"/>
        </w:rPr>
      </w:pPr>
    </w:p>
    <w:p w14:paraId="566017B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Kallie,</w:t>
      </w:r>
    </w:p>
    <w:p w14:paraId="3F79B4FF" w14:textId="77777777" w:rsidR="000E362F" w:rsidRDefault="000E362F" w:rsidP="00801D49">
      <w:pPr>
        <w:rPr>
          <w:sz w:val="32"/>
          <w:szCs w:val="32"/>
        </w:rPr>
      </w:pPr>
    </w:p>
    <w:p w14:paraId="3B21705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CE0251C" w14:textId="77777777" w:rsidR="000E362F" w:rsidRDefault="000E362F" w:rsidP="00801D49">
      <w:pPr>
        <w:rPr>
          <w:sz w:val="32"/>
          <w:szCs w:val="32"/>
        </w:rPr>
      </w:pPr>
    </w:p>
    <w:p w14:paraId="0DFC52A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3FC96D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3D2021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C33370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AD4643" wp14:editId="456D5853">
                  <wp:extent cx="6399207" cy="3924300"/>
                  <wp:effectExtent l="0" t="0" r="1905" b="0"/>
                  <wp:docPr id="72" name="Picture 7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A73FAA" w14:textId="77777777" w:rsidR="000E362F" w:rsidRDefault="000E362F" w:rsidP="00801D49"/>
    <w:p w14:paraId="2D423AA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Johnetta Abdallah</w:t>
      </w:r>
    </w:p>
    <w:p w14:paraId="60D0964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1088 Pinehurst St</w:t>
      </w:r>
    </w:p>
    <w:p w14:paraId="3D21B61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Chapel Hill, NC 27514</w:t>
      </w:r>
    </w:p>
    <w:p w14:paraId="5153BF89" w14:textId="77777777" w:rsidR="000E362F" w:rsidRDefault="000E362F" w:rsidP="00801D49"/>
    <w:p w14:paraId="14E7DE89" w14:textId="77777777" w:rsidR="000E362F" w:rsidRPr="0001239D" w:rsidRDefault="000E362F" w:rsidP="00801D49">
      <w:pPr>
        <w:rPr>
          <w:sz w:val="32"/>
          <w:szCs w:val="32"/>
        </w:rPr>
      </w:pPr>
    </w:p>
    <w:p w14:paraId="1E50F999" w14:textId="77777777" w:rsidR="000E362F" w:rsidRDefault="000E362F" w:rsidP="00801D49">
      <w:pPr>
        <w:rPr>
          <w:sz w:val="32"/>
          <w:szCs w:val="32"/>
        </w:rPr>
      </w:pPr>
    </w:p>
    <w:p w14:paraId="2384358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Johnetta,</w:t>
      </w:r>
    </w:p>
    <w:p w14:paraId="220658CE" w14:textId="77777777" w:rsidR="000E362F" w:rsidRDefault="000E362F" w:rsidP="00801D49">
      <w:pPr>
        <w:rPr>
          <w:sz w:val="32"/>
          <w:szCs w:val="32"/>
        </w:rPr>
      </w:pPr>
    </w:p>
    <w:p w14:paraId="6889ABB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8DF70F" w14:textId="77777777" w:rsidR="000E362F" w:rsidRDefault="000E362F" w:rsidP="00801D49">
      <w:pPr>
        <w:rPr>
          <w:sz w:val="32"/>
          <w:szCs w:val="32"/>
        </w:rPr>
      </w:pPr>
    </w:p>
    <w:p w14:paraId="554BB0E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3CF299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ACC515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D7BA09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E235C8" wp14:editId="1735F407">
                  <wp:extent cx="6399207" cy="3924300"/>
                  <wp:effectExtent l="0" t="0" r="1905" b="0"/>
                  <wp:docPr id="73" name="Picture 7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594EF3" w14:textId="77777777" w:rsidR="000E362F" w:rsidRDefault="000E362F" w:rsidP="00801D49"/>
    <w:p w14:paraId="1C3679A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Bobbye Rhym</w:t>
      </w:r>
    </w:p>
    <w:p w14:paraId="70E69A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30 W 80th St #1995</w:t>
      </w:r>
    </w:p>
    <w:p w14:paraId="59C499C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Carlos, CA 94070</w:t>
      </w:r>
    </w:p>
    <w:p w14:paraId="664C0663" w14:textId="77777777" w:rsidR="000E362F" w:rsidRDefault="000E362F" w:rsidP="00801D49"/>
    <w:p w14:paraId="0D9DEC6B" w14:textId="77777777" w:rsidR="000E362F" w:rsidRPr="0001239D" w:rsidRDefault="000E362F" w:rsidP="00801D49">
      <w:pPr>
        <w:rPr>
          <w:sz w:val="32"/>
          <w:szCs w:val="32"/>
        </w:rPr>
      </w:pPr>
    </w:p>
    <w:p w14:paraId="7E838049" w14:textId="77777777" w:rsidR="000E362F" w:rsidRDefault="000E362F" w:rsidP="00801D49">
      <w:pPr>
        <w:rPr>
          <w:sz w:val="32"/>
          <w:szCs w:val="32"/>
        </w:rPr>
      </w:pPr>
    </w:p>
    <w:p w14:paraId="15DD724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Bobbye,</w:t>
      </w:r>
    </w:p>
    <w:p w14:paraId="6B769829" w14:textId="77777777" w:rsidR="000E362F" w:rsidRDefault="000E362F" w:rsidP="00801D49">
      <w:pPr>
        <w:rPr>
          <w:sz w:val="32"/>
          <w:szCs w:val="32"/>
        </w:rPr>
      </w:pPr>
    </w:p>
    <w:p w14:paraId="3FB852D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D4E8BA0" w14:textId="77777777" w:rsidR="000E362F" w:rsidRDefault="000E362F" w:rsidP="00801D49">
      <w:pPr>
        <w:rPr>
          <w:sz w:val="32"/>
          <w:szCs w:val="32"/>
        </w:rPr>
      </w:pPr>
    </w:p>
    <w:p w14:paraId="694F2F3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DD37D1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DEE61B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72BDF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DF7721" wp14:editId="16E9E483">
                  <wp:extent cx="6399207" cy="3924300"/>
                  <wp:effectExtent l="0" t="0" r="1905" b="0"/>
                  <wp:docPr id="74" name="Picture 7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272057" w14:textId="77777777" w:rsidR="000E362F" w:rsidRDefault="000E362F" w:rsidP="00801D49"/>
    <w:p w14:paraId="51107D4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Micaela Rhymes</w:t>
      </w:r>
    </w:p>
    <w:p w14:paraId="00A3C8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20932 Hedley St</w:t>
      </w:r>
    </w:p>
    <w:p w14:paraId="2657005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Concord, CA 94520</w:t>
      </w:r>
    </w:p>
    <w:p w14:paraId="72B52C33" w14:textId="77777777" w:rsidR="000E362F" w:rsidRDefault="000E362F" w:rsidP="00801D49"/>
    <w:p w14:paraId="2B6D8C03" w14:textId="77777777" w:rsidR="000E362F" w:rsidRPr="0001239D" w:rsidRDefault="000E362F" w:rsidP="00801D49">
      <w:pPr>
        <w:rPr>
          <w:sz w:val="32"/>
          <w:szCs w:val="32"/>
        </w:rPr>
      </w:pPr>
    </w:p>
    <w:p w14:paraId="24A12B7A" w14:textId="77777777" w:rsidR="000E362F" w:rsidRDefault="000E362F" w:rsidP="00801D49">
      <w:pPr>
        <w:rPr>
          <w:sz w:val="32"/>
          <w:szCs w:val="32"/>
        </w:rPr>
      </w:pPr>
    </w:p>
    <w:p w14:paraId="560DBFB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Micaela,</w:t>
      </w:r>
    </w:p>
    <w:p w14:paraId="68817605" w14:textId="77777777" w:rsidR="000E362F" w:rsidRDefault="000E362F" w:rsidP="00801D49">
      <w:pPr>
        <w:rPr>
          <w:sz w:val="32"/>
          <w:szCs w:val="32"/>
        </w:rPr>
      </w:pPr>
    </w:p>
    <w:p w14:paraId="49999F2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57B158D" w14:textId="77777777" w:rsidR="000E362F" w:rsidRDefault="000E362F" w:rsidP="00801D49">
      <w:pPr>
        <w:rPr>
          <w:sz w:val="32"/>
          <w:szCs w:val="32"/>
        </w:rPr>
      </w:pPr>
    </w:p>
    <w:p w14:paraId="7DF6842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538ECB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B05B72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3DEF26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F03FEC" wp14:editId="0CD0FB68">
                  <wp:extent cx="6399207" cy="3924300"/>
                  <wp:effectExtent l="0" t="0" r="1905" b="0"/>
                  <wp:docPr id="75" name="Picture 7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112CF" w14:textId="77777777" w:rsidR="000E362F" w:rsidRDefault="000E362F" w:rsidP="00801D49"/>
    <w:p w14:paraId="724B8AC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Tamar Hoogland</w:t>
      </w:r>
    </w:p>
    <w:p w14:paraId="5716FC1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2737 Pistorio Rd #9230</w:t>
      </w:r>
    </w:p>
    <w:p w14:paraId="27D28A8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London, OH 43140</w:t>
      </w:r>
    </w:p>
    <w:p w14:paraId="5319140A" w14:textId="77777777" w:rsidR="000E362F" w:rsidRDefault="000E362F" w:rsidP="00801D49"/>
    <w:p w14:paraId="0422A9EA" w14:textId="77777777" w:rsidR="000E362F" w:rsidRPr="0001239D" w:rsidRDefault="000E362F" w:rsidP="00801D49">
      <w:pPr>
        <w:rPr>
          <w:sz w:val="32"/>
          <w:szCs w:val="32"/>
        </w:rPr>
      </w:pPr>
    </w:p>
    <w:p w14:paraId="40DD2729" w14:textId="77777777" w:rsidR="000E362F" w:rsidRDefault="000E362F" w:rsidP="00801D49">
      <w:pPr>
        <w:rPr>
          <w:sz w:val="32"/>
          <w:szCs w:val="32"/>
        </w:rPr>
      </w:pPr>
    </w:p>
    <w:p w14:paraId="7F342FB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Tamar,</w:t>
      </w:r>
    </w:p>
    <w:p w14:paraId="1017D8A0" w14:textId="77777777" w:rsidR="000E362F" w:rsidRDefault="000E362F" w:rsidP="00801D49">
      <w:pPr>
        <w:rPr>
          <w:sz w:val="32"/>
          <w:szCs w:val="32"/>
        </w:rPr>
      </w:pPr>
    </w:p>
    <w:p w14:paraId="7DDE34E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09FBC3C" w14:textId="77777777" w:rsidR="000E362F" w:rsidRDefault="000E362F" w:rsidP="00801D49">
      <w:pPr>
        <w:rPr>
          <w:sz w:val="32"/>
          <w:szCs w:val="32"/>
        </w:rPr>
      </w:pPr>
    </w:p>
    <w:p w14:paraId="1B0526A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FA7F0B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863CDE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8CA6A7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4980E0" wp14:editId="46E1DEC7">
                  <wp:extent cx="6399207" cy="3924300"/>
                  <wp:effectExtent l="0" t="0" r="1905" b="0"/>
                  <wp:docPr id="76" name="Picture 7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EA288" w14:textId="77777777" w:rsidR="000E362F" w:rsidRDefault="000E362F" w:rsidP="00801D49"/>
    <w:p w14:paraId="130E1B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Moon Parlato</w:t>
      </w:r>
    </w:p>
    <w:p w14:paraId="1F34F9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74989 Brandon St</w:t>
      </w:r>
    </w:p>
    <w:p w14:paraId="4E4E6BB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Wellsville, NY 14895</w:t>
      </w:r>
    </w:p>
    <w:p w14:paraId="31869DDA" w14:textId="77777777" w:rsidR="000E362F" w:rsidRDefault="000E362F" w:rsidP="00801D49"/>
    <w:p w14:paraId="14627649" w14:textId="77777777" w:rsidR="000E362F" w:rsidRPr="0001239D" w:rsidRDefault="000E362F" w:rsidP="00801D49">
      <w:pPr>
        <w:rPr>
          <w:sz w:val="32"/>
          <w:szCs w:val="32"/>
        </w:rPr>
      </w:pPr>
    </w:p>
    <w:p w14:paraId="206089F1" w14:textId="77777777" w:rsidR="000E362F" w:rsidRDefault="000E362F" w:rsidP="00801D49">
      <w:pPr>
        <w:rPr>
          <w:sz w:val="32"/>
          <w:szCs w:val="32"/>
        </w:rPr>
      </w:pPr>
    </w:p>
    <w:p w14:paraId="3298979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Moon,</w:t>
      </w:r>
    </w:p>
    <w:p w14:paraId="22FCB980" w14:textId="77777777" w:rsidR="000E362F" w:rsidRDefault="000E362F" w:rsidP="00801D49">
      <w:pPr>
        <w:rPr>
          <w:sz w:val="32"/>
          <w:szCs w:val="32"/>
        </w:rPr>
      </w:pPr>
    </w:p>
    <w:p w14:paraId="5465331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6535FF" w14:textId="77777777" w:rsidR="000E362F" w:rsidRDefault="000E362F" w:rsidP="00801D49">
      <w:pPr>
        <w:rPr>
          <w:sz w:val="32"/>
          <w:szCs w:val="32"/>
        </w:rPr>
      </w:pPr>
    </w:p>
    <w:p w14:paraId="4AD5462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2F17A8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189D48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4F6222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2C441E" wp14:editId="573E2C35">
                  <wp:extent cx="6399207" cy="3924300"/>
                  <wp:effectExtent l="0" t="0" r="1905" b="0"/>
                  <wp:docPr id="77" name="Picture 7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AAA052" w14:textId="77777777" w:rsidR="000E362F" w:rsidRDefault="000E362F" w:rsidP="00801D49"/>
    <w:p w14:paraId="4FD557D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Laurel Reitler</w:t>
      </w:r>
    </w:p>
    <w:p w14:paraId="4698665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Kains Ave</w:t>
      </w:r>
    </w:p>
    <w:p w14:paraId="5F9A11A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Baltimore, MD 21215</w:t>
      </w:r>
    </w:p>
    <w:p w14:paraId="34A35662" w14:textId="77777777" w:rsidR="000E362F" w:rsidRDefault="000E362F" w:rsidP="00801D49"/>
    <w:p w14:paraId="7935C1F8" w14:textId="77777777" w:rsidR="000E362F" w:rsidRPr="0001239D" w:rsidRDefault="000E362F" w:rsidP="00801D49">
      <w:pPr>
        <w:rPr>
          <w:sz w:val="32"/>
          <w:szCs w:val="32"/>
        </w:rPr>
      </w:pPr>
    </w:p>
    <w:p w14:paraId="1E5F352A" w14:textId="77777777" w:rsidR="000E362F" w:rsidRDefault="000E362F" w:rsidP="00801D49">
      <w:pPr>
        <w:rPr>
          <w:sz w:val="32"/>
          <w:szCs w:val="32"/>
        </w:rPr>
      </w:pPr>
    </w:p>
    <w:p w14:paraId="45875F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Laurel,</w:t>
      </w:r>
    </w:p>
    <w:p w14:paraId="756D69DF" w14:textId="77777777" w:rsidR="000E362F" w:rsidRDefault="000E362F" w:rsidP="00801D49">
      <w:pPr>
        <w:rPr>
          <w:sz w:val="32"/>
          <w:szCs w:val="32"/>
        </w:rPr>
      </w:pPr>
    </w:p>
    <w:p w14:paraId="018398E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08DD0BA" w14:textId="77777777" w:rsidR="000E362F" w:rsidRDefault="000E362F" w:rsidP="00801D49">
      <w:pPr>
        <w:rPr>
          <w:sz w:val="32"/>
          <w:szCs w:val="32"/>
        </w:rPr>
      </w:pPr>
    </w:p>
    <w:p w14:paraId="4B8D3E3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499D19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2A3F29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C0A4FC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32CA05" wp14:editId="427CD059">
                  <wp:extent cx="6399207" cy="3924300"/>
                  <wp:effectExtent l="0" t="0" r="1905" b="0"/>
                  <wp:docPr id="78" name="Picture 7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9E6E82" w14:textId="77777777" w:rsidR="000E362F" w:rsidRDefault="000E362F" w:rsidP="00801D49"/>
    <w:p w14:paraId="3702616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Delisa Crupi</w:t>
      </w:r>
    </w:p>
    <w:p w14:paraId="715F366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47565 W Grand Ave</w:t>
      </w:r>
    </w:p>
    <w:p w14:paraId="6CB62D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Newark, NJ 7105</w:t>
      </w:r>
    </w:p>
    <w:p w14:paraId="23FCC140" w14:textId="77777777" w:rsidR="000E362F" w:rsidRDefault="000E362F" w:rsidP="00801D49"/>
    <w:p w14:paraId="328E72D1" w14:textId="77777777" w:rsidR="000E362F" w:rsidRPr="0001239D" w:rsidRDefault="000E362F" w:rsidP="00801D49">
      <w:pPr>
        <w:rPr>
          <w:sz w:val="32"/>
          <w:szCs w:val="32"/>
        </w:rPr>
      </w:pPr>
    </w:p>
    <w:p w14:paraId="1DD7891B" w14:textId="77777777" w:rsidR="000E362F" w:rsidRDefault="000E362F" w:rsidP="00801D49">
      <w:pPr>
        <w:rPr>
          <w:sz w:val="32"/>
          <w:szCs w:val="32"/>
        </w:rPr>
      </w:pPr>
    </w:p>
    <w:p w14:paraId="70B387B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Delisa,</w:t>
      </w:r>
    </w:p>
    <w:p w14:paraId="326AF03E" w14:textId="77777777" w:rsidR="000E362F" w:rsidRDefault="000E362F" w:rsidP="00801D49">
      <w:pPr>
        <w:rPr>
          <w:sz w:val="32"/>
          <w:szCs w:val="32"/>
        </w:rPr>
      </w:pPr>
    </w:p>
    <w:p w14:paraId="4B8F562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4E9425A" w14:textId="77777777" w:rsidR="000E362F" w:rsidRDefault="000E362F" w:rsidP="00801D49">
      <w:pPr>
        <w:rPr>
          <w:sz w:val="32"/>
          <w:szCs w:val="32"/>
        </w:rPr>
      </w:pPr>
    </w:p>
    <w:p w14:paraId="13A3604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DB10E4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0CDA0E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7DCA7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51B874" wp14:editId="5F1E16FA">
                  <wp:extent cx="6399207" cy="3924300"/>
                  <wp:effectExtent l="0" t="0" r="1905" b="0"/>
                  <wp:docPr id="79" name="Picture 7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A3B8E7" w14:textId="77777777" w:rsidR="000E362F" w:rsidRDefault="000E362F" w:rsidP="00801D49"/>
    <w:p w14:paraId="52F96C1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Viva Toelkes</w:t>
      </w:r>
    </w:p>
    <w:p w14:paraId="45B4265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4284 Dorigo Ln</w:t>
      </w:r>
    </w:p>
    <w:p w14:paraId="2B2FA0B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60647</w:t>
      </w:r>
    </w:p>
    <w:p w14:paraId="5D3630ED" w14:textId="77777777" w:rsidR="000E362F" w:rsidRDefault="000E362F" w:rsidP="00801D49"/>
    <w:p w14:paraId="02FFCBC5" w14:textId="77777777" w:rsidR="000E362F" w:rsidRPr="0001239D" w:rsidRDefault="000E362F" w:rsidP="00801D49">
      <w:pPr>
        <w:rPr>
          <w:sz w:val="32"/>
          <w:szCs w:val="32"/>
        </w:rPr>
      </w:pPr>
    </w:p>
    <w:p w14:paraId="2A38E59D" w14:textId="77777777" w:rsidR="000E362F" w:rsidRDefault="000E362F" w:rsidP="00801D49">
      <w:pPr>
        <w:rPr>
          <w:sz w:val="32"/>
          <w:szCs w:val="32"/>
        </w:rPr>
      </w:pPr>
    </w:p>
    <w:p w14:paraId="63CD6F7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Viva,</w:t>
      </w:r>
    </w:p>
    <w:p w14:paraId="5B3AC269" w14:textId="77777777" w:rsidR="000E362F" w:rsidRDefault="000E362F" w:rsidP="00801D49">
      <w:pPr>
        <w:rPr>
          <w:sz w:val="32"/>
          <w:szCs w:val="32"/>
        </w:rPr>
      </w:pPr>
    </w:p>
    <w:p w14:paraId="7841123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3654456" w14:textId="77777777" w:rsidR="000E362F" w:rsidRDefault="000E362F" w:rsidP="00801D49">
      <w:pPr>
        <w:rPr>
          <w:sz w:val="32"/>
          <w:szCs w:val="32"/>
        </w:rPr>
      </w:pPr>
    </w:p>
    <w:p w14:paraId="0EFB8E7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394D1A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DF126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F3CDC5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6450AF" wp14:editId="43781793">
                  <wp:extent cx="6399207" cy="3924300"/>
                  <wp:effectExtent l="0" t="0" r="1905" b="0"/>
                  <wp:docPr id="80" name="Picture 8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D12CB1" w14:textId="77777777" w:rsidR="000E362F" w:rsidRDefault="000E362F" w:rsidP="00801D49"/>
    <w:p w14:paraId="77AC5C2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Elza Lipke</w:t>
      </w:r>
    </w:p>
    <w:p w14:paraId="2A57A2C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6794 Lake Dr E</w:t>
      </w:r>
    </w:p>
    <w:p w14:paraId="7F0B794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Newark, NJ 7104</w:t>
      </w:r>
    </w:p>
    <w:p w14:paraId="7638E80B" w14:textId="77777777" w:rsidR="000E362F" w:rsidRDefault="000E362F" w:rsidP="00801D49"/>
    <w:p w14:paraId="002AD806" w14:textId="77777777" w:rsidR="000E362F" w:rsidRPr="0001239D" w:rsidRDefault="000E362F" w:rsidP="00801D49">
      <w:pPr>
        <w:rPr>
          <w:sz w:val="32"/>
          <w:szCs w:val="32"/>
        </w:rPr>
      </w:pPr>
    </w:p>
    <w:p w14:paraId="06AE128F" w14:textId="77777777" w:rsidR="000E362F" w:rsidRDefault="000E362F" w:rsidP="00801D49">
      <w:pPr>
        <w:rPr>
          <w:sz w:val="32"/>
          <w:szCs w:val="32"/>
        </w:rPr>
      </w:pPr>
    </w:p>
    <w:p w14:paraId="5F0AAA2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Elza,</w:t>
      </w:r>
    </w:p>
    <w:p w14:paraId="372E76D9" w14:textId="77777777" w:rsidR="000E362F" w:rsidRDefault="000E362F" w:rsidP="00801D49">
      <w:pPr>
        <w:rPr>
          <w:sz w:val="32"/>
          <w:szCs w:val="32"/>
        </w:rPr>
      </w:pPr>
    </w:p>
    <w:p w14:paraId="0C92217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1AF31A" w14:textId="77777777" w:rsidR="000E362F" w:rsidRDefault="000E362F" w:rsidP="00801D49">
      <w:pPr>
        <w:rPr>
          <w:sz w:val="32"/>
          <w:szCs w:val="32"/>
        </w:rPr>
      </w:pPr>
    </w:p>
    <w:p w14:paraId="6DED059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8FD115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36711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F8FA83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2D3F9C" wp14:editId="6FEE425F">
                  <wp:extent cx="6399207" cy="3924300"/>
                  <wp:effectExtent l="0" t="0" r="1905" b="0"/>
                  <wp:docPr id="81" name="Picture 8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9CA6DE" w14:textId="77777777" w:rsidR="000E362F" w:rsidRDefault="000E362F" w:rsidP="00801D49"/>
    <w:p w14:paraId="78BA58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Devorah Chickering</w:t>
      </w:r>
    </w:p>
    <w:p w14:paraId="1FE70B5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31 Douglas Blvd #950</w:t>
      </w:r>
    </w:p>
    <w:p w14:paraId="7DAB671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Clovis, NM 88101</w:t>
      </w:r>
    </w:p>
    <w:p w14:paraId="339DDC2E" w14:textId="77777777" w:rsidR="000E362F" w:rsidRDefault="000E362F" w:rsidP="00801D49"/>
    <w:p w14:paraId="4A14A4DB" w14:textId="77777777" w:rsidR="000E362F" w:rsidRPr="0001239D" w:rsidRDefault="000E362F" w:rsidP="00801D49">
      <w:pPr>
        <w:rPr>
          <w:sz w:val="32"/>
          <w:szCs w:val="32"/>
        </w:rPr>
      </w:pPr>
    </w:p>
    <w:p w14:paraId="15053EBA" w14:textId="77777777" w:rsidR="000E362F" w:rsidRDefault="000E362F" w:rsidP="00801D49">
      <w:pPr>
        <w:rPr>
          <w:sz w:val="32"/>
          <w:szCs w:val="32"/>
        </w:rPr>
      </w:pPr>
    </w:p>
    <w:p w14:paraId="05441EE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Devorah,</w:t>
      </w:r>
    </w:p>
    <w:p w14:paraId="2161E8F2" w14:textId="77777777" w:rsidR="000E362F" w:rsidRDefault="000E362F" w:rsidP="00801D49">
      <w:pPr>
        <w:rPr>
          <w:sz w:val="32"/>
          <w:szCs w:val="32"/>
        </w:rPr>
      </w:pPr>
    </w:p>
    <w:p w14:paraId="443256C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A3788A6" w14:textId="77777777" w:rsidR="000E362F" w:rsidRDefault="000E362F" w:rsidP="00801D49">
      <w:pPr>
        <w:rPr>
          <w:sz w:val="32"/>
          <w:szCs w:val="32"/>
        </w:rPr>
      </w:pPr>
    </w:p>
    <w:p w14:paraId="1F82344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11C57D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D079F6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761C67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753CB6" wp14:editId="06A6D1E3">
                  <wp:extent cx="6399207" cy="3924300"/>
                  <wp:effectExtent l="0" t="0" r="1905" b="0"/>
                  <wp:docPr id="82" name="Picture 8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7AA934" w14:textId="77777777" w:rsidR="000E362F" w:rsidRDefault="000E362F" w:rsidP="00801D49"/>
    <w:p w14:paraId="24B9FC9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Timothy Mulqueen</w:t>
      </w:r>
    </w:p>
    <w:p w14:paraId="0E1D133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44 W 4th St</w:t>
      </w:r>
    </w:p>
    <w:p w14:paraId="0C77DCD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Staten Island, NY 10309</w:t>
      </w:r>
    </w:p>
    <w:p w14:paraId="6D5FB0C4" w14:textId="77777777" w:rsidR="000E362F" w:rsidRDefault="000E362F" w:rsidP="00801D49"/>
    <w:p w14:paraId="0B0D43CC" w14:textId="77777777" w:rsidR="000E362F" w:rsidRPr="0001239D" w:rsidRDefault="000E362F" w:rsidP="00801D49">
      <w:pPr>
        <w:rPr>
          <w:sz w:val="32"/>
          <w:szCs w:val="32"/>
        </w:rPr>
      </w:pPr>
    </w:p>
    <w:p w14:paraId="16EE8E80" w14:textId="77777777" w:rsidR="000E362F" w:rsidRDefault="000E362F" w:rsidP="00801D49">
      <w:pPr>
        <w:rPr>
          <w:sz w:val="32"/>
          <w:szCs w:val="32"/>
        </w:rPr>
      </w:pPr>
    </w:p>
    <w:p w14:paraId="58DD907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Timothy,</w:t>
      </w:r>
    </w:p>
    <w:p w14:paraId="46FC7934" w14:textId="77777777" w:rsidR="000E362F" w:rsidRDefault="000E362F" w:rsidP="00801D49">
      <w:pPr>
        <w:rPr>
          <w:sz w:val="32"/>
          <w:szCs w:val="32"/>
        </w:rPr>
      </w:pPr>
    </w:p>
    <w:p w14:paraId="5EC2946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9C455C9" w14:textId="77777777" w:rsidR="000E362F" w:rsidRDefault="000E362F" w:rsidP="00801D49">
      <w:pPr>
        <w:rPr>
          <w:sz w:val="32"/>
          <w:szCs w:val="32"/>
        </w:rPr>
      </w:pPr>
    </w:p>
    <w:p w14:paraId="2C1BF17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0B15D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4270CC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F52522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CE94AE" wp14:editId="382ABF4A">
                  <wp:extent cx="6399207" cy="3924300"/>
                  <wp:effectExtent l="0" t="0" r="1905" b="0"/>
                  <wp:docPr id="83" name="Picture 8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21B08A" w14:textId="77777777" w:rsidR="000E362F" w:rsidRDefault="000E362F" w:rsidP="00801D49"/>
    <w:p w14:paraId="2C7E89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Arlette Honeywell</w:t>
      </w:r>
    </w:p>
    <w:p w14:paraId="0D627F6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11279 Loytan St</w:t>
      </w:r>
    </w:p>
    <w:p w14:paraId="16BDB73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Jacksonville, FL 32254</w:t>
      </w:r>
    </w:p>
    <w:p w14:paraId="072B2A1A" w14:textId="77777777" w:rsidR="000E362F" w:rsidRDefault="000E362F" w:rsidP="00801D49"/>
    <w:p w14:paraId="1DFAEEDB" w14:textId="77777777" w:rsidR="000E362F" w:rsidRPr="0001239D" w:rsidRDefault="000E362F" w:rsidP="00801D49">
      <w:pPr>
        <w:rPr>
          <w:sz w:val="32"/>
          <w:szCs w:val="32"/>
        </w:rPr>
      </w:pPr>
    </w:p>
    <w:p w14:paraId="3EA9FF02" w14:textId="77777777" w:rsidR="000E362F" w:rsidRDefault="000E362F" w:rsidP="00801D49">
      <w:pPr>
        <w:rPr>
          <w:sz w:val="32"/>
          <w:szCs w:val="32"/>
        </w:rPr>
      </w:pPr>
    </w:p>
    <w:p w14:paraId="1AA8B31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Arlette,</w:t>
      </w:r>
    </w:p>
    <w:p w14:paraId="54EB3825" w14:textId="77777777" w:rsidR="000E362F" w:rsidRDefault="000E362F" w:rsidP="00801D49">
      <w:pPr>
        <w:rPr>
          <w:sz w:val="32"/>
          <w:szCs w:val="32"/>
        </w:rPr>
      </w:pPr>
    </w:p>
    <w:p w14:paraId="5ED5C58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07769A" w14:textId="77777777" w:rsidR="000E362F" w:rsidRDefault="000E362F" w:rsidP="00801D49">
      <w:pPr>
        <w:rPr>
          <w:sz w:val="32"/>
          <w:szCs w:val="32"/>
        </w:rPr>
      </w:pPr>
    </w:p>
    <w:p w14:paraId="1B5DD26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95CA44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B1DD07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218591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F938D2" wp14:editId="2605C04F">
                  <wp:extent cx="6399207" cy="3924300"/>
                  <wp:effectExtent l="0" t="0" r="1905" b="0"/>
                  <wp:docPr id="84" name="Picture 8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D27537" w14:textId="77777777" w:rsidR="000E362F" w:rsidRDefault="000E362F" w:rsidP="00801D49"/>
    <w:p w14:paraId="71E7839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Dominque Dickerson</w:t>
      </w:r>
    </w:p>
    <w:p w14:paraId="59B106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69 Marquette Ave</w:t>
      </w:r>
    </w:p>
    <w:p w14:paraId="775584C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Hayward, CA 94545</w:t>
      </w:r>
    </w:p>
    <w:p w14:paraId="26D37E31" w14:textId="77777777" w:rsidR="000E362F" w:rsidRDefault="000E362F" w:rsidP="00801D49"/>
    <w:p w14:paraId="1A9CE4C3" w14:textId="77777777" w:rsidR="000E362F" w:rsidRPr="0001239D" w:rsidRDefault="000E362F" w:rsidP="00801D49">
      <w:pPr>
        <w:rPr>
          <w:sz w:val="32"/>
          <w:szCs w:val="32"/>
        </w:rPr>
      </w:pPr>
    </w:p>
    <w:p w14:paraId="1000C0D8" w14:textId="77777777" w:rsidR="000E362F" w:rsidRDefault="000E362F" w:rsidP="00801D49">
      <w:pPr>
        <w:rPr>
          <w:sz w:val="32"/>
          <w:szCs w:val="32"/>
        </w:rPr>
      </w:pPr>
    </w:p>
    <w:p w14:paraId="07F2D43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Dominque,</w:t>
      </w:r>
    </w:p>
    <w:p w14:paraId="09C33EB6" w14:textId="77777777" w:rsidR="000E362F" w:rsidRDefault="000E362F" w:rsidP="00801D49">
      <w:pPr>
        <w:rPr>
          <w:sz w:val="32"/>
          <w:szCs w:val="32"/>
        </w:rPr>
      </w:pPr>
    </w:p>
    <w:p w14:paraId="2249769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757CB68" w14:textId="77777777" w:rsidR="000E362F" w:rsidRDefault="000E362F" w:rsidP="00801D49">
      <w:pPr>
        <w:rPr>
          <w:sz w:val="32"/>
          <w:szCs w:val="32"/>
        </w:rPr>
      </w:pPr>
    </w:p>
    <w:p w14:paraId="7E23505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CDE15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4C4A1B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4498D7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AF5F61" wp14:editId="73EAED6B">
                  <wp:extent cx="6399207" cy="3924300"/>
                  <wp:effectExtent l="0" t="0" r="1905" b="0"/>
                  <wp:docPr id="85" name="Picture 8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7CA5A5" w14:textId="77777777" w:rsidR="000E362F" w:rsidRDefault="000E362F" w:rsidP="00801D49"/>
    <w:p w14:paraId="56EBA5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Lettie Isenhower</w:t>
      </w:r>
    </w:p>
    <w:p w14:paraId="293FA58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 W Main St</w:t>
      </w:r>
    </w:p>
    <w:p w14:paraId="09BF0BE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Beachwood, OH 44122</w:t>
      </w:r>
    </w:p>
    <w:p w14:paraId="01389C86" w14:textId="77777777" w:rsidR="000E362F" w:rsidRDefault="000E362F" w:rsidP="00801D49"/>
    <w:p w14:paraId="73D980F7" w14:textId="77777777" w:rsidR="000E362F" w:rsidRPr="0001239D" w:rsidRDefault="000E362F" w:rsidP="00801D49">
      <w:pPr>
        <w:rPr>
          <w:sz w:val="32"/>
          <w:szCs w:val="32"/>
        </w:rPr>
      </w:pPr>
    </w:p>
    <w:p w14:paraId="7A357E16" w14:textId="77777777" w:rsidR="000E362F" w:rsidRDefault="000E362F" w:rsidP="00801D49">
      <w:pPr>
        <w:rPr>
          <w:sz w:val="32"/>
          <w:szCs w:val="32"/>
        </w:rPr>
      </w:pPr>
    </w:p>
    <w:p w14:paraId="71330F3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Lettie,</w:t>
      </w:r>
    </w:p>
    <w:p w14:paraId="4EDADF15" w14:textId="77777777" w:rsidR="000E362F" w:rsidRDefault="000E362F" w:rsidP="00801D49">
      <w:pPr>
        <w:rPr>
          <w:sz w:val="32"/>
          <w:szCs w:val="32"/>
        </w:rPr>
      </w:pPr>
    </w:p>
    <w:p w14:paraId="3DAD147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3F6683A" w14:textId="77777777" w:rsidR="000E362F" w:rsidRDefault="000E362F" w:rsidP="00801D49">
      <w:pPr>
        <w:rPr>
          <w:sz w:val="32"/>
          <w:szCs w:val="32"/>
        </w:rPr>
      </w:pPr>
    </w:p>
    <w:p w14:paraId="0F095AD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4EF389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9C617B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85B833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A31244" wp14:editId="09007FDE">
                  <wp:extent cx="6399207" cy="3924300"/>
                  <wp:effectExtent l="0" t="0" r="1905" b="0"/>
                  <wp:docPr id="86" name="Picture 8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88CAE8" w14:textId="77777777" w:rsidR="000E362F" w:rsidRDefault="000E362F" w:rsidP="00801D49"/>
    <w:p w14:paraId="0DDCF0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Myra Munns</w:t>
      </w:r>
    </w:p>
    <w:p w14:paraId="700A519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461 Prospect Pl #316</w:t>
      </w:r>
    </w:p>
    <w:p w14:paraId="56E852B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Euless, TX 76040</w:t>
      </w:r>
    </w:p>
    <w:p w14:paraId="29BAEA83" w14:textId="77777777" w:rsidR="000E362F" w:rsidRDefault="000E362F" w:rsidP="00801D49"/>
    <w:p w14:paraId="02C372DE" w14:textId="77777777" w:rsidR="000E362F" w:rsidRPr="0001239D" w:rsidRDefault="000E362F" w:rsidP="00801D49">
      <w:pPr>
        <w:rPr>
          <w:sz w:val="32"/>
          <w:szCs w:val="32"/>
        </w:rPr>
      </w:pPr>
    </w:p>
    <w:p w14:paraId="1F1A68DF" w14:textId="77777777" w:rsidR="000E362F" w:rsidRDefault="000E362F" w:rsidP="00801D49">
      <w:pPr>
        <w:rPr>
          <w:sz w:val="32"/>
          <w:szCs w:val="32"/>
        </w:rPr>
      </w:pPr>
    </w:p>
    <w:p w14:paraId="5335EBA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Myra,</w:t>
      </w:r>
    </w:p>
    <w:p w14:paraId="569E8929" w14:textId="77777777" w:rsidR="000E362F" w:rsidRDefault="000E362F" w:rsidP="00801D49">
      <w:pPr>
        <w:rPr>
          <w:sz w:val="32"/>
          <w:szCs w:val="32"/>
        </w:rPr>
      </w:pPr>
    </w:p>
    <w:p w14:paraId="1B00D0C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955FE78" w14:textId="77777777" w:rsidR="000E362F" w:rsidRDefault="000E362F" w:rsidP="00801D49">
      <w:pPr>
        <w:rPr>
          <w:sz w:val="32"/>
          <w:szCs w:val="32"/>
        </w:rPr>
      </w:pPr>
    </w:p>
    <w:p w14:paraId="4310007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7EE718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818B3C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87216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360DDC" wp14:editId="7BBEA32F">
                  <wp:extent cx="6399207" cy="3924300"/>
                  <wp:effectExtent l="0" t="0" r="1905" b="0"/>
                  <wp:docPr id="87" name="Picture 8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B5807C" w14:textId="77777777" w:rsidR="000E362F" w:rsidRDefault="000E362F" w:rsidP="00801D49"/>
    <w:p w14:paraId="4C0EC87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Stephaine Barfield</w:t>
      </w:r>
    </w:p>
    <w:p w14:paraId="6E2CAE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47154 Whipple Ave Nw</w:t>
      </w:r>
    </w:p>
    <w:p w14:paraId="432E823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Gardena, CA 90247</w:t>
      </w:r>
    </w:p>
    <w:p w14:paraId="6A458603" w14:textId="77777777" w:rsidR="000E362F" w:rsidRDefault="000E362F" w:rsidP="00801D49"/>
    <w:p w14:paraId="083316BB" w14:textId="77777777" w:rsidR="000E362F" w:rsidRPr="0001239D" w:rsidRDefault="000E362F" w:rsidP="00801D49">
      <w:pPr>
        <w:rPr>
          <w:sz w:val="32"/>
          <w:szCs w:val="32"/>
        </w:rPr>
      </w:pPr>
    </w:p>
    <w:p w14:paraId="2AFBBE28" w14:textId="77777777" w:rsidR="000E362F" w:rsidRDefault="000E362F" w:rsidP="00801D49">
      <w:pPr>
        <w:rPr>
          <w:sz w:val="32"/>
          <w:szCs w:val="32"/>
        </w:rPr>
      </w:pPr>
    </w:p>
    <w:p w14:paraId="16BABD2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Stephaine,</w:t>
      </w:r>
    </w:p>
    <w:p w14:paraId="14F84D7A" w14:textId="77777777" w:rsidR="000E362F" w:rsidRDefault="000E362F" w:rsidP="00801D49">
      <w:pPr>
        <w:rPr>
          <w:sz w:val="32"/>
          <w:szCs w:val="32"/>
        </w:rPr>
      </w:pPr>
    </w:p>
    <w:p w14:paraId="14C10AE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CCC01A1" w14:textId="77777777" w:rsidR="000E362F" w:rsidRDefault="000E362F" w:rsidP="00801D49">
      <w:pPr>
        <w:rPr>
          <w:sz w:val="32"/>
          <w:szCs w:val="32"/>
        </w:rPr>
      </w:pPr>
    </w:p>
    <w:p w14:paraId="496762C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45CF6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4437F4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7326B1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87426D" wp14:editId="6F0C2F47">
                  <wp:extent cx="6399207" cy="3924300"/>
                  <wp:effectExtent l="0" t="0" r="1905" b="0"/>
                  <wp:docPr id="88" name="Picture 8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761DD0" w14:textId="77777777" w:rsidR="000E362F" w:rsidRDefault="000E362F" w:rsidP="00801D49"/>
    <w:p w14:paraId="2A625A5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Lai Gato</w:t>
      </w:r>
    </w:p>
    <w:p w14:paraId="1A3010F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 Alabama Ave</w:t>
      </w:r>
    </w:p>
    <w:p w14:paraId="4107ECB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Evanston, IL 60201</w:t>
      </w:r>
    </w:p>
    <w:p w14:paraId="6811BEB0" w14:textId="77777777" w:rsidR="000E362F" w:rsidRDefault="000E362F" w:rsidP="00801D49"/>
    <w:p w14:paraId="0BCD5057" w14:textId="77777777" w:rsidR="000E362F" w:rsidRPr="0001239D" w:rsidRDefault="000E362F" w:rsidP="00801D49">
      <w:pPr>
        <w:rPr>
          <w:sz w:val="32"/>
          <w:szCs w:val="32"/>
        </w:rPr>
      </w:pPr>
    </w:p>
    <w:p w14:paraId="5E8FCA62" w14:textId="77777777" w:rsidR="000E362F" w:rsidRDefault="000E362F" w:rsidP="00801D49">
      <w:pPr>
        <w:rPr>
          <w:sz w:val="32"/>
          <w:szCs w:val="32"/>
        </w:rPr>
      </w:pPr>
    </w:p>
    <w:p w14:paraId="4D53F4F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Lai,</w:t>
      </w:r>
    </w:p>
    <w:p w14:paraId="28E92F4D" w14:textId="77777777" w:rsidR="000E362F" w:rsidRDefault="000E362F" w:rsidP="00801D49">
      <w:pPr>
        <w:rPr>
          <w:sz w:val="32"/>
          <w:szCs w:val="32"/>
        </w:rPr>
      </w:pPr>
    </w:p>
    <w:p w14:paraId="14C85DB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5BFE68E" w14:textId="77777777" w:rsidR="000E362F" w:rsidRDefault="000E362F" w:rsidP="00801D49">
      <w:pPr>
        <w:rPr>
          <w:sz w:val="32"/>
          <w:szCs w:val="32"/>
        </w:rPr>
      </w:pPr>
    </w:p>
    <w:p w14:paraId="0DFCD4D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77D19B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C125E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5129E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7EB546" wp14:editId="34FD0949">
                  <wp:extent cx="6399207" cy="3924300"/>
                  <wp:effectExtent l="0" t="0" r="1905" b="0"/>
                  <wp:docPr id="89" name="Picture 8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D82ED0" w14:textId="77777777" w:rsidR="000E362F" w:rsidRDefault="000E362F" w:rsidP="00801D49"/>
    <w:p w14:paraId="6988D33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Stephen Emigh</w:t>
      </w:r>
    </w:p>
    <w:p w14:paraId="411C47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3777 E Richmond St #900</w:t>
      </w:r>
    </w:p>
    <w:p w14:paraId="74DE24D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Akron, OH 44302</w:t>
      </w:r>
    </w:p>
    <w:p w14:paraId="093866FC" w14:textId="77777777" w:rsidR="000E362F" w:rsidRDefault="000E362F" w:rsidP="00801D49"/>
    <w:p w14:paraId="53D39668" w14:textId="77777777" w:rsidR="000E362F" w:rsidRPr="0001239D" w:rsidRDefault="000E362F" w:rsidP="00801D49">
      <w:pPr>
        <w:rPr>
          <w:sz w:val="32"/>
          <w:szCs w:val="32"/>
        </w:rPr>
      </w:pPr>
    </w:p>
    <w:p w14:paraId="773DEAD8" w14:textId="77777777" w:rsidR="000E362F" w:rsidRDefault="000E362F" w:rsidP="00801D49">
      <w:pPr>
        <w:rPr>
          <w:sz w:val="32"/>
          <w:szCs w:val="32"/>
        </w:rPr>
      </w:pPr>
    </w:p>
    <w:p w14:paraId="1D67633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Stephen,</w:t>
      </w:r>
    </w:p>
    <w:p w14:paraId="225633D6" w14:textId="77777777" w:rsidR="000E362F" w:rsidRDefault="000E362F" w:rsidP="00801D49">
      <w:pPr>
        <w:rPr>
          <w:sz w:val="32"/>
          <w:szCs w:val="32"/>
        </w:rPr>
      </w:pPr>
    </w:p>
    <w:p w14:paraId="600F601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8E58FBE" w14:textId="77777777" w:rsidR="000E362F" w:rsidRDefault="000E362F" w:rsidP="00801D49">
      <w:pPr>
        <w:rPr>
          <w:sz w:val="32"/>
          <w:szCs w:val="32"/>
        </w:rPr>
      </w:pPr>
    </w:p>
    <w:p w14:paraId="29C859D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62C7E6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F69E70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3FB013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59FA9A" wp14:editId="18EFD1EB">
                  <wp:extent cx="6399207" cy="3924300"/>
                  <wp:effectExtent l="0" t="0" r="1905" b="0"/>
                  <wp:docPr id="90" name="Picture 9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D1E2B9" w14:textId="77777777" w:rsidR="000E362F" w:rsidRDefault="000E362F" w:rsidP="00801D49"/>
    <w:p w14:paraId="3AF396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Tyra Shields</w:t>
      </w:r>
    </w:p>
    <w:p w14:paraId="2DE41DD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Fort Worth Ave</w:t>
      </w:r>
    </w:p>
    <w:p w14:paraId="2359301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19106</w:t>
      </w:r>
    </w:p>
    <w:p w14:paraId="2F970002" w14:textId="77777777" w:rsidR="000E362F" w:rsidRDefault="000E362F" w:rsidP="00801D49"/>
    <w:p w14:paraId="4EE806CC" w14:textId="77777777" w:rsidR="000E362F" w:rsidRPr="0001239D" w:rsidRDefault="000E362F" w:rsidP="00801D49">
      <w:pPr>
        <w:rPr>
          <w:sz w:val="32"/>
          <w:szCs w:val="32"/>
        </w:rPr>
      </w:pPr>
    </w:p>
    <w:p w14:paraId="3659912F" w14:textId="77777777" w:rsidR="000E362F" w:rsidRDefault="000E362F" w:rsidP="00801D49">
      <w:pPr>
        <w:rPr>
          <w:sz w:val="32"/>
          <w:szCs w:val="32"/>
        </w:rPr>
      </w:pPr>
    </w:p>
    <w:p w14:paraId="2523801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Tyra,</w:t>
      </w:r>
    </w:p>
    <w:p w14:paraId="5DF56E75" w14:textId="77777777" w:rsidR="000E362F" w:rsidRDefault="000E362F" w:rsidP="00801D49">
      <w:pPr>
        <w:rPr>
          <w:sz w:val="32"/>
          <w:szCs w:val="32"/>
        </w:rPr>
      </w:pPr>
    </w:p>
    <w:p w14:paraId="2B9B6DA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C954EA" w14:textId="77777777" w:rsidR="000E362F" w:rsidRDefault="000E362F" w:rsidP="00801D49">
      <w:pPr>
        <w:rPr>
          <w:sz w:val="32"/>
          <w:szCs w:val="32"/>
        </w:rPr>
      </w:pPr>
    </w:p>
    <w:p w14:paraId="3ACB5AE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66BAEE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4F97E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21C35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54F465" wp14:editId="2D30A03B">
                  <wp:extent cx="6399207" cy="3924300"/>
                  <wp:effectExtent l="0" t="0" r="1905" b="0"/>
                  <wp:docPr id="91" name="Picture 9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8354B5" w14:textId="77777777" w:rsidR="000E362F" w:rsidRDefault="000E362F" w:rsidP="00801D49"/>
    <w:p w14:paraId="67556AC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Tammara Wardrip</w:t>
      </w:r>
    </w:p>
    <w:p w14:paraId="52EE82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4800 Black Horse Pike</w:t>
      </w:r>
    </w:p>
    <w:p w14:paraId="230B8E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Burlingame, CA 94010</w:t>
      </w:r>
    </w:p>
    <w:p w14:paraId="0D6CCCAE" w14:textId="77777777" w:rsidR="000E362F" w:rsidRDefault="000E362F" w:rsidP="00801D49"/>
    <w:p w14:paraId="21F4D62D" w14:textId="77777777" w:rsidR="000E362F" w:rsidRPr="0001239D" w:rsidRDefault="000E362F" w:rsidP="00801D49">
      <w:pPr>
        <w:rPr>
          <w:sz w:val="32"/>
          <w:szCs w:val="32"/>
        </w:rPr>
      </w:pPr>
    </w:p>
    <w:p w14:paraId="48C94135" w14:textId="77777777" w:rsidR="000E362F" w:rsidRDefault="000E362F" w:rsidP="00801D49">
      <w:pPr>
        <w:rPr>
          <w:sz w:val="32"/>
          <w:szCs w:val="32"/>
        </w:rPr>
      </w:pPr>
    </w:p>
    <w:p w14:paraId="6BD7655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Tammara,</w:t>
      </w:r>
    </w:p>
    <w:p w14:paraId="4156D72D" w14:textId="77777777" w:rsidR="000E362F" w:rsidRDefault="000E362F" w:rsidP="00801D49">
      <w:pPr>
        <w:rPr>
          <w:sz w:val="32"/>
          <w:szCs w:val="32"/>
        </w:rPr>
      </w:pPr>
    </w:p>
    <w:p w14:paraId="3B89B1D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C784C70" w14:textId="77777777" w:rsidR="000E362F" w:rsidRDefault="000E362F" w:rsidP="00801D49">
      <w:pPr>
        <w:rPr>
          <w:sz w:val="32"/>
          <w:szCs w:val="32"/>
        </w:rPr>
      </w:pPr>
    </w:p>
    <w:p w14:paraId="1E193B8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90D97E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DD641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988C43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7FD399" wp14:editId="6BE55817">
                  <wp:extent cx="6399207" cy="3924300"/>
                  <wp:effectExtent l="0" t="0" r="1905" b="0"/>
                  <wp:docPr id="92" name="Picture 9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570528" w14:textId="77777777" w:rsidR="000E362F" w:rsidRDefault="000E362F" w:rsidP="00801D49"/>
    <w:p w14:paraId="3B6D87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Cory Gibes</w:t>
      </w:r>
    </w:p>
    <w:p w14:paraId="73FFAD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83649 W Belmont Ave</w:t>
      </w:r>
    </w:p>
    <w:p w14:paraId="32A15C7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Gabriel, CA 91776</w:t>
      </w:r>
    </w:p>
    <w:p w14:paraId="736467B0" w14:textId="77777777" w:rsidR="000E362F" w:rsidRDefault="000E362F" w:rsidP="00801D49"/>
    <w:p w14:paraId="6DEAC8D1" w14:textId="77777777" w:rsidR="000E362F" w:rsidRPr="0001239D" w:rsidRDefault="000E362F" w:rsidP="00801D49">
      <w:pPr>
        <w:rPr>
          <w:sz w:val="32"/>
          <w:szCs w:val="32"/>
        </w:rPr>
      </w:pPr>
    </w:p>
    <w:p w14:paraId="6326D9C2" w14:textId="77777777" w:rsidR="000E362F" w:rsidRDefault="000E362F" w:rsidP="00801D49">
      <w:pPr>
        <w:rPr>
          <w:sz w:val="32"/>
          <w:szCs w:val="32"/>
        </w:rPr>
      </w:pPr>
    </w:p>
    <w:p w14:paraId="647CCD9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Cory,</w:t>
      </w:r>
    </w:p>
    <w:p w14:paraId="22E87CE4" w14:textId="77777777" w:rsidR="000E362F" w:rsidRDefault="000E362F" w:rsidP="00801D49">
      <w:pPr>
        <w:rPr>
          <w:sz w:val="32"/>
          <w:szCs w:val="32"/>
        </w:rPr>
      </w:pPr>
    </w:p>
    <w:p w14:paraId="4C0BF88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24AAB71" w14:textId="77777777" w:rsidR="000E362F" w:rsidRDefault="000E362F" w:rsidP="00801D49">
      <w:pPr>
        <w:rPr>
          <w:sz w:val="32"/>
          <w:szCs w:val="32"/>
        </w:rPr>
      </w:pPr>
    </w:p>
    <w:p w14:paraId="059FB15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A6345A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2D0EBB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73E97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715D72" wp14:editId="101AB842">
                  <wp:extent cx="6399207" cy="3924300"/>
                  <wp:effectExtent l="0" t="0" r="1905" b="0"/>
                  <wp:docPr id="93" name="Picture 9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F00275" w14:textId="77777777" w:rsidR="000E362F" w:rsidRDefault="000E362F" w:rsidP="00801D49"/>
    <w:p w14:paraId="199B0BB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Danica Bruschke</w:t>
      </w:r>
    </w:p>
    <w:p w14:paraId="6C1D0A5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840 15th Ave</w:t>
      </w:r>
    </w:p>
    <w:p w14:paraId="3122F23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Waco, TX 76708</w:t>
      </w:r>
    </w:p>
    <w:p w14:paraId="24B3FC62" w14:textId="77777777" w:rsidR="000E362F" w:rsidRDefault="000E362F" w:rsidP="00801D49"/>
    <w:p w14:paraId="27E5F67F" w14:textId="77777777" w:rsidR="000E362F" w:rsidRPr="0001239D" w:rsidRDefault="000E362F" w:rsidP="00801D49">
      <w:pPr>
        <w:rPr>
          <w:sz w:val="32"/>
          <w:szCs w:val="32"/>
        </w:rPr>
      </w:pPr>
    </w:p>
    <w:p w14:paraId="3C2E3722" w14:textId="77777777" w:rsidR="000E362F" w:rsidRDefault="000E362F" w:rsidP="00801D49">
      <w:pPr>
        <w:rPr>
          <w:sz w:val="32"/>
          <w:szCs w:val="32"/>
        </w:rPr>
      </w:pPr>
    </w:p>
    <w:p w14:paraId="5405FAC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Danica,</w:t>
      </w:r>
    </w:p>
    <w:p w14:paraId="04718B12" w14:textId="77777777" w:rsidR="000E362F" w:rsidRDefault="000E362F" w:rsidP="00801D49">
      <w:pPr>
        <w:rPr>
          <w:sz w:val="32"/>
          <w:szCs w:val="32"/>
        </w:rPr>
      </w:pPr>
    </w:p>
    <w:p w14:paraId="12F0D38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BF0DA42" w14:textId="77777777" w:rsidR="000E362F" w:rsidRDefault="000E362F" w:rsidP="00801D49">
      <w:pPr>
        <w:rPr>
          <w:sz w:val="32"/>
          <w:szCs w:val="32"/>
        </w:rPr>
      </w:pPr>
    </w:p>
    <w:p w14:paraId="21F1F07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9A3D56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634048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D3FDDF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1B6748" wp14:editId="725634E8">
                  <wp:extent cx="6399207" cy="3924300"/>
                  <wp:effectExtent l="0" t="0" r="1905" b="0"/>
                  <wp:docPr id="94" name="Picture 9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9DC1B9" w14:textId="77777777" w:rsidR="000E362F" w:rsidRDefault="000E362F" w:rsidP="00801D49"/>
    <w:p w14:paraId="131DAF8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Wilda Giguere</w:t>
      </w:r>
    </w:p>
    <w:p w14:paraId="74E36EE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1747 Calle Amanecer #2</w:t>
      </w:r>
    </w:p>
    <w:p w14:paraId="5423BD0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Anchorage, AK 99501</w:t>
      </w:r>
    </w:p>
    <w:p w14:paraId="7A18DA90" w14:textId="77777777" w:rsidR="000E362F" w:rsidRDefault="000E362F" w:rsidP="00801D49"/>
    <w:p w14:paraId="2685B8A8" w14:textId="77777777" w:rsidR="000E362F" w:rsidRPr="0001239D" w:rsidRDefault="000E362F" w:rsidP="00801D49">
      <w:pPr>
        <w:rPr>
          <w:sz w:val="32"/>
          <w:szCs w:val="32"/>
        </w:rPr>
      </w:pPr>
    </w:p>
    <w:p w14:paraId="7309BFB3" w14:textId="77777777" w:rsidR="000E362F" w:rsidRDefault="000E362F" w:rsidP="00801D49">
      <w:pPr>
        <w:rPr>
          <w:sz w:val="32"/>
          <w:szCs w:val="32"/>
        </w:rPr>
      </w:pPr>
    </w:p>
    <w:p w14:paraId="580C187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Wilda,</w:t>
      </w:r>
    </w:p>
    <w:p w14:paraId="63141A99" w14:textId="77777777" w:rsidR="000E362F" w:rsidRDefault="000E362F" w:rsidP="00801D49">
      <w:pPr>
        <w:rPr>
          <w:sz w:val="32"/>
          <w:szCs w:val="32"/>
        </w:rPr>
      </w:pPr>
    </w:p>
    <w:p w14:paraId="154D395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E9DD609" w14:textId="77777777" w:rsidR="000E362F" w:rsidRDefault="000E362F" w:rsidP="00801D49">
      <w:pPr>
        <w:rPr>
          <w:sz w:val="32"/>
          <w:szCs w:val="32"/>
        </w:rPr>
      </w:pPr>
    </w:p>
    <w:p w14:paraId="1828F4C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6436A8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072B3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59CC8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389CF1" wp14:editId="46E9C2B6">
                  <wp:extent cx="6399207" cy="3924300"/>
                  <wp:effectExtent l="0" t="0" r="1905" b="0"/>
                  <wp:docPr id="95" name="Picture 9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126361" w14:textId="77777777" w:rsidR="000E362F" w:rsidRDefault="000E362F" w:rsidP="00801D49"/>
    <w:p w14:paraId="017B5E4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Elvera Benimadho</w:t>
      </w:r>
    </w:p>
    <w:p w14:paraId="74DC7BB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99385 Charity St #840</w:t>
      </w:r>
    </w:p>
    <w:p w14:paraId="4982347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Jose, CA 95110</w:t>
      </w:r>
    </w:p>
    <w:p w14:paraId="232334F6" w14:textId="77777777" w:rsidR="000E362F" w:rsidRDefault="000E362F" w:rsidP="00801D49"/>
    <w:p w14:paraId="18B38DA6" w14:textId="77777777" w:rsidR="000E362F" w:rsidRPr="0001239D" w:rsidRDefault="000E362F" w:rsidP="00801D49">
      <w:pPr>
        <w:rPr>
          <w:sz w:val="32"/>
          <w:szCs w:val="32"/>
        </w:rPr>
      </w:pPr>
    </w:p>
    <w:p w14:paraId="3B4DC956" w14:textId="77777777" w:rsidR="000E362F" w:rsidRDefault="000E362F" w:rsidP="00801D49">
      <w:pPr>
        <w:rPr>
          <w:sz w:val="32"/>
          <w:szCs w:val="32"/>
        </w:rPr>
      </w:pPr>
    </w:p>
    <w:p w14:paraId="3231AC4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Elvera,</w:t>
      </w:r>
    </w:p>
    <w:p w14:paraId="36AAF6EF" w14:textId="77777777" w:rsidR="000E362F" w:rsidRDefault="000E362F" w:rsidP="00801D49">
      <w:pPr>
        <w:rPr>
          <w:sz w:val="32"/>
          <w:szCs w:val="32"/>
        </w:rPr>
      </w:pPr>
    </w:p>
    <w:p w14:paraId="57D0122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4564301" w14:textId="77777777" w:rsidR="000E362F" w:rsidRDefault="000E362F" w:rsidP="00801D49">
      <w:pPr>
        <w:rPr>
          <w:sz w:val="32"/>
          <w:szCs w:val="32"/>
        </w:rPr>
      </w:pPr>
    </w:p>
    <w:p w14:paraId="5C55647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FC00A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798038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B29F5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DF8F05" wp14:editId="6B7E708E">
                  <wp:extent cx="6399207" cy="3924300"/>
                  <wp:effectExtent l="0" t="0" r="1905" b="0"/>
                  <wp:docPr id="96" name="Picture 9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CB5476" w14:textId="77777777" w:rsidR="000E362F" w:rsidRDefault="000E362F" w:rsidP="00801D49"/>
    <w:p w14:paraId="0C7422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Carma Vanheusen</w:t>
      </w:r>
    </w:p>
    <w:p w14:paraId="5E5FA7A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68556 Central Hwy</w:t>
      </w:r>
    </w:p>
    <w:p w14:paraId="16AFF01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Leandro, CA 94577</w:t>
      </w:r>
    </w:p>
    <w:p w14:paraId="76995E57" w14:textId="77777777" w:rsidR="000E362F" w:rsidRDefault="000E362F" w:rsidP="00801D49"/>
    <w:p w14:paraId="74C52936" w14:textId="77777777" w:rsidR="000E362F" w:rsidRPr="0001239D" w:rsidRDefault="000E362F" w:rsidP="00801D49">
      <w:pPr>
        <w:rPr>
          <w:sz w:val="32"/>
          <w:szCs w:val="32"/>
        </w:rPr>
      </w:pPr>
    </w:p>
    <w:p w14:paraId="4ACAF554" w14:textId="77777777" w:rsidR="000E362F" w:rsidRDefault="000E362F" w:rsidP="00801D49">
      <w:pPr>
        <w:rPr>
          <w:sz w:val="32"/>
          <w:szCs w:val="32"/>
        </w:rPr>
      </w:pPr>
    </w:p>
    <w:p w14:paraId="673262F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Carma,</w:t>
      </w:r>
    </w:p>
    <w:p w14:paraId="130B9A90" w14:textId="77777777" w:rsidR="000E362F" w:rsidRDefault="000E362F" w:rsidP="00801D49">
      <w:pPr>
        <w:rPr>
          <w:sz w:val="32"/>
          <w:szCs w:val="32"/>
        </w:rPr>
      </w:pPr>
    </w:p>
    <w:p w14:paraId="3F35515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B7D6371" w14:textId="77777777" w:rsidR="000E362F" w:rsidRDefault="000E362F" w:rsidP="00801D49">
      <w:pPr>
        <w:rPr>
          <w:sz w:val="32"/>
          <w:szCs w:val="32"/>
        </w:rPr>
      </w:pPr>
    </w:p>
    <w:p w14:paraId="145CF02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C758C4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513478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493CC5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B0EB33" wp14:editId="5A3BE7DB">
                  <wp:extent cx="6399207" cy="3924300"/>
                  <wp:effectExtent l="0" t="0" r="1905" b="0"/>
                  <wp:docPr id="97" name="Picture 9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BCDAD" w14:textId="77777777" w:rsidR="000E362F" w:rsidRDefault="000E362F" w:rsidP="00801D49"/>
    <w:p w14:paraId="4CFE323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Malinda Hochard</w:t>
      </w:r>
    </w:p>
    <w:p w14:paraId="4ED8ABE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55 Riverside Ave</w:t>
      </w:r>
    </w:p>
    <w:p w14:paraId="694709B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Indianapolis, IN 46202</w:t>
      </w:r>
    </w:p>
    <w:p w14:paraId="654D958A" w14:textId="77777777" w:rsidR="000E362F" w:rsidRDefault="000E362F" w:rsidP="00801D49"/>
    <w:p w14:paraId="6C6EAEF7" w14:textId="77777777" w:rsidR="000E362F" w:rsidRPr="0001239D" w:rsidRDefault="000E362F" w:rsidP="00801D49">
      <w:pPr>
        <w:rPr>
          <w:sz w:val="32"/>
          <w:szCs w:val="32"/>
        </w:rPr>
      </w:pPr>
    </w:p>
    <w:p w14:paraId="6D3B1FC8" w14:textId="77777777" w:rsidR="000E362F" w:rsidRDefault="000E362F" w:rsidP="00801D49">
      <w:pPr>
        <w:rPr>
          <w:sz w:val="32"/>
          <w:szCs w:val="32"/>
        </w:rPr>
      </w:pPr>
    </w:p>
    <w:p w14:paraId="103F24C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Malinda,</w:t>
      </w:r>
    </w:p>
    <w:p w14:paraId="6172E080" w14:textId="77777777" w:rsidR="000E362F" w:rsidRDefault="000E362F" w:rsidP="00801D49">
      <w:pPr>
        <w:rPr>
          <w:sz w:val="32"/>
          <w:szCs w:val="32"/>
        </w:rPr>
      </w:pPr>
    </w:p>
    <w:p w14:paraId="0F1B722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AF73256" w14:textId="77777777" w:rsidR="000E362F" w:rsidRDefault="000E362F" w:rsidP="00801D49">
      <w:pPr>
        <w:rPr>
          <w:sz w:val="32"/>
          <w:szCs w:val="32"/>
        </w:rPr>
      </w:pPr>
    </w:p>
    <w:p w14:paraId="6852E3D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EFC47D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8D1AE4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F5DB41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3A9ECA" wp14:editId="2EEA8A3E">
                  <wp:extent cx="6399207" cy="3924300"/>
                  <wp:effectExtent l="0" t="0" r="1905" b="0"/>
                  <wp:docPr id="98" name="Picture 9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183CF9" w14:textId="77777777" w:rsidR="000E362F" w:rsidRDefault="000E362F" w:rsidP="00801D49"/>
    <w:p w14:paraId="0FE8127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Natalie Fern</w:t>
      </w:r>
    </w:p>
    <w:p w14:paraId="551962B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7140 University Ave</w:t>
      </w:r>
    </w:p>
    <w:p w14:paraId="49ED714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Rock Springs, WY 82901</w:t>
      </w:r>
    </w:p>
    <w:p w14:paraId="3520A137" w14:textId="77777777" w:rsidR="000E362F" w:rsidRDefault="000E362F" w:rsidP="00801D49"/>
    <w:p w14:paraId="3FD599B1" w14:textId="77777777" w:rsidR="000E362F" w:rsidRPr="0001239D" w:rsidRDefault="000E362F" w:rsidP="00801D49">
      <w:pPr>
        <w:rPr>
          <w:sz w:val="32"/>
          <w:szCs w:val="32"/>
        </w:rPr>
      </w:pPr>
    </w:p>
    <w:p w14:paraId="0075E58F" w14:textId="77777777" w:rsidR="000E362F" w:rsidRDefault="000E362F" w:rsidP="00801D49">
      <w:pPr>
        <w:rPr>
          <w:sz w:val="32"/>
          <w:szCs w:val="32"/>
        </w:rPr>
      </w:pPr>
    </w:p>
    <w:p w14:paraId="45F452A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Natalie,</w:t>
      </w:r>
    </w:p>
    <w:p w14:paraId="491390E2" w14:textId="77777777" w:rsidR="000E362F" w:rsidRDefault="000E362F" w:rsidP="00801D49">
      <w:pPr>
        <w:rPr>
          <w:sz w:val="32"/>
          <w:szCs w:val="32"/>
        </w:rPr>
      </w:pPr>
    </w:p>
    <w:p w14:paraId="0EAA069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BCBBC8D" w14:textId="77777777" w:rsidR="000E362F" w:rsidRDefault="000E362F" w:rsidP="00801D49">
      <w:pPr>
        <w:rPr>
          <w:sz w:val="32"/>
          <w:szCs w:val="32"/>
        </w:rPr>
      </w:pPr>
    </w:p>
    <w:p w14:paraId="420D441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F907A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E3796C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9A79CD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C644B6" wp14:editId="2F46F24E">
                  <wp:extent cx="6399207" cy="3924300"/>
                  <wp:effectExtent l="0" t="0" r="1905" b="0"/>
                  <wp:docPr id="99" name="Picture 9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A11C00" w14:textId="77777777" w:rsidR="000E362F" w:rsidRDefault="000E362F" w:rsidP="00801D49"/>
    <w:p w14:paraId="50BC0A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Lisha Centini</w:t>
      </w:r>
    </w:p>
    <w:p w14:paraId="58EDF2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64 5th Ave #1153</w:t>
      </w:r>
    </w:p>
    <w:p w14:paraId="3B81ECC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Mc Lean, VA 22102</w:t>
      </w:r>
    </w:p>
    <w:p w14:paraId="02660D94" w14:textId="77777777" w:rsidR="000E362F" w:rsidRDefault="000E362F" w:rsidP="00801D49"/>
    <w:p w14:paraId="20239479" w14:textId="77777777" w:rsidR="000E362F" w:rsidRPr="0001239D" w:rsidRDefault="000E362F" w:rsidP="00801D49">
      <w:pPr>
        <w:rPr>
          <w:sz w:val="32"/>
          <w:szCs w:val="32"/>
        </w:rPr>
      </w:pPr>
    </w:p>
    <w:p w14:paraId="1003B829" w14:textId="77777777" w:rsidR="000E362F" w:rsidRDefault="000E362F" w:rsidP="00801D49">
      <w:pPr>
        <w:rPr>
          <w:sz w:val="32"/>
          <w:szCs w:val="32"/>
        </w:rPr>
      </w:pPr>
    </w:p>
    <w:p w14:paraId="79BCAAF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Lisha,</w:t>
      </w:r>
    </w:p>
    <w:p w14:paraId="55F8077E" w14:textId="77777777" w:rsidR="000E362F" w:rsidRDefault="000E362F" w:rsidP="00801D49">
      <w:pPr>
        <w:rPr>
          <w:sz w:val="32"/>
          <w:szCs w:val="32"/>
        </w:rPr>
      </w:pPr>
    </w:p>
    <w:p w14:paraId="2744627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583169A" w14:textId="77777777" w:rsidR="000E362F" w:rsidRDefault="000E362F" w:rsidP="00801D49">
      <w:pPr>
        <w:rPr>
          <w:sz w:val="32"/>
          <w:szCs w:val="32"/>
        </w:rPr>
      </w:pPr>
    </w:p>
    <w:p w14:paraId="1106C67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BF8D01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BBBD98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354152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CA5B4C" wp14:editId="211D5EF5">
                  <wp:extent cx="6399207" cy="3924300"/>
                  <wp:effectExtent l="0" t="0" r="1905" b="0"/>
                  <wp:docPr id="100" name="Picture 10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95B70A" w14:textId="77777777" w:rsidR="000E362F" w:rsidRDefault="000E362F" w:rsidP="00801D49"/>
    <w:p w14:paraId="2A9BB2C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Arlene Klusman</w:t>
      </w:r>
    </w:p>
    <w:p w14:paraId="322571D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Secor Rd</w:t>
      </w:r>
    </w:p>
    <w:p w14:paraId="618C921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Orleans, LA 70112</w:t>
      </w:r>
    </w:p>
    <w:p w14:paraId="68CCEEB7" w14:textId="77777777" w:rsidR="000E362F" w:rsidRDefault="000E362F" w:rsidP="00801D49"/>
    <w:p w14:paraId="18EEE070" w14:textId="77777777" w:rsidR="000E362F" w:rsidRPr="0001239D" w:rsidRDefault="000E362F" w:rsidP="00801D49">
      <w:pPr>
        <w:rPr>
          <w:sz w:val="32"/>
          <w:szCs w:val="32"/>
        </w:rPr>
      </w:pPr>
    </w:p>
    <w:p w14:paraId="1F24E921" w14:textId="77777777" w:rsidR="000E362F" w:rsidRDefault="000E362F" w:rsidP="00801D49">
      <w:pPr>
        <w:rPr>
          <w:sz w:val="32"/>
          <w:szCs w:val="32"/>
        </w:rPr>
      </w:pPr>
    </w:p>
    <w:p w14:paraId="6610528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Arlene,</w:t>
      </w:r>
    </w:p>
    <w:p w14:paraId="1B3BFAF0" w14:textId="77777777" w:rsidR="000E362F" w:rsidRDefault="000E362F" w:rsidP="00801D49">
      <w:pPr>
        <w:rPr>
          <w:sz w:val="32"/>
          <w:szCs w:val="32"/>
        </w:rPr>
      </w:pPr>
    </w:p>
    <w:p w14:paraId="67168B7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6F27DD2" w14:textId="77777777" w:rsidR="000E362F" w:rsidRDefault="000E362F" w:rsidP="00801D49">
      <w:pPr>
        <w:rPr>
          <w:sz w:val="32"/>
          <w:szCs w:val="32"/>
        </w:rPr>
      </w:pPr>
    </w:p>
    <w:p w14:paraId="7FD1D6B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26831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563B59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07F0EB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D0A981" wp14:editId="2603A52A">
                  <wp:extent cx="6399207" cy="3924300"/>
                  <wp:effectExtent l="0" t="0" r="1905" b="0"/>
                  <wp:docPr id="101" name="Picture 10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3AC736" w14:textId="77777777" w:rsidR="000E362F" w:rsidRDefault="000E362F" w:rsidP="00801D49"/>
    <w:p w14:paraId="62F93C8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Alease Buemi</w:t>
      </w:r>
    </w:p>
    <w:p w14:paraId="0E94060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Webbs Chapel Rd</w:t>
      </w:r>
    </w:p>
    <w:p w14:paraId="5FB8CFA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Boulder, CO 80303</w:t>
      </w:r>
    </w:p>
    <w:p w14:paraId="50022216" w14:textId="77777777" w:rsidR="000E362F" w:rsidRDefault="000E362F" w:rsidP="00801D49"/>
    <w:p w14:paraId="7CE29495" w14:textId="77777777" w:rsidR="000E362F" w:rsidRPr="0001239D" w:rsidRDefault="000E362F" w:rsidP="00801D49">
      <w:pPr>
        <w:rPr>
          <w:sz w:val="32"/>
          <w:szCs w:val="32"/>
        </w:rPr>
      </w:pPr>
    </w:p>
    <w:p w14:paraId="1B6B1C3B" w14:textId="77777777" w:rsidR="000E362F" w:rsidRDefault="000E362F" w:rsidP="00801D49">
      <w:pPr>
        <w:rPr>
          <w:sz w:val="32"/>
          <w:szCs w:val="32"/>
        </w:rPr>
      </w:pPr>
    </w:p>
    <w:p w14:paraId="7726BFE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Alease,</w:t>
      </w:r>
    </w:p>
    <w:p w14:paraId="249CCACD" w14:textId="77777777" w:rsidR="000E362F" w:rsidRDefault="000E362F" w:rsidP="00801D49">
      <w:pPr>
        <w:rPr>
          <w:sz w:val="32"/>
          <w:szCs w:val="32"/>
        </w:rPr>
      </w:pPr>
    </w:p>
    <w:p w14:paraId="2E1CD1D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AB2E3A" w14:textId="77777777" w:rsidR="000E362F" w:rsidRDefault="000E362F" w:rsidP="00801D49">
      <w:pPr>
        <w:rPr>
          <w:sz w:val="32"/>
          <w:szCs w:val="32"/>
        </w:rPr>
      </w:pPr>
    </w:p>
    <w:p w14:paraId="1C1929F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C6C63E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834AA1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540F64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E3F3ED" wp14:editId="6811C9B9">
                  <wp:extent cx="6399207" cy="3924300"/>
                  <wp:effectExtent l="0" t="0" r="1905" b="0"/>
                  <wp:docPr id="102" name="Picture 10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6E9D02" w14:textId="77777777" w:rsidR="000E362F" w:rsidRDefault="000E362F" w:rsidP="00801D49"/>
    <w:p w14:paraId="298A2F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Louisa Cronauer</w:t>
      </w:r>
    </w:p>
    <w:p w14:paraId="3546FFB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524 Louisiana Ave Nw</w:t>
      </w:r>
    </w:p>
    <w:p w14:paraId="7FCDB50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Leandro, CA 94577</w:t>
      </w:r>
    </w:p>
    <w:p w14:paraId="11A780D4" w14:textId="77777777" w:rsidR="000E362F" w:rsidRDefault="000E362F" w:rsidP="00801D49"/>
    <w:p w14:paraId="6205F50B" w14:textId="77777777" w:rsidR="000E362F" w:rsidRPr="0001239D" w:rsidRDefault="000E362F" w:rsidP="00801D49">
      <w:pPr>
        <w:rPr>
          <w:sz w:val="32"/>
          <w:szCs w:val="32"/>
        </w:rPr>
      </w:pPr>
    </w:p>
    <w:p w14:paraId="19969166" w14:textId="77777777" w:rsidR="000E362F" w:rsidRDefault="000E362F" w:rsidP="00801D49">
      <w:pPr>
        <w:rPr>
          <w:sz w:val="32"/>
          <w:szCs w:val="32"/>
        </w:rPr>
      </w:pPr>
    </w:p>
    <w:p w14:paraId="4054A6D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Louisa,</w:t>
      </w:r>
    </w:p>
    <w:p w14:paraId="0A911CBD" w14:textId="77777777" w:rsidR="000E362F" w:rsidRDefault="000E362F" w:rsidP="00801D49">
      <w:pPr>
        <w:rPr>
          <w:sz w:val="32"/>
          <w:szCs w:val="32"/>
        </w:rPr>
      </w:pPr>
    </w:p>
    <w:p w14:paraId="7C082C9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A383F5" w14:textId="77777777" w:rsidR="000E362F" w:rsidRDefault="000E362F" w:rsidP="00801D49">
      <w:pPr>
        <w:rPr>
          <w:sz w:val="32"/>
          <w:szCs w:val="32"/>
        </w:rPr>
      </w:pPr>
    </w:p>
    <w:p w14:paraId="7C0A257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4B5F4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F047C1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293111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74BD83" wp14:editId="5297155E">
                  <wp:extent cx="6399207" cy="3924300"/>
                  <wp:effectExtent l="0" t="0" r="1905" b="0"/>
                  <wp:docPr id="103" name="Picture 10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18A604" w14:textId="77777777" w:rsidR="000E362F" w:rsidRDefault="000E362F" w:rsidP="00801D49"/>
    <w:p w14:paraId="0EA5BB6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Angella Cetta</w:t>
      </w:r>
    </w:p>
    <w:p w14:paraId="0712162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185 Blackstone Bldge</w:t>
      </w:r>
    </w:p>
    <w:p w14:paraId="5BE8026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Honolulu, HI 96817</w:t>
      </w:r>
    </w:p>
    <w:p w14:paraId="6EB0DA0B" w14:textId="77777777" w:rsidR="000E362F" w:rsidRDefault="000E362F" w:rsidP="00801D49"/>
    <w:p w14:paraId="11A9D3C8" w14:textId="77777777" w:rsidR="000E362F" w:rsidRPr="0001239D" w:rsidRDefault="000E362F" w:rsidP="00801D49">
      <w:pPr>
        <w:rPr>
          <w:sz w:val="32"/>
          <w:szCs w:val="32"/>
        </w:rPr>
      </w:pPr>
    </w:p>
    <w:p w14:paraId="3B2E55D4" w14:textId="77777777" w:rsidR="000E362F" w:rsidRDefault="000E362F" w:rsidP="00801D49">
      <w:pPr>
        <w:rPr>
          <w:sz w:val="32"/>
          <w:szCs w:val="32"/>
        </w:rPr>
      </w:pPr>
    </w:p>
    <w:p w14:paraId="7B9F8C5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Angella,</w:t>
      </w:r>
    </w:p>
    <w:p w14:paraId="32D8D0A2" w14:textId="77777777" w:rsidR="000E362F" w:rsidRDefault="000E362F" w:rsidP="00801D49">
      <w:pPr>
        <w:rPr>
          <w:sz w:val="32"/>
          <w:szCs w:val="32"/>
        </w:rPr>
      </w:pPr>
    </w:p>
    <w:p w14:paraId="42C8B2A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7A049D" w14:textId="77777777" w:rsidR="000E362F" w:rsidRDefault="000E362F" w:rsidP="00801D49">
      <w:pPr>
        <w:rPr>
          <w:sz w:val="32"/>
          <w:szCs w:val="32"/>
        </w:rPr>
      </w:pPr>
    </w:p>
    <w:p w14:paraId="6C0FB60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1C61C5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6A0102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839A5F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1B9BA2" wp14:editId="032E3939">
                  <wp:extent cx="6399207" cy="3924300"/>
                  <wp:effectExtent l="0" t="0" r="1905" b="0"/>
                  <wp:docPr id="104" name="Picture 10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997153" w14:textId="77777777" w:rsidR="000E362F" w:rsidRDefault="000E362F" w:rsidP="00801D49"/>
    <w:p w14:paraId="1A9D7B6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Cyndy Goldammer</w:t>
      </w:r>
    </w:p>
    <w:p w14:paraId="269421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170 Wyoming Ave</w:t>
      </w:r>
    </w:p>
    <w:p w14:paraId="1BC9470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Burnsville, MN 55337</w:t>
      </w:r>
    </w:p>
    <w:p w14:paraId="13B70B00" w14:textId="77777777" w:rsidR="000E362F" w:rsidRDefault="000E362F" w:rsidP="00801D49"/>
    <w:p w14:paraId="702DB399" w14:textId="77777777" w:rsidR="000E362F" w:rsidRPr="0001239D" w:rsidRDefault="000E362F" w:rsidP="00801D49">
      <w:pPr>
        <w:rPr>
          <w:sz w:val="32"/>
          <w:szCs w:val="32"/>
        </w:rPr>
      </w:pPr>
    </w:p>
    <w:p w14:paraId="244FE20E" w14:textId="77777777" w:rsidR="000E362F" w:rsidRDefault="000E362F" w:rsidP="00801D49">
      <w:pPr>
        <w:rPr>
          <w:sz w:val="32"/>
          <w:szCs w:val="32"/>
        </w:rPr>
      </w:pPr>
    </w:p>
    <w:p w14:paraId="279FF51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Cyndy,</w:t>
      </w:r>
    </w:p>
    <w:p w14:paraId="3E8A9AE5" w14:textId="77777777" w:rsidR="000E362F" w:rsidRDefault="000E362F" w:rsidP="00801D49">
      <w:pPr>
        <w:rPr>
          <w:sz w:val="32"/>
          <w:szCs w:val="32"/>
        </w:rPr>
      </w:pPr>
    </w:p>
    <w:p w14:paraId="666522B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0F203C0" w14:textId="77777777" w:rsidR="000E362F" w:rsidRDefault="000E362F" w:rsidP="00801D49">
      <w:pPr>
        <w:rPr>
          <w:sz w:val="32"/>
          <w:szCs w:val="32"/>
        </w:rPr>
      </w:pPr>
    </w:p>
    <w:p w14:paraId="6F86AFD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D14DC2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C15924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44F2A4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55E8FF" wp14:editId="3DD83556">
                  <wp:extent cx="6399207" cy="3924300"/>
                  <wp:effectExtent l="0" t="0" r="1905" b="0"/>
                  <wp:docPr id="105" name="Picture 10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9A69C4" w14:textId="77777777" w:rsidR="000E362F" w:rsidRDefault="000E362F" w:rsidP="00801D49"/>
    <w:p w14:paraId="08D85D3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Rosio Cork</w:t>
      </w:r>
    </w:p>
    <w:p w14:paraId="6F7CFF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10th St W</w:t>
      </w:r>
    </w:p>
    <w:p w14:paraId="2952F5B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High Point, NC 27263</w:t>
      </w:r>
    </w:p>
    <w:p w14:paraId="6EA937BB" w14:textId="77777777" w:rsidR="000E362F" w:rsidRDefault="000E362F" w:rsidP="00801D49"/>
    <w:p w14:paraId="6CCC015C" w14:textId="77777777" w:rsidR="000E362F" w:rsidRPr="0001239D" w:rsidRDefault="000E362F" w:rsidP="00801D49">
      <w:pPr>
        <w:rPr>
          <w:sz w:val="32"/>
          <w:szCs w:val="32"/>
        </w:rPr>
      </w:pPr>
    </w:p>
    <w:p w14:paraId="695D0D25" w14:textId="77777777" w:rsidR="000E362F" w:rsidRDefault="000E362F" w:rsidP="00801D49">
      <w:pPr>
        <w:rPr>
          <w:sz w:val="32"/>
          <w:szCs w:val="32"/>
        </w:rPr>
      </w:pPr>
    </w:p>
    <w:p w14:paraId="31CE45D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Rosio,</w:t>
      </w:r>
    </w:p>
    <w:p w14:paraId="515A3D8B" w14:textId="77777777" w:rsidR="000E362F" w:rsidRDefault="000E362F" w:rsidP="00801D49">
      <w:pPr>
        <w:rPr>
          <w:sz w:val="32"/>
          <w:szCs w:val="32"/>
        </w:rPr>
      </w:pPr>
    </w:p>
    <w:p w14:paraId="0DF7E1A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997E10" w14:textId="77777777" w:rsidR="000E362F" w:rsidRDefault="000E362F" w:rsidP="00801D49">
      <w:pPr>
        <w:rPr>
          <w:sz w:val="32"/>
          <w:szCs w:val="32"/>
        </w:rPr>
      </w:pPr>
    </w:p>
    <w:p w14:paraId="1086325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744DC5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CBF29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7C5AEB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8305A7" wp14:editId="7F7C903C">
                  <wp:extent cx="6399207" cy="3924300"/>
                  <wp:effectExtent l="0" t="0" r="1905" b="0"/>
                  <wp:docPr id="106" name="Picture 10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26D53D" w14:textId="77777777" w:rsidR="000E362F" w:rsidRDefault="000E362F" w:rsidP="00801D49"/>
    <w:p w14:paraId="68CF502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Celeste Korando</w:t>
      </w:r>
    </w:p>
    <w:p w14:paraId="74432E4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W Pinhook Rd</w:t>
      </w:r>
    </w:p>
    <w:p w14:paraId="50533D8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Lynbrook, NY 11563</w:t>
      </w:r>
    </w:p>
    <w:p w14:paraId="246C0E88" w14:textId="77777777" w:rsidR="000E362F" w:rsidRDefault="000E362F" w:rsidP="00801D49"/>
    <w:p w14:paraId="60762A81" w14:textId="77777777" w:rsidR="000E362F" w:rsidRPr="0001239D" w:rsidRDefault="000E362F" w:rsidP="00801D49">
      <w:pPr>
        <w:rPr>
          <w:sz w:val="32"/>
          <w:szCs w:val="32"/>
        </w:rPr>
      </w:pPr>
    </w:p>
    <w:p w14:paraId="3049926C" w14:textId="77777777" w:rsidR="000E362F" w:rsidRDefault="000E362F" w:rsidP="00801D49">
      <w:pPr>
        <w:rPr>
          <w:sz w:val="32"/>
          <w:szCs w:val="32"/>
        </w:rPr>
      </w:pPr>
    </w:p>
    <w:p w14:paraId="118300D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Celeste,</w:t>
      </w:r>
    </w:p>
    <w:p w14:paraId="69C51100" w14:textId="77777777" w:rsidR="000E362F" w:rsidRDefault="000E362F" w:rsidP="00801D49">
      <w:pPr>
        <w:rPr>
          <w:sz w:val="32"/>
          <w:szCs w:val="32"/>
        </w:rPr>
      </w:pPr>
    </w:p>
    <w:p w14:paraId="482A0A5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FDC51B4" w14:textId="77777777" w:rsidR="000E362F" w:rsidRDefault="000E362F" w:rsidP="00801D49">
      <w:pPr>
        <w:rPr>
          <w:sz w:val="32"/>
          <w:szCs w:val="32"/>
        </w:rPr>
      </w:pPr>
    </w:p>
    <w:p w14:paraId="1237178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68F0F5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3276A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94BEF9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65351" wp14:editId="35A73EA4">
                  <wp:extent cx="6399207" cy="3924300"/>
                  <wp:effectExtent l="0" t="0" r="1905" b="0"/>
                  <wp:docPr id="107" name="Picture 10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FEAA80" w14:textId="77777777" w:rsidR="000E362F" w:rsidRDefault="000E362F" w:rsidP="00801D49"/>
    <w:p w14:paraId="5FDFD56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Twana Felger</w:t>
      </w:r>
    </w:p>
    <w:p w14:paraId="290BAA2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Commerce Way</w:t>
      </w:r>
    </w:p>
    <w:p w14:paraId="3F8ADE0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Portland, OR 97224</w:t>
      </w:r>
    </w:p>
    <w:p w14:paraId="4D73854F" w14:textId="77777777" w:rsidR="000E362F" w:rsidRDefault="000E362F" w:rsidP="00801D49"/>
    <w:p w14:paraId="63CE0356" w14:textId="77777777" w:rsidR="000E362F" w:rsidRPr="0001239D" w:rsidRDefault="000E362F" w:rsidP="00801D49">
      <w:pPr>
        <w:rPr>
          <w:sz w:val="32"/>
          <w:szCs w:val="32"/>
        </w:rPr>
      </w:pPr>
    </w:p>
    <w:p w14:paraId="7162D9B3" w14:textId="77777777" w:rsidR="000E362F" w:rsidRDefault="000E362F" w:rsidP="00801D49">
      <w:pPr>
        <w:rPr>
          <w:sz w:val="32"/>
          <w:szCs w:val="32"/>
        </w:rPr>
      </w:pPr>
    </w:p>
    <w:p w14:paraId="7846919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Twana,</w:t>
      </w:r>
    </w:p>
    <w:p w14:paraId="464C983D" w14:textId="77777777" w:rsidR="000E362F" w:rsidRDefault="000E362F" w:rsidP="00801D49">
      <w:pPr>
        <w:rPr>
          <w:sz w:val="32"/>
          <w:szCs w:val="32"/>
        </w:rPr>
      </w:pPr>
    </w:p>
    <w:p w14:paraId="0379272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E04947" w14:textId="77777777" w:rsidR="000E362F" w:rsidRDefault="000E362F" w:rsidP="00801D49">
      <w:pPr>
        <w:rPr>
          <w:sz w:val="32"/>
          <w:szCs w:val="32"/>
        </w:rPr>
      </w:pPr>
    </w:p>
    <w:p w14:paraId="0C680C8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EB5417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D23338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9CD1A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1AE8DA" wp14:editId="5F63D3C7">
                  <wp:extent cx="6399207" cy="3924300"/>
                  <wp:effectExtent l="0" t="0" r="1905" b="0"/>
                  <wp:docPr id="108" name="Picture 10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7CAFA9" w14:textId="77777777" w:rsidR="000E362F" w:rsidRDefault="000E362F" w:rsidP="00801D49"/>
    <w:p w14:paraId="7C6BDC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Estrella Samu</w:t>
      </w:r>
    </w:p>
    <w:p w14:paraId="50FBFE7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64 Lakeview Ave</w:t>
      </w:r>
    </w:p>
    <w:p w14:paraId="6E5D8C9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Beloit, WI 53511</w:t>
      </w:r>
    </w:p>
    <w:p w14:paraId="15E8797E" w14:textId="77777777" w:rsidR="000E362F" w:rsidRDefault="000E362F" w:rsidP="00801D49"/>
    <w:p w14:paraId="1289A66D" w14:textId="77777777" w:rsidR="000E362F" w:rsidRPr="0001239D" w:rsidRDefault="000E362F" w:rsidP="00801D49">
      <w:pPr>
        <w:rPr>
          <w:sz w:val="32"/>
          <w:szCs w:val="32"/>
        </w:rPr>
      </w:pPr>
    </w:p>
    <w:p w14:paraId="45C25A4C" w14:textId="77777777" w:rsidR="000E362F" w:rsidRDefault="000E362F" w:rsidP="00801D49">
      <w:pPr>
        <w:rPr>
          <w:sz w:val="32"/>
          <w:szCs w:val="32"/>
        </w:rPr>
      </w:pPr>
    </w:p>
    <w:p w14:paraId="4C0EE00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Estrella,</w:t>
      </w:r>
    </w:p>
    <w:p w14:paraId="71B4BB16" w14:textId="77777777" w:rsidR="000E362F" w:rsidRDefault="000E362F" w:rsidP="00801D49">
      <w:pPr>
        <w:rPr>
          <w:sz w:val="32"/>
          <w:szCs w:val="32"/>
        </w:rPr>
      </w:pPr>
    </w:p>
    <w:p w14:paraId="3D7A3FB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5EA3727" w14:textId="77777777" w:rsidR="000E362F" w:rsidRDefault="000E362F" w:rsidP="00801D49">
      <w:pPr>
        <w:rPr>
          <w:sz w:val="32"/>
          <w:szCs w:val="32"/>
        </w:rPr>
      </w:pPr>
    </w:p>
    <w:p w14:paraId="5552A27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2EA9A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92000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F2E8AD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C05861" wp14:editId="550B47F8">
                  <wp:extent cx="6399207" cy="3924300"/>
                  <wp:effectExtent l="0" t="0" r="1905" b="0"/>
                  <wp:docPr id="109" name="Picture 10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18BC4E" w14:textId="77777777" w:rsidR="000E362F" w:rsidRDefault="000E362F" w:rsidP="00801D49"/>
    <w:p w14:paraId="4AFCBE3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Donte Kines</w:t>
      </w:r>
    </w:p>
    <w:p w14:paraId="5D19776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Aspen St</w:t>
      </w:r>
    </w:p>
    <w:p w14:paraId="3506923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Worcester, MA 1602</w:t>
      </w:r>
    </w:p>
    <w:p w14:paraId="58235198" w14:textId="77777777" w:rsidR="000E362F" w:rsidRDefault="000E362F" w:rsidP="00801D49"/>
    <w:p w14:paraId="5DFE0E5B" w14:textId="77777777" w:rsidR="000E362F" w:rsidRPr="0001239D" w:rsidRDefault="000E362F" w:rsidP="00801D49">
      <w:pPr>
        <w:rPr>
          <w:sz w:val="32"/>
          <w:szCs w:val="32"/>
        </w:rPr>
      </w:pPr>
    </w:p>
    <w:p w14:paraId="7679A69A" w14:textId="77777777" w:rsidR="000E362F" w:rsidRDefault="000E362F" w:rsidP="00801D49">
      <w:pPr>
        <w:rPr>
          <w:sz w:val="32"/>
          <w:szCs w:val="32"/>
        </w:rPr>
      </w:pPr>
    </w:p>
    <w:p w14:paraId="33F9513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Donte,</w:t>
      </w:r>
    </w:p>
    <w:p w14:paraId="7EAD7AC7" w14:textId="77777777" w:rsidR="000E362F" w:rsidRDefault="000E362F" w:rsidP="00801D49">
      <w:pPr>
        <w:rPr>
          <w:sz w:val="32"/>
          <w:szCs w:val="32"/>
        </w:rPr>
      </w:pPr>
    </w:p>
    <w:p w14:paraId="604C0F4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F37268" w14:textId="77777777" w:rsidR="000E362F" w:rsidRDefault="000E362F" w:rsidP="00801D49">
      <w:pPr>
        <w:rPr>
          <w:sz w:val="32"/>
          <w:szCs w:val="32"/>
        </w:rPr>
      </w:pPr>
    </w:p>
    <w:p w14:paraId="7678E88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77D80B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2EFEBE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4BF1E0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D4E0EB" wp14:editId="7DC55974">
                  <wp:extent cx="6399207" cy="3924300"/>
                  <wp:effectExtent l="0" t="0" r="1905" b="0"/>
                  <wp:docPr id="110" name="Picture 11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3AC6D3" w14:textId="77777777" w:rsidR="000E362F" w:rsidRDefault="000E362F" w:rsidP="00801D49"/>
    <w:p w14:paraId="5EEA83D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Tiffiny Steffensmeier</w:t>
      </w:r>
    </w:p>
    <w:p w14:paraId="65D18E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32860 Sierra Rd</w:t>
      </w:r>
    </w:p>
    <w:p w14:paraId="336110D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Miami, FL 33133</w:t>
      </w:r>
    </w:p>
    <w:p w14:paraId="2DCEE570" w14:textId="77777777" w:rsidR="000E362F" w:rsidRDefault="000E362F" w:rsidP="00801D49"/>
    <w:p w14:paraId="7544C669" w14:textId="77777777" w:rsidR="000E362F" w:rsidRPr="0001239D" w:rsidRDefault="000E362F" w:rsidP="00801D49">
      <w:pPr>
        <w:rPr>
          <w:sz w:val="32"/>
          <w:szCs w:val="32"/>
        </w:rPr>
      </w:pPr>
    </w:p>
    <w:p w14:paraId="6A7CAA58" w14:textId="77777777" w:rsidR="000E362F" w:rsidRDefault="000E362F" w:rsidP="00801D49">
      <w:pPr>
        <w:rPr>
          <w:sz w:val="32"/>
          <w:szCs w:val="32"/>
        </w:rPr>
      </w:pPr>
    </w:p>
    <w:p w14:paraId="4B9FEA1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Tiffiny,</w:t>
      </w:r>
    </w:p>
    <w:p w14:paraId="50E3E19F" w14:textId="77777777" w:rsidR="000E362F" w:rsidRDefault="000E362F" w:rsidP="00801D49">
      <w:pPr>
        <w:rPr>
          <w:sz w:val="32"/>
          <w:szCs w:val="32"/>
        </w:rPr>
      </w:pPr>
    </w:p>
    <w:p w14:paraId="5153813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B918090" w14:textId="77777777" w:rsidR="000E362F" w:rsidRDefault="000E362F" w:rsidP="00801D49">
      <w:pPr>
        <w:rPr>
          <w:sz w:val="32"/>
          <w:szCs w:val="32"/>
        </w:rPr>
      </w:pPr>
    </w:p>
    <w:p w14:paraId="67FDDCC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0B3DD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12DAB5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7505DD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05BF4A" wp14:editId="52882F02">
                  <wp:extent cx="6399207" cy="3924300"/>
                  <wp:effectExtent l="0" t="0" r="1905" b="0"/>
                  <wp:docPr id="111" name="Picture 11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123FEF" w14:textId="77777777" w:rsidR="000E362F" w:rsidRDefault="000E362F" w:rsidP="00801D49"/>
    <w:p w14:paraId="472B70D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Edna Miceli</w:t>
      </w:r>
    </w:p>
    <w:p w14:paraId="6893D63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555 Main St</w:t>
      </w:r>
    </w:p>
    <w:p w14:paraId="0A8E097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Erie, PA 16502</w:t>
      </w:r>
    </w:p>
    <w:p w14:paraId="060D31DC" w14:textId="77777777" w:rsidR="000E362F" w:rsidRDefault="000E362F" w:rsidP="00801D49"/>
    <w:p w14:paraId="433E776C" w14:textId="77777777" w:rsidR="000E362F" w:rsidRPr="0001239D" w:rsidRDefault="000E362F" w:rsidP="00801D49">
      <w:pPr>
        <w:rPr>
          <w:sz w:val="32"/>
          <w:szCs w:val="32"/>
        </w:rPr>
      </w:pPr>
    </w:p>
    <w:p w14:paraId="4E785468" w14:textId="77777777" w:rsidR="000E362F" w:rsidRDefault="000E362F" w:rsidP="00801D49">
      <w:pPr>
        <w:rPr>
          <w:sz w:val="32"/>
          <w:szCs w:val="32"/>
        </w:rPr>
      </w:pPr>
    </w:p>
    <w:p w14:paraId="794B026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Edna,</w:t>
      </w:r>
    </w:p>
    <w:p w14:paraId="4DA732F5" w14:textId="77777777" w:rsidR="000E362F" w:rsidRDefault="000E362F" w:rsidP="00801D49">
      <w:pPr>
        <w:rPr>
          <w:sz w:val="32"/>
          <w:szCs w:val="32"/>
        </w:rPr>
      </w:pPr>
    </w:p>
    <w:p w14:paraId="225AB44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CC1CD86" w14:textId="77777777" w:rsidR="000E362F" w:rsidRDefault="000E362F" w:rsidP="00801D49">
      <w:pPr>
        <w:rPr>
          <w:sz w:val="32"/>
          <w:szCs w:val="32"/>
        </w:rPr>
      </w:pPr>
    </w:p>
    <w:p w14:paraId="01F6521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1B80FF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03AA63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D49B89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80313F" wp14:editId="49EE2FB4">
                  <wp:extent cx="6399207" cy="3924300"/>
                  <wp:effectExtent l="0" t="0" r="1905" b="0"/>
                  <wp:docPr id="112" name="Picture 11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07321F" w14:textId="77777777" w:rsidR="000E362F" w:rsidRDefault="000E362F" w:rsidP="00801D49"/>
    <w:p w14:paraId="201A943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Sue Kownacki</w:t>
      </w:r>
    </w:p>
    <w:p w14:paraId="36B4203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Se 3rd Ave</w:t>
      </w:r>
    </w:p>
    <w:p w14:paraId="37441CC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Mesquite, TX 75149</w:t>
      </w:r>
    </w:p>
    <w:p w14:paraId="4B117089" w14:textId="77777777" w:rsidR="000E362F" w:rsidRDefault="000E362F" w:rsidP="00801D49"/>
    <w:p w14:paraId="77171AF9" w14:textId="77777777" w:rsidR="000E362F" w:rsidRPr="0001239D" w:rsidRDefault="000E362F" w:rsidP="00801D49">
      <w:pPr>
        <w:rPr>
          <w:sz w:val="32"/>
          <w:szCs w:val="32"/>
        </w:rPr>
      </w:pPr>
    </w:p>
    <w:p w14:paraId="4C72AF2D" w14:textId="77777777" w:rsidR="000E362F" w:rsidRDefault="000E362F" w:rsidP="00801D49">
      <w:pPr>
        <w:rPr>
          <w:sz w:val="32"/>
          <w:szCs w:val="32"/>
        </w:rPr>
      </w:pPr>
    </w:p>
    <w:p w14:paraId="66B740C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Sue,</w:t>
      </w:r>
    </w:p>
    <w:p w14:paraId="1F3C7CDE" w14:textId="77777777" w:rsidR="000E362F" w:rsidRDefault="000E362F" w:rsidP="00801D49">
      <w:pPr>
        <w:rPr>
          <w:sz w:val="32"/>
          <w:szCs w:val="32"/>
        </w:rPr>
      </w:pPr>
    </w:p>
    <w:p w14:paraId="6E8F061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FE8CDEE" w14:textId="77777777" w:rsidR="000E362F" w:rsidRDefault="000E362F" w:rsidP="00801D49">
      <w:pPr>
        <w:rPr>
          <w:sz w:val="32"/>
          <w:szCs w:val="32"/>
        </w:rPr>
      </w:pPr>
    </w:p>
    <w:p w14:paraId="21312B2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651759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337C3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E184C4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A8E2DB" wp14:editId="5713DCED">
                  <wp:extent cx="6399207" cy="3924300"/>
                  <wp:effectExtent l="0" t="0" r="1905" b="0"/>
                  <wp:docPr id="113" name="Picture 11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320354" w14:textId="77777777" w:rsidR="000E362F" w:rsidRDefault="000E362F" w:rsidP="00801D49"/>
    <w:p w14:paraId="40B69F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Jesusa Shin</w:t>
      </w:r>
    </w:p>
    <w:p w14:paraId="390B565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2239 Shawnee Mission Pky</w:t>
      </w:r>
    </w:p>
    <w:p w14:paraId="02FC5F5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Tullahoma, TN 37388</w:t>
      </w:r>
    </w:p>
    <w:p w14:paraId="26E23944" w14:textId="77777777" w:rsidR="000E362F" w:rsidRDefault="000E362F" w:rsidP="00801D49"/>
    <w:p w14:paraId="4FBBA312" w14:textId="77777777" w:rsidR="000E362F" w:rsidRPr="0001239D" w:rsidRDefault="000E362F" w:rsidP="00801D49">
      <w:pPr>
        <w:rPr>
          <w:sz w:val="32"/>
          <w:szCs w:val="32"/>
        </w:rPr>
      </w:pPr>
    </w:p>
    <w:p w14:paraId="6C6BD150" w14:textId="77777777" w:rsidR="000E362F" w:rsidRDefault="000E362F" w:rsidP="00801D49">
      <w:pPr>
        <w:rPr>
          <w:sz w:val="32"/>
          <w:szCs w:val="32"/>
        </w:rPr>
      </w:pPr>
    </w:p>
    <w:p w14:paraId="7F49D9D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Jesusa,</w:t>
      </w:r>
    </w:p>
    <w:p w14:paraId="4F3780B2" w14:textId="77777777" w:rsidR="000E362F" w:rsidRDefault="000E362F" w:rsidP="00801D49">
      <w:pPr>
        <w:rPr>
          <w:sz w:val="32"/>
          <w:szCs w:val="32"/>
        </w:rPr>
      </w:pPr>
    </w:p>
    <w:p w14:paraId="1F511A4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56A3266" w14:textId="77777777" w:rsidR="000E362F" w:rsidRDefault="000E362F" w:rsidP="00801D49">
      <w:pPr>
        <w:rPr>
          <w:sz w:val="32"/>
          <w:szCs w:val="32"/>
        </w:rPr>
      </w:pPr>
    </w:p>
    <w:p w14:paraId="561C184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EDCD9A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248B5B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9969E6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0F431F" wp14:editId="548EB9A1">
                  <wp:extent cx="6399207" cy="3924300"/>
                  <wp:effectExtent l="0" t="0" r="1905" b="0"/>
                  <wp:docPr id="114" name="Picture 11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70A39F" w14:textId="77777777" w:rsidR="000E362F" w:rsidRDefault="000E362F" w:rsidP="00801D49"/>
    <w:p w14:paraId="3E41D8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Rolland Francescon</w:t>
      </w:r>
    </w:p>
    <w:p w14:paraId="7F22AE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2726 Charcot Ave</w:t>
      </w:r>
    </w:p>
    <w:p w14:paraId="7080F72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Paterson, NJ 7501</w:t>
      </w:r>
    </w:p>
    <w:p w14:paraId="1E973285" w14:textId="77777777" w:rsidR="000E362F" w:rsidRDefault="000E362F" w:rsidP="00801D49"/>
    <w:p w14:paraId="2979E292" w14:textId="77777777" w:rsidR="000E362F" w:rsidRPr="0001239D" w:rsidRDefault="000E362F" w:rsidP="00801D49">
      <w:pPr>
        <w:rPr>
          <w:sz w:val="32"/>
          <w:szCs w:val="32"/>
        </w:rPr>
      </w:pPr>
    </w:p>
    <w:p w14:paraId="43F5D51A" w14:textId="77777777" w:rsidR="000E362F" w:rsidRDefault="000E362F" w:rsidP="00801D49">
      <w:pPr>
        <w:rPr>
          <w:sz w:val="32"/>
          <w:szCs w:val="32"/>
        </w:rPr>
      </w:pPr>
    </w:p>
    <w:p w14:paraId="48FD2D0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Rolland,</w:t>
      </w:r>
    </w:p>
    <w:p w14:paraId="33B50C35" w14:textId="77777777" w:rsidR="000E362F" w:rsidRDefault="000E362F" w:rsidP="00801D49">
      <w:pPr>
        <w:rPr>
          <w:sz w:val="32"/>
          <w:szCs w:val="32"/>
        </w:rPr>
      </w:pPr>
    </w:p>
    <w:p w14:paraId="43A21C9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D30277F" w14:textId="77777777" w:rsidR="000E362F" w:rsidRDefault="000E362F" w:rsidP="00801D49">
      <w:pPr>
        <w:rPr>
          <w:sz w:val="32"/>
          <w:szCs w:val="32"/>
        </w:rPr>
      </w:pPr>
    </w:p>
    <w:p w14:paraId="7B680E0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1EEE2A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1932F5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47B19A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742644" wp14:editId="3CECAAD6">
                  <wp:extent cx="6399207" cy="3924300"/>
                  <wp:effectExtent l="0" t="0" r="1905" b="0"/>
                  <wp:docPr id="115" name="Picture 11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B43F8" w14:textId="77777777" w:rsidR="000E362F" w:rsidRDefault="000E362F" w:rsidP="00801D49"/>
    <w:p w14:paraId="47BB392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Pamella Schmierer</w:t>
      </w:r>
    </w:p>
    <w:p w14:paraId="748BEED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5161 Dorsett Rd</w:t>
      </w:r>
    </w:p>
    <w:p w14:paraId="3755D8D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Homestead, FL 33030</w:t>
      </w:r>
    </w:p>
    <w:p w14:paraId="736C6EF8" w14:textId="77777777" w:rsidR="000E362F" w:rsidRDefault="000E362F" w:rsidP="00801D49"/>
    <w:p w14:paraId="21EA0925" w14:textId="77777777" w:rsidR="000E362F" w:rsidRPr="0001239D" w:rsidRDefault="000E362F" w:rsidP="00801D49">
      <w:pPr>
        <w:rPr>
          <w:sz w:val="32"/>
          <w:szCs w:val="32"/>
        </w:rPr>
      </w:pPr>
    </w:p>
    <w:p w14:paraId="2A6D9D65" w14:textId="77777777" w:rsidR="000E362F" w:rsidRDefault="000E362F" w:rsidP="00801D49">
      <w:pPr>
        <w:rPr>
          <w:sz w:val="32"/>
          <w:szCs w:val="32"/>
        </w:rPr>
      </w:pPr>
    </w:p>
    <w:p w14:paraId="4A3BF41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Pamella,</w:t>
      </w:r>
    </w:p>
    <w:p w14:paraId="790F4235" w14:textId="77777777" w:rsidR="000E362F" w:rsidRDefault="000E362F" w:rsidP="00801D49">
      <w:pPr>
        <w:rPr>
          <w:sz w:val="32"/>
          <w:szCs w:val="32"/>
        </w:rPr>
      </w:pPr>
    </w:p>
    <w:p w14:paraId="596BEC2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C4E9804" w14:textId="77777777" w:rsidR="000E362F" w:rsidRDefault="000E362F" w:rsidP="00801D49">
      <w:pPr>
        <w:rPr>
          <w:sz w:val="32"/>
          <w:szCs w:val="32"/>
        </w:rPr>
      </w:pPr>
    </w:p>
    <w:p w14:paraId="0E2A85C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05A0EB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14D367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9F32E8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62AD0F" wp14:editId="0A95F6B6">
                  <wp:extent cx="6399207" cy="3924300"/>
                  <wp:effectExtent l="0" t="0" r="1905" b="0"/>
                  <wp:docPr id="116" name="Picture 11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2FD80F" w14:textId="77777777" w:rsidR="000E362F" w:rsidRDefault="000E362F" w:rsidP="00801D49"/>
    <w:p w14:paraId="1880AD5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Glory Kulzer</w:t>
      </w:r>
    </w:p>
    <w:p w14:paraId="1B85A54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55892 Jacksonville Rd</w:t>
      </w:r>
    </w:p>
    <w:p w14:paraId="7121D4F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Owings Mills, MD 21117</w:t>
      </w:r>
    </w:p>
    <w:p w14:paraId="39F377C5" w14:textId="77777777" w:rsidR="000E362F" w:rsidRDefault="000E362F" w:rsidP="00801D49"/>
    <w:p w14:paraId="4C46A665" w14:textId="77777777" w:rsidR="000E362F" w:rsidRPr="0001239D" w:rsidRDefault="000E362F" w:rsidP="00801D49">
      <w:pPr>
        <w:rPr>
          <w:sz w:val="32"/>
          <w:szCs w:val="32"/>
        </w:rPr>
      </w:pPr>
    </w:p>
    <w:p w14:paraId="4D6A44C3" w14:textId="77777777" w:rsidR="000E362F" w:rsidRDefault="000E362F" w:rsidP="00801D49">
      <w:pPr>
        <w:rPr>
          <w:sz w:val="32"/>
          <w:szCs w:val="32"/>
        </w:rPr>
      </w:pPr>
    </w:p>
    <w:p w14:paraId="00DCBF0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Glory,</w:t>
      </w:r>
    </w:p>
    <w:p w14:paraId="2F99A013" w14:textId="77777777" w:rsidR="000E362F" w:rsidRDefault="000E362F" w:rsidP="00801D49">
      <w:pPr>
        <w:rPr>
          <w:sz w:val="32"/>
          <w:szCs w:val="32"/>
        </w:rPr>
      </w:pPr>
    </w:p>
    <w:p w14:paraId="339ED0A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EB723D1" w14:textId="77777777" w:rsidR="000E362F" w:rsidRDefault="000E362F" w:rsidP="00801D49">
      <w:pPr>
        <w:rPr>
          <w:sz w:val="32"/>
          <w:szCs w:val="32"/>
        </w:rPr>
      </w:pPr>
    </w:p>
    <w:p w14:paraId="02E5F14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A6581F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8F81E8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337A66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266AED" wp14:editId="7AE0D285">
                  <wp:extent cx="6399207" cy="3924300"/>
                  <wp:effectExtent l="0" t="0" r="1905" b="0"/>
                  <wp:docPr id="117" name="Picture 11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B70737" w14:textId="77777777" w:rsidR="000E362F" w:rsidRDefault="000E362F" w:rsidP="00801D49"/>
    <w:p w14:paraId="459CA66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Shawna Palaspas</w:t>
      </w:r>
    </w:p>
    <w:p w14:paraId="25A91DC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N Cleveland Massillon Rd</w:t>
      </w:r>
    </w:p>
    <w:p w14:paraId="63E748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Thousand Oaks, CA 91362</w:t>
      </w:r>
    </w:p>
    <w:p w14:paraId="3AD5836F" w14:textId="77777777" w:rsidR="000E362F" w:rsidRDefault="000E362F" w:rsidP="00801D49"/>
    <w:p w14:paraId="2C201BDB" w14:textId="77777777" w:rsidR="000E362F" w:rsidRPr="0001239D" w:rsidRDefault="000E362F" w:rsidP="00801D49">
      <w:pPr>
        <w:rPr>
          <w:sz w:val="32"/>
          <w:szCs w:val="32"/>
        </w:rPr>
      </w:pPr>
    </w:p>
    <w:p w14:paraId="66D974ED" w14:textId="77777777" w:rsidR="000E362F" w:rsidRDefault="000E362F" w:rsidP="00801D49">
      <w:pPr>
        <w:rPr>
          <w:sz w:val="32"/>
          <w:szCs w:val="32"/>
        </w:rPr>
      </w:pPr>
    </w:p>
    <w:p w14:paraId="3F67962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Shawna,</w:t>
      </w:r>
    </w:p>
    <w:p w14:paraId="03F8C2F2" w14:textId="77777777" w:rsidR="000E362F" w:rsidRDefault="000E362F" w:rsidP="00801D49">
      <w:pPr>
        <w:rPr>
          <w:sz w:val="32"/>
          <w:szCs w:val="32"/>
        </w:rPr>
      </w:pPr>
    </w:p>
    <w:p w14:paraId="795B70C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402DC09" w14:textId="77777777" w:rsidR="000E362F" w:rsidRDefault="000E362F" w:rsidP="00801D49">
      <w:pPr>
        <w:rPr>
          <w:sz w:val="32"/>
          <w:szCs w:val="32"/>
        </w:rPr>
      </w:pPr>
    </w:p>
    <w:p w14:paraId="3CC0196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9BD0A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7A7E7B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4A1362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F94303" wp14:editId="7E8C85F4">
                  <wp:extent cx="6399207" cy="3924300"/>
                  <wp:effectExtent l="0" t="0" r="1905" b="0"/>
                  <wp:docPr id="118" name="Picture 11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720884" w14:textId="77777777" w:rsidR="000E362F" w:rsidRDefault="000E362F" w:rsidP="00801D49"/>
    <w:p w14:paraId="74BD750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Brandon Callaro</w:t>
      </w:r>
    </w:p>
    <w:p w14:paraId="233FC63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Benton Dr</w:t>
      </w:r>
    </w:p>
    <w:p w14:paraId="60A5089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Honolulu, HI 96819</w:t>
      </w:r>
    </w:p>
    <w:p w14:paraId="36489C45" w14:textId="77777777" w:rsidR="000E362F" w:rsidRDefault="000E362F" w:rsidP="00801D49"/>
    <w:p w14:paraId="1A9FDB1C" w14:textId="77777777" w:rsidR="000E362F" w:rsidRPr="0001239D" w:rsidRDefault="000E362F" w:rsidP="00801D49">
      <w:pPr>
        <w:rPr>
          <w:sz w:val="32"/>
          <w:szCs w:val="32"/>
        </w:rPr>
      </w:pPr>
    </w:p>
    <w:p w14:paraId="01A58510" w14:textId="77777777" w:rsidR="000E362F" w:rsidRDefault="000E362F" w:rsidP="00801D49">
      <w:pPr>
        <w:rPr>
          <w:sz w:val="32"/>
          <w:szCs w:val="32"/>
        </w:rPr>
      </w:pPr>
    </w:p>
    <w:p w14:paraId="45EE59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Brandon,</w:t>
      </w:r>
    </w:p>
    <w:p w14:paraId="63F24744" w14:textId="77777777" w:rsidR="000E362F" w:rsidRDefault="000E362F" w:rsidP="00801D49">
      <w:pPr>
        <w:rPr>
          <w:sz w:val="32"/>
          <w:szCs w:val="32"/>
        </w:rPr>
      </w:pPr>
    </w:p>
    <w:p w14:paraId="60A4DAB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675E3F" w14:textId="77777777" w:rsidR="000E362F" w:rsidRDefault="000E362F" w:rsidP="00801D49">
      <w:pPr>
        <w:rPr>
          <w:sz w:val="32"/>
          <w:szCs w:val="32"/>
        </w:rPr>
      </w:pPr>
    </w:p>
    <w:p w14:paraId="2B97607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5C9D4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5D1C33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10B9EA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FBE6DC" wp14:editId="2DD484A1">
                  <wp:extent cx="6399207" cy="3924300"/>
                  <wp:effectExtent l="0" t="0" r="1905" b="0"/>
                  <wp:docPr id="119" name="Picture 11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B9D7A" w14:textId="77777777" w:rsidR="000E362F" w:rsidRDefault="000E362F" w:rsidP="00801D49"/>
    <w:p w14:paraId="6915328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Scarlet Cartan</w:t>
      </w:r>
    </w:p>
    <w:p w14:paraId="6D3F48F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9390 S Howell Ave</w:t>
      </w:r>
    </w:p>
    <w:p w14:paraId="2FDF1E3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Albany, GA 31701</w:t>
      </w:r>
    </w:p>
    <w:p w14:paraId="1D97392A" w14:textId="77777777" w:rsidR="000E362F" w:rsidRDefault="000E362F" w:rsidP="00801D49"/>
    <w:p w14:paraId="4D78CC89" w14:textId="77777777" w:rsidR="000E362F" w:rsidRPr="0001239D" w:rsidRDefault="000E362F" w:rsidP="00801D49">
      <w:pPr>
        <w:rPr>
          <w:sz w:val="32"/>
          <w:szCs w:val="32"/>
        </w:rPr>
      </w:pPr>
    </w:p>
    <w:p w14:paraId="2E4B7A2A" w14:textId="77777777" w:rsidR="000E362F" w:rsidRDefault="000E362F" w:rsidP="00801D49">
      <w:pPr>
        <w:rPr>
          <w:sz w:val="32"/>
          <w:szCs w:val="32"/>
        </w:rPr>
      </w:pPr>
    </w:p>
    <w:p w14:paraId="209A614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Scarlet,</w:t>
      </w:r>
    </w:p>
    <w:p w14:paraId="5D935163" w14:textId="77777777" w:rsidR="000E362F" w:rsidRDefault="000E362F" w:rsidP="00801D49">
      <w:pPr>
        <w:rPr>
          <w:sz w:val="32"/>
          <w:szCs w:val="32"/>
        </w:rPr>
      </w:pPr>
    </w:p>
    <w:p w14:paraId="77A6265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C18EC15" w14:textId="77777777" w:rsidR="000E362F" w:rsidRDefault="000E362F" w:rsidP="00801D49">
      <w:pPr>
        <w:rPr>
          <w:sz w:val="32"/>
          <w:szCs w:val="32"/>
        </w:rPr>
      </w:pPr>
    </w:p>
    <w:p w14:paraId="2325C8C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B95653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F57691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59F6A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F0CDF5" wp14:editId="4D1A160E">
                  <wp:extent cx="6399207" cy="3924300"/>
                  <wp:effectExtent l="0" t="0" r="1905" b="0"/>
                  <wp:docPr id="120" name="Picture 12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684339" w14:textId="77777777" w:rsidR="000E362F" w:rsidRDefault="000E362F" w:rsidP="00801D49"/>
    <w:p w14:paraId="45E7927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Oretha Menter</w:t>
      </w:r>
    </w:p>
    <w:p w14:paraId="5FEB826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County Center Dr #647</w:t>
      </w:r>
    </w:p>
    <w:p w14:paraId="68F67DB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Boston, MA 2210</w:t>
      </w:r>
    </w:p>
    <w:p w14:paraId="53419638" w14:textId="77777777" w:rsidR="000E362F" w:rsidRDefault="000E362F" w:rsidP="00801D49"/>
    <w:p w14:paraId="162CB9CA" w14:textId="77777777" w:rsidR="000E362F" w:rsidRPr="0001239D" w:rsidRDefault="000E362F" w:rsidP="00801D49">
      <w:pPr>
        <w:rPr>
          <w:sz w:val="32"/>
          <w:szCs w:val="32"/>
        </w:rPr>
      </w:pPr>
    </w:p>
    <w:p w14:paraId="4CE02CE2" w14:textId="77777777" w:rsidR="000E362F" w:rsidRDefault="000E362F" w:rsidP="00801D49">
      <w:pPr>
        <w:rPr>
          <w:sz w:val="32"/>
          <w:szCs w:val="32"/>
        </w:rPr>
      </w:pPr>
    </w:p>
    <w:p w14:paraId="4F26C44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Oretha,</w:t>
      </w:r>
    </w:p>
    <w:p w14:paraId="1D449A08" w14:textId="77777777" w:rsidR="000E362F" w:rsidRDefault="000E362F" w:rsidP="00801D49">
      <w:pPr>
        <w:rPr>
          <w:sz w:val="32"/>
          <w:szCs w:val="32"/>
        </w:rPr>
      </w:pPr>
    </w:p>
    <w:p w14:paraId="6BD5EE4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9225384" w14:textId="77777777" w:rsidR="000E362F" w:rsidRDefault="000E362F" w:rsidP="00801D49">
      <w:pPr>
        <w:rPr>
          <w:sz w:val="32"/>
          <w:szCs w:val="32"/>
        </w:rPr>
      </w:pPr>
    </w:p>
    <w:p w14:paraId="04EA940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63E407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D1630D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D3BE03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CD000F" wp14:editId="5F882BA5">
                  <wp:extent cx="6399207" cy="3924300"/>
                  <wp:effectExtent l="0" t="0" r="1905" b="0"/>
                  <wp:docPr id="121" name="Picture 12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BA5A7" w14:textId="77777777" w:rsidR="000E362F" w:rsidRDefault="000E362F" w:rsidP="00801D49"/>
    <w:p w14:paraId="41EEEE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Ty Smith</w:t>
      </w:r>
    </w:p>
    <w:p w14:paraId="064C275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4646 Kaahumanu St</w:t>
      </w:r>
    </w:p>
    <w:p w14:paraId="328DC13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Hackensack, NJ 7601</w:t>
      </w:r>
    </w:p>
    <w:p w14:paraId="0339626D" w14:textId="77777777" w:rsidR="000E362F" w:rsidRDefault="000E362F" w:rsidP="00801D49"/>
    <w:p w14:paraId="4B81991C" w14:textId="77777777" w:rsidR="000E362F" w:rsidRPr="0001239D" w:rsidRDefault="000E362F" w:rsidP="00801D49">
      <w:pPr>
        <w:rPr>
          <w:sz w:val="32"/>
          <w:szCs w:val="32"/>
        </w:rPr>
      </w:pPr>
    </w:p>
    <w:p w14:paraId="45DB92C7" w14:textId="77777777" w:rsidR="000E362F" w:rsidRDefault="000E362F" w:rsidP="00801D49">
      <w:pPr>
        <w:rPr>
          <w:sz w:val="32"/>
          <w:szCs w:val="32"/>
        </w:rPr>
      </w:pPr>
    </w:p>
    <w:p w14:paraId="139AB15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Ty,</w:t>
      </w:r>
    </w:p>
    <w:p w14:paraId="3092104D" w14:textId="77777777" w:rsidR="000E362F" w:rsidRDefault="000E362F" w:rsidP="00801D49">
      <w:pPr>
        <w:rPr>
          <w:sz w:val="32"/>
          <w:szCs w:val="32"/>
        </w:rPr>
      </w:pPr>
    </w:p>
    <w:p w14:paraId="6E882E9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6F4D49" w14:textId="77777777" w:rsidR="000E362F" w:rsidRDefault="000E362F" w:rsidP="00801D49">
      <w:pPr>
        <w:rPr>
          <w:sz w:val="32"/>
          <w:szCs w:val="32"/>
        </w:rPr>
      </w:pPr>
    </w:p>
    <w:p w14:paraId="3DF4D6D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4E2D08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130CB2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C67478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FF3DE0" wp14:editId="2BF56130">
                  <wp:extent cx="6399207" cy="3924300"/>
                  <wp:effectExtent l="0" t="0" r="1905" b="0"/>
                  <wp:docPr id="122" name="Picture 12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EE9CB1" w14:textId="77777777" w:rsidR="000E362F" w:rsidRDefault="000E362F" w:rsidP="00801D49"/>
    <w:p w14:paraId="07FE000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Xuan Rochin</w:t>
      </w:r>
    </w:p>
    <w:p w14:paraId="3652E7B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Monroe St</w:t>
      </w:r>
    </w:p>
    <w:p w14:paraId="258FA6D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Mateo, CA 94403</w:t>
      </w:r>
    </w:p>
    <w:p w14:paraId="1300D775" w14:textId="77777777" w:rsidR="000E362F" w:rsidRDefault="000E362F" w:rsidP="00801D49"/>
    <w:p w14:paraId="22566A50" w14:textId="77777777" w:rsidR="000E362F" w:rsidRPr="0001239D" w:rsidRDefault="000E362F" w:rsidP="00801D49">
      <w:pPr>
        <w:rPr>
          <w:sz w:val="32"/>
          <w:szCs w:val="32"/>
        </w:rPr>
      </w:pPr>
    </w:p>
    <w:p w14:paraId="68394B7D" w14:textId="77777777" w:rsidR="000E362F" w:rsidRDefault="000E362F" w:rsidP="00801D49">
      <w:pPr>
        <w:rPr>
          <w:sz w:val="32"/>
          <w:szCs w:val="32"/>
        </w:rPr>
      </w:pPr>
    </w:p>
    <w:p w14:paraId="7911DEB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Xuan,</w:t>
      </w:r>
    </w:p>
    <w:p w14:paraId="3D9ADAD1" w14:textId="77777777" w:rsidR="000E362F" w:rsidRDefault="000E362F" w:rsidP="00801D49">
      <w:pPr>
        <w:rPr>
          <w:sz w:val="32"/>
          <w:szCs w:val="32"/>
        </w:rPr>
      </w:pPr>
    </w:p>
    <w:p w14:paraId="78C95BF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FD9FCFA" w14:textId="77777777" w:rsidR="000E362F" w:rsidRDefault="000E362F" w:rsidP="00801D49">
      <w:pPr>
        <w:rPr>
          <w:sz w:val="32"/>
          <w:szCs w:val="32"/>
        </w:rPr>
      </w:pPr>
    </w:p>
    <w:p w14:paraId="48CAF28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C76B4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CDE0E1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96C5AA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9E4BB8" wp14:editId="76CBD783">
                  <wp:extent cx="6399207" cy="3924300"/>
                  <wp:effectExtent l="0" t="0" r="1905" b="0"/>
                  <wp:docPr id="123" name="Picture 12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D01B6A" w14:textId="77777777" w:rsidR="000E362F" w:rsidRDefault="000E362F" w:rsidP="00801D49"/>
    <w:p w14:paraId="33B8AA2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Lindsey Dilello</w:t>
      </w:r>
    </w:p>
    <w:p w14:paraId="4E64120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52777 Leaders Heights Rd</w:t>
      </w:r>
    </w:p>
    <w:p w14:paraId="70136B8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Ontario, CA 91761</w:t>
      </w:r>
    </w:p>
    <w:p w14:paraId="34121375" w14:textId="77777777" w:rsidR="000E362F" w:rsidRDefault="000E362F" w:rsidP="00801D49"/>
    <w:p w14:paraId="3481467F" w14:textId="77777777" w:rsidR="000E362F" w:rsidRPr="0001239D" w:rsidRDefault="000E362F" w:rsidP="00801D49">
      <w:pPr>
        <w:rPr>
          <w:sz w:val="32"/>
          <w:szCs w:val="32"/>
        </w:rPr>
      </w:pPr>
    </w:p>
    <w:p w14:paraId="5E7A4B8E" w14:textId="77777777" w:rsidR="000E362F" w:rsidRDefault="000E362F" w:rsidP="00801D49">
      <w:pPr>
        <w:rPr>
          <w:sz w:val="32"/>
          <w:szCs w:val="32"/>
        </w:rPr>
      </w:pPr>
    </w:p>
    <w:p w14:paraId="14B1632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Lindsey,</w:t>
      </w:r>
    </w:p>
    <w:p w14:paraId="7434829C" w14:textId="77777777" w:rsidR="000E362F" w:rsidRDefault="000E362F" w:rsidP="00801D49">
      <w:pPr>
        <w:rPr>
          <w:sz w:val="32"/>
          <w:szCs w:val="32"/>
        </w:rPr>
      </w:pPr>
    </w:p>
    <w:p w14:paraId="1D839F8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8B8D1A" w14:textId="77777777" w:rsidR="000E362F" w:rsidRDefault="000E362F" w:rsidP="00801D49">
      <w:pPr>
        <w:rPr>
          <w:sz w:val="32"/>
          <w:szCs w:val="32"/>
        </w:rPr>
      </w:pPr>
    </w:p>
    <w:p w14:paraId="4DB10BD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C20187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993E1F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65658A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17BE98" wp14:editId="7AF78663">
                  <wp:extent cx="6399207" cy="3924300"/>
                  <wp:effectExtent l="0" t="0" r="1905" b="0"/>
                  <wp:docPr id="124" name="Picture 12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4FF49B" w14:textId="77777777" w:rsidR="000E362F" w:rsidRDefault="000E362F" w:rsidP="00801D49"/>
    <w:p w14:paraId="5B67A3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Devora Perez</w:t>
      </w:r>
    </w:p>
    <w:p w14:paraId="31EB7F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72868 Blackington Ave</w:t>
      </w:r>
    </w:p>
    <w:p w14:paraId="328E5F5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Oakland, CA 94606</w:t>
      </w:r>
    </w:p>
    <w:p w14:paraId="1AEBCB92" w14:textId="77777777" w:rsidR="000E362F" w:rsidRDefault="000E362F" w:rsidP="00801D49"/>
    <w:p w14:paraId="62ED6067" w14:textId="77777777" w:rsidR="000E362F" w:rsidRPr="0001239D" w:rsidRDefault="000E362F" w:rsidP="00801D49">
      <w:pPr>
        <w:rPr>
          <w:sz w:val="32"/>
          <w:szCs w:val="32"/>
        </w:rPr>
      </w:pPr>
    </w:p>
    <w:p w14:paraId="47982A61" w14:textId="77777777" w:rsidR="000E362F" w:rsidRDefault="000E362F" w:rsidP="00801D49">
      <w:pPr>
        <w:rPr>
          <w:sz w:val="32"/>
          <w:szCs w:val="32"/>
        </w:rPr>
      </w:pPr>
    </w:p>
    <w:p w14:paraId="339EB8B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Devora,</w:t>
      </w:r>
    </w:p>
    <w:p w14:paraId="6B20E00D" w14:textId="77777777" w:rsidR="000E362F" w:rsidRDefault="000E362F" w:rsidP="00801D49">
      <w:pPr>
        <w:rPr>
          <w:sz w:val="32"/>
          <w:szCs w:val="32"/>
        </w:rPr>
      </w:pPr>
    </w:p>
    <w:p w14:paraId="67404CE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D42A31" w14:textId="77777777" w:rsidR="000E362F" w:rsidRDefault="000E362F" w:rsidP="00801D49">
      <w:pPr>
        <w:rPr>
          <w:sz w:val="32"/>
          <w:szCs w:val="32"/>
        </w:rPr>
      </w:pPr>
    </w:p>
    <w:p w14:paraId="6E636A9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6FC5BE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193953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A5E5FF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EB7483" wp14:editId="57E17279">
                  <wp:extent cx="6399207" cy="3924300"/>
                  <wp:effectExtent l="0" t="0" r="1905" b="0"/>
                  <wp:docPr id="125" name="Picture 12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D031B4" w14:textId="77777777" w:rsidR="000E362F" w:rsidRDefault="000E362F" w:rsidP="00801D49"/>
    <w:p w14:paraId="0F0F8E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Herman Demesa</w:t>
      </w:r>
    </w:p>
    <w:p w14:paraId="62D0E82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Norristown Rd</w:t>
      </w:r>
    </w:p>
    <w:p w14:paraId="0366A47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Troy, NY 12180</w:t>
      </w:r>
    </w:p>
    <w:p w14:paraId="13BF4417" w14:textId="77777777" w:rsidR="000E362F" w:rsidRDefault="000E362F" w:rsidP="00801D49"/>
    <w:p w14:paraId="2BA3F34F" w14:textId="77777777" w:rsidR="000E362F" w:rsidRPr="0001239D" w:rsidRDefault="000E362F" w:rsidP="00801D49">
      <w:pPr>
        <w:rPr>
          <w:sz w:val="32"/>
          <w:szCs w:val="32"/>
        </w:rPr>
      </w:pPr>
    </w:p>
    <w:p w14:paraId="4BB9E614" w14:textId="77777777" w:rsidR="000E362F" w:rsidRDefault="000E362F" w:rsidP="00801D49">
      <w:pPr>
        <w:rPr>
          <w:sz w:val="32"/>
          <w:szCs w:val="32"/>
        </w:rPr>
      </w:pPr>
    </w:p>
    <w:p w14:paraId="35BC78F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Herman,</w:t>
      </w:r>
    </w:p>
    <w:p w14:paraId="1A7869B4" w14:textId="77777777" w:rsidR="000E362F" w:rsidRDefault="000E362F" w:rsidP="00801D49">
      <w:pPr>
        <w:rPr>
          <w:sz w:val="32"/>
          <w:szCs w:val="32"/>
        </w:rPr>
      </w:pPr>
    </w:p>
    <w:p w14:paraId="187BE20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39BE762" w14:textId="77777777" w:rsidR="000E362F" w:rsidRDefault="000E362F" w:rsidP="00801D49">
      <w:pPr>
        <w:rPr>
          <w:sz w:val="32"/>
          <w:szCs w:val="32"/>
        </w:rPr>
      </w:pPr>
    </w:p>
    <w:p w14:paraId="6F08928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6EB70B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F48BB5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150AEA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F15E3A" wp14:editId="0CB8C1D9">
                  <wp:extent cx="6399207" cy="3924300"/>
                  <wp:effectExtent l="0" t="0" r="1905" b="0"/>
                  <wp:docPr id="126" name="Picture 12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470849" w14:textId="77777777" w:rsidR="000E362F" w:rsidRDefault="000E362F" w:rsidP="00801D49"/>
    <w:p w14:paraId="6415D98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Rory Papasergi</w:t>
      </w:r>
    </w:p>
    <w:p w14:paraId="354631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83 County Road 437 #8581</w:t>
      </w:r>
    </w:p>
    <w:p w14:paraId="60E812E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Clarks Summit, PA 18411</w:t>
      </w:r>
    </w:p>
    <w:p w14:paraId="422A7E4A" w14:textId="77777777" w:rsidR="000E362F" w:rsidRDefault="000E362F" w:rsidP="00801D49"/>
    <w:p w14:paraId="733BAA35" w14:textId="77777777" w:rsidR="000E362F" w:rsidRPr="0001239D" w:rsidRDefault="000E362F" w:rsidP="00801D49">
      <w:pPr>
        <w:rPr>
          <w:sz w:val="32"/>
          <w:szCs w:val="32"/>
        </w:rPr>
      </w:pPr>
    </w:p>
    <w:p w14:paraId="52FD9E7A" w14:textId="77777777" w:rsidR="000E362F" w:rsidRDefault="000E362F" w:rsidP="00801D49">
      <w:pPr>
        <w:rPr>
          <w:sz w:val="32"/>
          <w:szCs w:val="32"/>
        </w:rPr>
      </w:pPr>
    </w:p>
    <w:p w14:paraId="66B5857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Rory,</w:t>
      </w:r>
    </w:p>
    <w:p w14:paraId="5CCDE338" w14:textId="77777777" w:rsidR="000E362F" w:rsidRDefault="000E362F" w:rsidP="00801D49">
      <w:pPr>
        <w:rPr>
          <w:sz w:val="32"/>
          <w:szCs w:val="32"/>
        </w:rPr>
      </w:pPr>
    </w:p>
    <w:p w14:paraId="6192D60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28A51A" w14:textId="77777777" w:rsidR="000E362F" w:rsidRDefault="000E362F" w:rsidP="00801D49">
      <w:pPr>
        <w:rPr>
          <w:sz w:val="32"/>
          <w:szCs w:val="32"/>
        </w:rPr>
      </w:pPr>
    </w:p>
    <w:p w14:paraId="0752ADE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9E5B65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324AE8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C909EB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F14F2A" wp14:editId="1276D3FB">
                  <wp:extent cx="6399207" cy="3924300"/>
                  <wp:effectExtent l="0" t="0" r="1905" b="0"/>
                  <wp:docPr id="127" name="Picture 12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8AD7E" w14:textId="77777777" w:rsidR="000E362F" w:rsidRDefault="000E362F" w:rsidP="00801D49"/>
    <w:p w14:paraId="2C34679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Talia Riopelle</w:t>
      </w:r>
    </w:p>
    <w:p w14:paraId="71768A6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N Harlem Ave #9</w:t>
      </w:r>
    </w:p>
    <w:p w14:paraId="6BA98CD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Orange, NJ 7050</w:t>
      </w:r>
    </w:p>
    <w:p w14:paraId="628D80CD" w14:textId="77777777" w:rsidR="000E362F" w:rsidRDefault="000E362F" w:rsidP="00801D49"/>
    <w:p w14:paraId="6993312E" w14:textId="77777777" w:rsidR="000E362F" w:rsidRPr="0001239D" w:rsidRDefault="000E362F" w:rsidP="00801D49">
      <w:pPr>
        <w:rPr>
          <w:sz w:val="32"/>
          <w:szCs w:val="32"/>
        </w:rPr>
      </w:pPr>
    </w:p>
    <w:p w14:paraId="4ED2A374" w14:textId="77777777" w:rsidR="000E362F" w:rsidRDefault="000E362F" w:rsidP="00801D49">
      <w:pPr>
        <w:rPr>
          <w:sz w:val="32"/>
          <w:szCs w:val="32"/>
        </w:rPr>
      </w:pPr>
    </w:p>
    <w:p w14:paraId="01D568A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Talia,</w:t>
      </w:r>
    </w:p>
    <w:p w14:paraId="731C2AB3" w14:textId="77777777" w:rsidR="000E362F" w:rsidRDefault="000E362F" w:rsidP="00801D49">
      <w:pPr>
        <w:rPr>
          <w:sz w:val="32"/>
          <w:szCs w:val="32"/>
        </w:rPr>
      </w:pPr>
    </w:p>
    <w:p w14:paraId="1A9F0E0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2EA6D86" w14:textId="77777777" w:rsidR="000E362F" w:rsidRDefault="000E362F" w:rsidP="00801D49">
      <w:pPr>
        <w:rPr>
          <w:sz w:val="32"/>
          <w:szCs w:val="32"/>
        </w:rPr>
      </w:pPr>
    </w:p>
    <w:p w14:paraId="567889F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52A6B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BDD1FE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2D2CBB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AEEFDD" wp14:editId="1934ED85">
                  <wp:extent cx="6399207" cy="3924300"/>
                  <wp:effectExtent l="0" t="0" r="1905" b="0"/>
                  <wp:docPr id="128" name="Picture 12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1D3875" w14:textId="77777777" w:rsidR="000E362F" w:rsidRDefault="000E362F" w:rsidP="00801D49"/>
    <w:p w14:paraId="250BB70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Van Shire</w:t>
      </w:r>
    </w:p>
    <w:p w14:paraId="4D7A19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90131 J St</w:t>
      </w:r>
    </w:p>
    <w:p w14:paraId="602AA0C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Pittstown, NJ 8867</w:t>
      </w:r>
    </w:p>
    <w:p w14:paraId="5E66D665" w14:textId="77777777" w:rsidR="000E362F" w:rsidRDefault="000E362F" w:rsidP="00801D49"/>
    <w:p w14:paraId="2A3BD44F" w14:textId="77777777" w:rsidR="000E362F" w:rsidRPr="0001239D" w:rsidRDefault="000E362F" w:rsidP="00801D49">
      <w:pPr>
        <w:rPr>
          <w:sz w:val="32"/>
          <w:szCs w:val="32"/>
        </w:rPr>
      </w:pPr>
    </w:p>
    <w:p w14:paraId="544C9897" w14:textId="77777777" w:rsidR="000E362F" w:rsidRDefault="000E362F" w:rsidP="00801D49">
      <w:pPr>
        <w:rPr>
          <w:sz w:val="32"/>
          <w:szCs w:val="32"/>
        </w:rPr>
      </w:pPr>
    </w:p>
    <w:p w14:paraId="1986B40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Van,</w:t>
      </w:r>
    </w:p>
    <w:p w14:paraId="5FB5E602" w14:textId="77777777" w:rsidR="000E362F" w:rsidRDefault="000E362F" w:rsidP="00801D49">
      <w:pPr>
        <w:rPr>
          <w:sz w:val="32"/>
          <w:szCs w:val="32"/>
        </w:rPr>
      </w:pPr>
    </w:p>
    <w:p w14:paraId="6045B6A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D7D6CB9" w14:textId="77777777" w:rsidR="000E362F" w:rsidRDefault="000E362F" w:rsidP="00801D49">
      <w:pPr>
        <w:rPr>
          <w:sz w:val="32"/>
          <w:szCs w:val="32"/>
        </w:rPr>
      </w:pPr>
    </w:p>
    <w:p w14:paraId="7FC0F4A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876D03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385366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1D7E5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88C117" wp14:editId="7F64448D">
                  <wp:extent cx="6399207" cy="3924300"/>
                  <wp:effectExtent l="0" t="0" r="1905" b="0"/>
                  <wp:docPr id="129" name="Picture 12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8438D2" w14:textId="77777777" w:rsidR="000E362F" w:rsidRDefault="000E362F" w:rsidP="00801D49"/>
    <w:p w14:paraId="0384CDB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Lucina Lary</w:t>
      </w:r>
    </w:p>
    <w:p w14:paraId="18D4E86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8597 W National Ave</w:t>
      </w:r>
    </w:p>
    <w:p w14:paraId="3AE3B79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Cocoa, FL 32922</w:t>
      </w:r>
    </w:p>
    <w:p w14:paraId="4D06FA57" w14:textId="77777777" w:rsidR="000E362F" w:rsidRDefault="000E362F" w:rsidP="00801D49"/>
    <w:p w14:paraId="1FBEB752" w14:textId="77777777" w:rsidR="000E362F" w:rsidRPr="0001239D" w:rsidRDefault="000E362F" w:rsidP="00801D49">
      <w:pPr>
        <w:rPr>
          <w:sz w:val="32"/>
          <w:szCs w:val="32"/>
        </w:rPr>
      </w:pPr>
    </w:p>
    <w:p w14:paraId="728B84DA" w14:textId="77777777" w:rsidR="000E362F" w:rsidRDefault="000E362F" w:rsidP="00801D49">
      <w:pPr>
        <w:rPr>
          <w:sz w:val="32"/>
          <w:szCs w:val="32"/>
        </w:rPr>
      </w:pPr>
    </w:p>
    <w:p w14:paraId="6D7484A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Lucina,</w:t>
      </w:r>
    </w:p>
    <w:p w14:paraId="2A11AC0C" w14:textId="77777777" w:rsidR="000E362F" w:rsidRDefault="000E362F" w:rsidP="00801D49">
      <w:pPr>
        <w:rPr>
          <w:sz w:val="32"/>
          <w:szCs w:val="32"/>
        </w:rPr>
      </w:pPr>
    </w:p>
    <w:p w14:paraId="030216D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231E3DC" w14:textId="77777777" w:rsidR="000E362F" w:rsidRDefault="000E362F" w:rsidP="00801D49">
      <w:pPr>
        <w:rPr>
          <w:sz w:val="32"/>
          <w:szCs w:val="32"/>
        </w:rPr>
      </w:pPr>
    </w:p>
    <w:p w14:paraId="4EFF2E8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EA936C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3F164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CA7298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A6D414" wp14:editId="4F22CAAC">
                  <wp:extent cx="6399207" cy="3924300"/>
                  <wp:effectExtent l="0" t="0" r="1905" b="0"/>
                  <wp:docPr id="130" name="Picture 13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A0ED21" w14:textId="77777777" w:rsidR="000E362F" w:rsidRDefault="000E362F" w:rsidP="00801D49"/>
    <w:p w14:paraId="7EB5F60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Bok Isaacs</w:t>
      </w:r>
    </w:p>
    <w:p w14:paraId="25AD8D0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Gilson St</w:t>
      </w:r>
    </w:p>
    <w:p w14:paraId="0E07BE2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Bronx, NY 10468</w:t>
      </w:r>
    </w:p>
    <w:p w14:paraId="5A15AC23" w14:textId="77777777" w:rsidR="000E362F" w:rsidRDefault="000E362F" w:rsidP="00801D49"/>
    <w:p w14:paraId="0C79A4BE" w14:textId="77777777" w:rsidR="000E362F" w:rsidRPr="0001239D" w:rsidRDefault="000E362F" w:rsidP="00801D49">
      <w:pPr>
        <w:rPr>
          <w:sz w:val="32"/>
          <w:szCs w:val="32"/>
        </w:rPr>
      </w:pPr>
    </w:p>
    <w:p w14:paraId="31B1C153" w14:textId="77777777" w:rsidR="000E362F" w:rsidRDefault="000E362F" w:rsidP="00801D49">
      <w:pPr>
        <w:rPr>
          <w:sz w:val="32"/>
          <w:szCs w:val="32"/>
        </w:rPr>
      </w:pPr>
    </w:p>
    <w:p w14:paraId="0B525EC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Bok,</w:t>
      </w:r>
    </w:p>
    <w:p w14:paraId="7209BE2B" w14:textId="77777777" w:rsidR="000E362F" w:rsidRDefault="000E362F" w:rsidP="00801D49">
      <w:pPr>
        <w:rPr>
          <w:sz w:val="32"/>
          <w:szCs w:val="32"/>
        </w:rPr>
      </w:pPr>
    </w:p>
    <w:p w14:paraId="7AD1705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FCF3855" w14:textId="77777777" w:rsidR="000E362F" w:rsidRDefault="000E362F" w:rsidP="00801D49">
      <w:pPr>
        <w:rPr>
          <w:sz w:val="32"/>
          <w:szCs w:val="32"/>
        </w:rPr>
      </w:pPr>
    </w:p>
    <w:p w14:paraId="5BB0EB6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44603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BABDC4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32BA02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C6064C" wp14:editId="3BEC54F8">
                  <wp:extent cx="6399207" cy="3924300"/>
                  <wp:effectExtent l="0" t="0" r="1905" b="0"/>
                  <wp:docPr id="131" name="Picture 13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2E36AD" w14:textId="77777777" w:rsidR="000E362F" w:rsidRDefault="000E362F" w:rsidP="00801D49"/>
    <w:p w14:paraId="36F495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Rolande Spickerman</w:t>
      </w:r>
    </w:p>
    <w:p w14:paraId="6016D1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65 W Maple Ave</w:t>
      </w:r>
    </w:p>
    <w:p w14:paraId="6672919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Pearl City, HI 96782</w:t>
      </w:r>
    </w:p>
    <w:p w14:paraId="54497AD2" w14:textId="77777777" w:rsidR="000E362F" w:rsidRDefault="000E362F" w:rsidP="00801D49"/>
    <w:p w14:paraId="21F9A002" w14:textId="77777777" w:rsidR="000E362F" w:rsidRPr="0001239D" w:rsidRDefault="000E362F" w:rsidP="00801D49">
      <w:pPr>
        <w:rPr>
          <w:sz w:val="32"/>
          <w:szCs w:val="32"/>
        </w:rPr>
      </w:pPr>
    </w:p>
    <w:p w14:paraId="007C3EC7" w14:textId="77777777" w:rsidR="000E362F" w:rsidRDefault="000E362F" w:rsidP="00801D49">
      <w:pPr>
        <w:rPr>
          <w:sz w:val="32"/>
          <w:szCs w:val="32"/>
        </w:rPr>
      </w:pPr>
    </w:p>
    <w:p w14:paraId="398107C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Rolande,</w:t>
      </w:r>
    </w:p>
    <w:p w14:paraId="2614FD18" w14:textId="77777777" w:rsidR="000E362F" w:rsidRDefault="000E362F" w:rsidP="00801D49">
      <w:pPr>
        <w:rPr>
          <w:sz w:val="32"/>
          <w:szCs w:val="32"/>
        </w:rPr>
      </w:pPr>
    </w:p>
    <w:p w14:paraId="0E3E5AD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92E8FEB" w14:textId="77777777" w:rsidR="000E362F" w:rsidRDefault="000E362F" w:rsidP="00801D49">
      <w:pPr>
        <w:rPr>
          <w:sz w:val="32"/>
          <w:szCs w:val="32"/>
        </w:rPr>
      </w:pPr>
    </w:p>
    <w:p w14:paraId="5A53E03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CE9B5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E871F5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72B2DC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84933E" wp14:editId="1D11B9F8">
                  <wp:extent cx="6399207" cy="3924300"/>
                  <wp:effectExtent l="0" t="0" r="1905" b="0"/>
                  <wp:docPr id="132" name="Picture 13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C9A7AA" w14:textId="77777777" w:rsidR="000E362F" w:rsidRDefault="000E362F" w:rsidP="00801D49"/>
    <w:p w14:paraId="03320FE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Howard Paulas</w:t>
      </w:r>
    </w:p>
    <w:p w14:paraId="3299078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866 34th Ave</w:t>
      </w:r>
    </w:p>
    <w:p w14:paraId="33C2B47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Denver, CO 80231</w:t>
      </w:r>
    </w:p>
    <w:p w14:paraId="4F930636" w14:textId="77777777" w:rsidR="000E362F" w:rsidRDefault="000E362F" w:rsidP="00801D49"/>
    <w:p w14:paraId="5662278C" w14:textId="77777777" w:rsidR="000E362F" w:rsidRPr="0001239D" w:rsidRDefault="000E362F" w:rsidP="00801D49">
      <w:pPr>
        <w:rPr>
          <w:sz w:val="32"/>
          <w:szCs w:val="32"/>
        </w:rPr>
      </w:pPr>
    </w:p>
    <w:p w14:paraId="0E940F36" w14:textId="77777777" w:rsidR="000E362F" w:rsidRDefault="000E362F" w:rsidP="00801D49">
      <w:pPr>
        <w:rPr>
          <w:sz w:val="32"/>
          <w:szCs w:val="32"/>
        </w:rPr>
      </w:pPr>
    </w:p>
    <w:p w14:paraId="61184CE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Howard,</w:t>
      </w:r>
    </w:p>
    <w:p w14:paraId="7C4C16C8" w14:textId="77777777" w:rsidR="000E362F" w:rsidRDefault="000E362F" w:rsidP="00801D49">
      <w:pPr>
        <w:rPr>
          <w:sz w:val="32"/>
          <w:szCs w:val="32"/>
        </w:rPr>
      </w:pPr>
    </w:p>
    <w:p w14:paraId="0E12EC1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6F73A4C" w14:textId="77777777" w:rsidR="000E362F" w:rsidRDefault="000E362F" w:rsidP="00801D49">
      <w:pPr>
        <w:rPr>
          <w:sz w:val="32"/>
          <w:szCs w:val="32"/>
        </w:rPr>
      </w:pPr>
    </w:p>
    <w:p w14:paraId="55841B3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153A9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4D7438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75875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183017" wp14:editId="56F9C9C1">
                  <wp:extent cx="6399207" cy="3924300"/>
                  <wp:effectExtent l="0" t="0" r="1905" b="0"/>
                  <wp:docPr id="133" name="Picture 13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61079" w14:textId="77777777" w:rsidR="000E362F" w:rsidRDefault="000E362F" w:rsidP="00801D49"/>
    <w:p w14:paraId="47F2AC8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Kimbery Madarang</w:t>
      </w:r>
    </w:p>
    <w:p w14:paraId="43D278B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798 Lund Farm Way</w:t>
      </w:r>
    </w:p>
    <w:p w14:paraId="7C6DAFA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Rockaway, NJ 7866</w:t>
      </w:r>
    </w:p>
    <w:p w14:paraId="16F7F209" w14:textId="77777777" w:rsidR="000E362F" w:rsidRDefault="000E362F" w:rsidP="00801D49"/>
    <w:p w14:paraId="410CF373" w14:textId="77777777" w:rsidR="000E362F" w:rsidRPr="0001239D" w:rsidRDefault="000E362F" w:rsidP="00801D49">
      <w:pPr>
        <w:rPr>
          <w:sz w:val="32"/>
          <w:szCs w:val="32"/>
        </w:rPr>
      </w:pPr>
    </w:p>
    <w:p w14:paraId="28E454C0" w14:textId="77777777" w:rsidR="000E362F" w:rsidRDefault="000E362F" w:rsidP="00801D49">
      <w:pPr>
        <w:rPr>
          <w:sz w:val="32"/>
          <w:szCs w:val="32"/>
        </w:rPr>
      </w:pPr>
    </w:p>
    <w:p w14:paraId="5A9418A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Kimbery,</w:t>
      </w:r>
    </w:p>
    <w:p w14:paraId="7E827C68" w14:textId="77777777" w:rsidR="000E362F" w:rsidRDefault="000E362F" w:rsidP="00801D49">
      <w:pPr>
        <w:rPr>
          <w:sz w:val="32"/>
          <w:szCs w:val="32"/>
        </w:rPr>
      </w:pPr>
    </w:p>
    <w:p w14:paraId="6EEB956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ECF2805" w14:textId="77777777" w:rsidR="000E362F" w:rsidRDefault="000E362F" w:rsidP="00801D49">
      <w:pPr>
        <w:rPr>
          <w:sz w:val="32"/>
          <w:szCs w:val="32"/>
        </w:rPr>
      </w:pPr>
    </w:p>
    <w:p w14:paraId="4C3F2A0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E3CED3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48F3A9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265558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BDE46E" wp14:editId="5AF11857">
                  <wp:extent cx="6399207" cy="3924300"/>
                  <wp:effectExtent l="0" t="0" r="1905" b="0"/>
                  <wp:docPr id="134" name="Picture 13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C79A2E" w14:textId="77777777" w:rsidR="000E362F" w:rsidRDefault="000E362F" w:rsidP="00801D49"/>
    <w:p w14:paraId="0572C31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Thurman Manno</w:t>
      </w:r>
    </w:p>
    <w:p w14:paraId="1EB1E31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9387 Charcot Ave</w:t>
      </w:r>
    </w:p>
    <w:p w14:paraId="29622F5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Absecon, NJ 8201</w:t>
      </w:r>
    </w:p>
    <w:p w14:paraId="36BE0C38" w14:textId="77777777" w:rsidR="000E362F" w:rsidRDefault="000E362F" w:rsidP="00801D49"/>
    <w:p w14:paraId="33E7995C" w14:textId="77777777" w:rsidR="000E362F" w:rsidRPr="0001239D" w:rsidRDefault="000E362F" w:rsidP="00801D49">
      <w:pPr>
        <w:rPr>
          <w:sz w:val="32"/>
          <w:szCs w:val="32"/>
        </w:rPr>
      </w:pPr>
    </w:p>
    <w:p w14:paraId="56F3302B" w14:textId="77777777" w:rsidR="000E362F" w:rsidRDefault="000E362F" w:rsidP="00801D49">
      <w:pPr>
        <w:rPr>
          <w:sz w:val="32"/>
          <w:szCs w:val="32"/>
        </w:rPr>
      </w:pPr>
    </w:p>
    <w:p w14:paraId="4A8BC1F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Thurman,</w:t>
      </w:r>
    </w:p>
    <w:p w14:paraId="6E9D8449" w14:textId="77777777" w:rsidR="000E362F" w:rsidRDefault="000E362F" w:rsidP="00801D49">
      <w:pPr>
        <w:rPr>
          <w:sz w:val="32"/>
          <w:szCs w:val="32"/>
        </w:rPr>
      </w:pPr>
    </w:p>
    <w:p w14:paraId="2BE8D70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E8D568C" w14:textId="77777777" w:rsidR="000E362F" w:rsidRDefault="000E362F" w:rsidP="00801D49">
      <w:pPr>
        <w:rPr>
          <w:sz w:val="32"/>
          <w:szCs w:val="32"/>
        </w:rPr>
      </w:pPr>
    </w:p>
    <w:p w14:paraId="2F3E052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957E61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993BC6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C23843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3FAD46" wp14:editId="1BE7574F">
                  <wp:extent cx="6399207" cy="3924300"/>
                  <wp:effectExtent l="0" t="0" r="1905" b="0"/>
                  <wp:docPr id="135" name="Picture 13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AF520B" w14:textId="77777777" w:rsidR="000E362F" w:rsidRDefault="000E362F" w:rsidP="00801D49"/>
    <w:p w14:paraId="27EB6AA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Becky Mirafuentes</w:t>
      </w:r>
    </w:p>
    <w:p w14:paraId="0D676FD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30553 Washington Rd</w:t>
      </w:r>
    </w:p>
    <w:p w14:paraId="543A8FE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Plainfield, NJ 7062</w:t>
      </w:r>
    </w:p>
    <w:p w14:paraId="65AE7F7B" w14:textId="77777777" w:rsidR="000E362F" w:rsidRDefault="000E362F" w:rsidP="00801D49"/>
    <w:p w14:paraId="725D7C3B" w14:textId="77777777" w:rsidR="000E362F" w:rsidRPr="0001239D" w:rsidRDefault="000E362F" w:rsidP="00801D49">
      <w:pPr>
        <w:rPr>
          <w:sz w:val="32"/>
          <w:szCs w:val="32"/>
        </w:rPr>
      </w:pPr>
    </w:p>
    <w:p w14:paraId="0773C884" w14:textId="77777777" w:rsidR="000E362F" w:rsidRDefault="000E362F" w:rsidP="00801D49">
      <w:pPr>
        <w:rPr>
          <w:sz w:val="32"/>
          <w:szCs w:val="32"/>
        </w:rPr>
      </w:pPr>
    </w:p>
    <w:p w14:paraId="7FE024C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Becky,</w:t>
      </w:r>
    </w:p>
    <w:p w14:paraId="54EFC24E" w14:textId="77777777" w:rsidR="000E362F" w:rsidRDefault="000E362F" w:rsidP="00801D49">
      <w:pPr>
        <w:rPr>
          <w:sz w:val="32"/>
          <w:szCs w:val="32"/>
        </w:rPr>
      </w:pPr>
    </w:p>
    <w:p w14:paraId="0CFE064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8438067" w14:textId="77777777" w:rsidR="000E362F" w:rsidRDefault="000E362F" w:rsidP="00801D49">
      <w:pPr>
        <w:rPr>
          <w:sz w:val="32"/>
          <w:szCs w:val="32"/>
        </w:rPr>
      </w:pPr>
    </w:p>
    <w:p w14:paraId="20A1A22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3D63E2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E5C301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D1B60C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0D355D" wp14:editId="36C4E516">
                  <wp:extent cx="6399207" cy="3924300"/>
                  <wp:effectExtent l="0" t="0" r="1905" b="0"/>
                  <wp:docPr id="136" name="Picture 13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AEE4E9" w14:textId="77777777" w:rsidR="000E362F" w:rsidRDefault="000E362F" w:rsidP="00801D49"/>
    <w:p w14:paraId="3D909BB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Beatriz Corrington</w:t>
      </w:r>
    </w:p>
    <w:p w14:paraId="6FB2392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481 W Lemon St</w:t>
      </w:r>
    </w:p>
    <w:p w14:paraId="23479B8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Middleboro, MA 2346</w:t>
      </w:r>
    </w:p>
    <w:p w14:paraId="0D268EBF" w14:textId="77777777" w:rsidR="000E362F" w:rsidRDefault="000E362F" w:rsidP="00801D49"/>
    <w:p w14:paraId="1B3EDCCD" w14:textId="77777777" w:rsidR="000E362F" w:rsidRPr="0001239D" w:rsidRDefault="000E362F" w:rsidP="00801D49">
      <w:pPr>
        <w:rPr>
          <w:sz w:val="32"/>
          <w:szCs w:val="32"/>
        </w:rPr>
      </w:pPr>
    </w:p>
    <w:p w14:paraId="55A96CC7" w14:textId="77777777" w:rsidR="000E362F" w:rsidRDefault="000E362F" w:rsidP="00801D49">
      <w:pPr>
        <w:rPr>
          <w:sz w:val="32"/>
          <w:szCs w:val="32"/>
        </w:rPr>
      </w:pPr>
    </w:p>
    <w:p w14:paraId="5FBEF2F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Beatriz,</w:t>
      </w:r>
    </w:p>
    <w:p w14:paraId="3B7CFF46" w14:textId="77777777" w:rsidR="000E362F" w:rsidRDefault="000E362F" w:rsidP="00801D49">
      <w:pPr>
        <w:rPr>
          <w:sz w:val="32"/>
          <w:szCs w:val="32"/>
        </w:rPr>
      </w:pPr>
    </w:p>
    <w:p w14:paraId="4559E3B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481C1AB" w14:textId="77777777" w:rsidR="000E362F" w:rsidRDefault="000E362F" w:rsidP="00801D49">
      <w:pPr>
        <w:rPr>
          <w:sz w:val="32"/>
          <w:szCs w:val="32"/>
        </w:rPr>
      </w:pPr>
    </w:p>
    <w:p w14:paraId="20EF7CF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99B9E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1CA80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A7E29F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954E97" wp14:editId="0CF4C948">
                  <wp:extent cx="6399207" cy="3924300"/>
                  <wp:effectExtent l="0" t="0" r="1905" b="0"/>
                  <wp:docPr id="137" name="Picture 13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679A7E" w14:textId="77777777" w:rsidR="000E362F" w:rsidRDefault="000E362F" w:rsidP="00801D49"/>
    <w:p w14:paraId="3C9EAE3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Marti Maybury</w:t>
      </w:r>
    </w:p>
    <w:p w14:paraId="2E8E30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Warehouse Point Rd #7</w:t>
      </w:r>
    </w:p>
    <w:p w14:paraId="1FEE154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60638</w:t>
      </w:r>
    </w:p>
    <w:p w14:paraId="0BB2C94B" w14:textId="77777777" w:rsidR="000E362F" w:rsidRDefault="000E362F" w:rsidP="00801D49"/>
    <w:p w14:paraId="64E0F1D3" w14:textId="77777777" w:rsidR="000E362F" w:rsidRPr="0001239D" w:rsidRDefault="000E362F" w:rsidP="00801D49">
      <w:pPr>
        <w:rPr>
          <w:sz w:val="32"/>
          <w:szCs w:val="32"/>
        </w:rPr>
      </w:pPr>
    </w:p>
    <w:p w14:paraId="24AA129B" w14:textId="77777777" w:rsidR="000E362F" w:rsidRDefault="000E362F" w:rsidP="00801D49">
      <w:pPr>
        <w:rPr>
          <w:sz w:val="32"/>
          <w:szCs w:val="32"/>
        </w:rPr>
      </w:pPr>
    </w:p>
    <w:p w14:paraId="2B988DD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Marti,</w:t>
      </w:r>
    </w:p>
    <w:p w14:paraId="168545AC" w14:textId="77777777" w:rsidR="000E362F" w:rsidRDefault="000E362F" w:rsidP="00801D49">
      <w:pPr>
        <w:rPr>
          <w:sz w:val="32"/>
          <w:szCs w:val="32"/>
        </w:rPr>
      </w:pPr>
    </w:p>
    <w:p w14:paraId="11CE9A8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E0BB624" w14:textId="77777777" w:rsidR="000E362F" w:rsidRDefault="000E362F" w:rsidP="00801D49">
      <w:pPr>
        <w:rPr>
          <w:sz w:val="32"/>
          <w:szCs w:val="32"/>
        </w:rPr>
      </w:pPr>
    </w:p>
    <w:p w14:paraId="62574F4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A894C9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3E99F4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04BB84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DA7B24" wp14:editId="49B2DF75">
                  <wp:extent cx="6399207" cy="3924300"/>
                  <wp:effectExtent l="0" t="0" r="1905" b="0"/>
                  <wp:docPr id="138" name="Picture 13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909A65" w14:textId="77777777" w:rsidR="000E362F" w:rsidRDefault="000E362F" w:rsidP="00801D49"/>
    <w:p w14:paraId="6A7FFD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Nieves Gotter</w:t>
      </w:r>
    </w:p>
    <w:p w14:paraId="4B306F1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4940 Pulaski Park Dr</w:t>
      </w:r>
    </w:p>
    <w:p w14:paraId="1C2261A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Portland, OR 97202</w:t>
      </w:r>
    </w:p>
    <w:p w14:paraId="6E0A1D03" w14:textId="77777777" w:rsidR="000E362F" w:rsidRDefault="000E362F" w:rsidP="00801D49"/>
    <w:p w14:paraId="1507DCE6" w14:textId="77777777" w:rsidR="000E362F" w:rsidRPr="0001239D" w:rsidRDefault="000E362F" w:rsidP="00801D49">
      <w:pPr>
        <w:rPr>
          <w:sz w:val="32"/>
          <w:szCs w:val="32"/>
        </w:rPr>
      </w:pPr>
    </w:p>
    <w:p w14:paraId="69B2311A" w14:textId="77777777" w:rsidR="000E362F" w:rsidRDefault="000E362F" w:rsidP="00801D49">
      <w:pPr>
        <w:rPr>
          <w:sz w:val="32"/>
          <w:szCs w:val="32"/>
        </w:rPr>
      </w:pPr>
    </w:p>
    <w:p w14:paraId="7412B29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Nieves,</w:t>
      </w:r>
    </w:p>
    <w:p w14:paraId="0C597C1C" w14:textId="77777777" w:rsidR="000E362F" w:rsidRDefault="000E362F" w:rsidP="00801D49">
      <w:pPr>
        <w:rPr>
          <w:sz w:val="32"/>
          <w:szCs w:val="32"/>
        </w:rPr>
      </w:pPr>
    </w:p>
    <w:p w14:paraId="5FFAF56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9A4F883" w14:textId="77777777" w:rsidR="000E362F" w:rsidRDefault="000E362F" w:rsidP="00801D49">
      <w:pPr>
        <w:rPr>
          <w:sz w:val="32"/>
          <w:szCs w:val="32"/>
        </w:rPr>
      </w:pPr>
    </w:p>
    <w:p w14:paraId="08DE84B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B974DF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AF0A50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69771A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335B00" wp14:editId="4337047D">
                  <wp:extent cx="6399207" cy="3924300"/>
                  <wp:effectExtent l="0" t="0" r="1905" b="0"/>
                  <wp:docPr id="139" name="Picture 13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F7092E" w14:textId="77777777" w:rsidR="000E362F" w:rsidRDefault="000E362F" w:rsidP="00801D49"/>
    <w:p w14:paraId="3C28002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Leatha Hagele</w:t>
      </w:r>
    </w:p>
    <w:p w14:paraId="659BAFB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627 Walford Ave</w:t>
      </w:r>
    </w:p>
    <w:p w14:paraId="20B0D28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Dallas, TX 75227</w:t>
      </w:r>
    </w:p>
    <w:p w14:paraId="3A885C3B" w14:textId="77777777" w:rsidR="000E362F" w:rsidRDefault="000E362F" w:rsidP="00801D49"/>
    <w:p w14:paraId="1C471435" w14:textId="77777777" w:rsidR="000E362F" w:rsidRPr="0001239D" w:rsidRDefault="000E362F" w:rsidP="00801D49">
      <w:pPr>
        <w:rPr>
          <w:sz w:val="32"/>
          <w:szCs w:val="32"/>
        </w:rPr>
      </w:pPr>
    </w:p>
    <w:p w14:paraId="6DDF07BF" w14:textId="77777777" w:rsidR="000E362F" w:rsidRDefault="000E362F" w:rsidP="00801D49">
      <w:pPr>
        <w:rPr>
          <w:sz w:val="32"/>
          <w:szCs w:val="32"/>
        </w:rPr>
      </w:pPr>
    </w:p>
    <w:p w14:paraId="20392A1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Leatha,</w:t>
      </w:r>
    </w:p>
    <w:p w14:paraId="4C0F956F" w14:textId="77777777" w:rsidR="000E362F" w:rsidRDefault="000E362F" w:rsidP="00801D49">
      <w:pPr>
        <w:rPr>
          <w:sz w:val="32"/>
          <w:szCs w:val="32"/>
        </w:rPr>
      </w:pPr>
    </w:p>
    <w:p w14:paraId="0CE4933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7EFD721" w14:textId="77777777" w:rsidR="000E362F" w:rsidRDefault="000E362F" w:rsidP="00801D49">
      <w:pPr>
        <w:rPr>
          <w:sz w:val="32"/>
          <w:szCs w:val="32"/>
        </w:rPr>
      </w:pPr>
    </w:p>
    <w:p w14:paraId="071CF16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C65727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FD78A7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E49FE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B4020F" wp14:editId="04BFBA57">
                  <wp:extent cx="6399207" cy="3924300"/>
                  <wp:effectExtent l="0" t="0" r="1905" b="0"/>
                  <wp:docPr id="140" name="Picture 14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E86C8B" w14:textId="77777777" w:rsidR="000E362F" w:rsidRDefault="000E362F" w:rsidP="00801D49"/>
    <w:p w14:paraId="219904D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Valentin Klimek</w:t>
      </w:r>
    </w:p>
    <w:p w14:paraId="065C492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137 Pioneer Way</w:t>
      </w:r>
    </w:p>
    <w:p w14:paraId="1D6E75B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60604</w:t>
      </w:r>
    </w:p>
    <w:p w14:paraId="31A5E70F" w14:textId="77777777" w:rsidR="000E362F" w:rsidRDefault="000E362F" w:rsidP="00801D49"/>
    <w:p w14:paraId="449E0989" w14:textId="77777777" w:rsidR="000E362F" w:rsidRPr="0001239D" w:rsidRDefault="000E362F" w:rsidP="00801D49">
      <w:pPr>
        <w:rPr>
          <w:sz w:val="32"/>
          <w:szCs w:val="32"/>
        </w:rPr>
      </w:pPr>
    </w:p>
    <w:p w14:paraId="7DE09380" w14:textId="77777777" w:rsidR="000E362F" w:rsidRDefault="000E362F" w:rsidP="00801D49">
      <w:pPr>
        <w:rPr>
          <w:sz w:val="32"/>
          <w:szCs w:val="32"/>
        </w:rPr>
      </w:pPr>
    </w:p>
    <w:p w14:paraId="2B87815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Valentin,</w:t>
      </w:r>
    </w:p>
    <w:p w14:paraId="08790F51" w14:textId="77777777" w:rsidR="000E362F" w:rsidRDefault="000E362F" w:rsidP="00801D49">
      <w:pPr>
        <w:rPr>
          <w:sz w:val="32"/>
          <w:szCs w:val="32"/>
        </w:rPr>
      </w:pPr>
    </w:p>
    <w:p w14:paraId="274D58D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54FADA" w14:textId="77777777" w:rsidR="000E362F" w:rsidRDefault="000E362F" w:rsidP="00801D49">
      <w:pPr>
        <w:rPr>
          <w:sz w:val="32"/>
          <w:szCs w:val="32"/>
        </w:rPr>
      </w:pPr>
    </w:p>
    <w:p w14:paraId="20286E7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A237D7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BAF063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E90FFB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5C5A9F" wp14:editId="540D5662">
                  <wp:extent cx="6399207" cy="3924300"/>
                  <wp:effectExtent l="0" t="0" r="1905" b="0"/>
                  <wp:docPr id="141" name="Picture 14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8F4E8A" w14:textId="77777777" w:rsidR="000E362F" w:rsidRDefault="000E362F" w:rsidP="00801D49"/>
    <w:p w14:paraId="38C4F20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Melissa Wiklund</w:t>
      </w:r>
    </w:p>
    <w:p w14:paraId="7686C88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61 13 Stoneridge #835</w:t>
      </w:r>
    </w:p>
    <w:p w14:paraId="2BC864F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Findlay, OH 45840</w:t>
      </w:r>
    </w:p>
    <w:p w14:paraId="41D579D8" w14:textId="77777777" w:rsidR="000E362F" w:rsidRDefault="000E362F" w:rsidP="00801D49"/>
    <w:p w14:paraId="35B03CD2" w14:textId="77777777" w:rsidR="000E362F" w:rsidRPr="0001239D" w:rsidRDefault="000E362F" w:rsidP="00801D49">
      <w:pPr>
        <w:rPr>
          <w:sz w:val="32"/>
          <w:szCs w:val="32"/>
        </w:rPr>
      </w:pPr>
    </w:p>
    <w:p w14:paraId="451A069A" w14:textId="77777777" w:rsidR="000E362F" w:rsidRDefault="000E362F" w:rsidP="00801D49">
      <w:pPr>
        <w:rPr>
          <w:sz w:val="32"/>
          <w:szCs w:val="32"/>
        </w:rPr>
      </w:pPr>
    </w:p>
    <w:p w14:paraId="127C124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Melissa,</w:t>
      </w:r>
    </w:p>
    <w:p w14:paraId="3CD5B01E" w14:textId="77777777" w:rsidR="000E362F" w:rsidRDefault="000E362F" w:rsidP="00801D49">
      <w:pPr>
        <w:rPr>
          <w:sz w:val="32"/>
          <w:szCs w:val="32"/>
        </w:rPr>
      </w:pPr>
    </w:p>
    <w:p w14:paraId="6CD23A9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81E04C6" w14:textId="77777777" w:rsidR="000E362F" w:rsidRDefault="000E362F" w:rsidP="00801D49">
      <w:pPr>
        <w:rPr>
          <w:sz w:val="32"/>
          <w:szCs w:val="32"/>
        </w:rPr>
      </w:pPr>
    </w:p>
    <w:p w14:paraId="12AA050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F8EF8D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B702D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AED252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B7D887" wp14:editId="0DFA6E3D">
                  <wp:extent cx="6399207" cy="3924300"/>
                  <wp:effectExtent l="0" t="0" r="1905" b="0"/>
                  <wp:docPr id="142" name="Picture 14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F5ACE1" w14:textId="77777777" w:rsidR="000E362F" w:rsidRDefault="000E362F" w:rsidP="00801D49"/>
    <w:p w14:paraId="2CF610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Sheridan Zane</w:t>
      </w:r>
    </w:p>
    <w:p w14:paraId="76DE13A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2409 Alabama Rd</w:t>
      </w:r>
    </w:p>
    <w:p w14:paraId="40A4C80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Riverside, CA 92501</w:t>
      </w:r>
    </w:p>
    <w:p w14:paraId="0C9AB725" w14:textId="77777777" w:rsidR="000E362F" w:rsidRDefault="000E362F" w:rsidP="00801D49"/>
    <w:p w14:paraId="2670D0EC" w14:textId="77777777" w:rsidR="000E362F" w:rsidRPr="0001239D" w:rsidRDefault="000E362F" w:rsidP="00801D49">
      <w:pPr>
        <w:rPr>
          <w:sz w:val="32"/>
          <w:szCs w:val="32"/>
        </w:rPr>
      </w:pPr>
    </w:p>
    <w:p w14:paraId="510BB657" w14:textId="77777777" w:rsidR="000E362F" w:rsidRDefault="000E362F" w:rsidP="00801D49">
      <w:pPr>
        <w:rPr>
          <w:sz w:val="32"/>
          <w:szCs w:val="32"/>
        </w:rPr>
      </w:pPr>
    </w:p>
    <w:p w14:paraId="495F01D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Sheridan,</w:t>
      </w:r>
    </w:p>
    <w:p w14:paraId="5CD5A370" w14:textId="77777777" w:rsidR="000E362F" w:rsidRDefault="000E362F" w:rsidP="00801D49">
      <w:pPr>
        <w:rPr>
          <w:sz w:val="32"/>
          <w:szCs w:val="32"/>
        </w:rPr>
      </w:pPr>
    </w:p>
    <w:p w14:paraId="0AEBEAD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79CE3D8" w14:textId="77777777" w:rsidR="000E362F" w:rsidRDefault="000E362F" w:rsidP="00801D49">
      <w:pPr>
        <w:rPr>
          <w:sz w:val="32"/>
          <w:szCs w:val="32"/>
        </w:rPr>
      </w:pPr>
    </w:p>
    <w:p w14:paraId="78DD8F9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6DB521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27EBA3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6E88D3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63E0AB" wp14:editId="21AED70A">
                  <wp:extent cx="6399207" cy="3924300"/>
                  <wp:effectExtent l="0" t="0" r="1905" b="0"/>
                  <wp:docPr id="143" name="Picture 14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BBC3FF" w14:textId="77777777" w:rsidR="000E362F" w:rsidRDefault="000E362F" w:rsidP="00801D49"/>
    <w:p w14:paraId="285B07E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Bulah Padilla</w:t>
      </w:r>
    </w:p>
    <w:p w14:paraId="474BACF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8927 Vandever Ave</w:t>
      </w:r>
    </w:p>
    <w:p w14:paraId="3D38785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Waco, TX 76707</w:t>
      </w:r>
    </w:p>
    <w:p w14:paraId="3A6CB8C8" w14:textId="77777777" w:rsidR="000E362F" w:rsidRDefault="000E362F" w:rsidP="00801D49"/>
    <w:p w14:paraId="77F9A612" w14:textId="77777777" w:rsidR="000E362F" w:rsidRPr="0001239D" w:rsidRDefault="000E362F" w:rsidP="00801D49">
      <w:pPr>
        <w:rPr>
          <w:sz w:val="32"/>
          <w:szCs w:val="32"/>
        </w:rPr>
      </w:pPr>
    </w:p>
    <w:p w14:paraId="3F650370" w14:textId="77777777" w:rsidR="000E362F" w:rsidRDefault="000E362F" w:rsidP="00801D49">
      <w:pPr>
        <w:rPr>
          <w:sz w:val="32"/>
          <w:szCs w:val="32"/>
        </w:rPr>
      </w:pPr>
    </w:p>
    <w:p w14:paraId="2141C61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Bulah,</w:t>
      </w:r>
    </w:p>
    <w:p w14:paraId="735A2BFC" w14:textId="77777777" w:rsidR="000E362F" w:rsidRDefault="000E362F" w:rsidP="00801D49">
      <w:pPr>
        <w:rPr>
          <w:sz w:val="32"/>
          <w:szCs w:val="32"/>
        </w:rPr>
      </w:pPr>
    </w:p>
    <w:p w14:paraId="6556608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DC0F561" w14:textId="77777777" w:rsidR="000E362F" w:rsidRDefault="000E362F" w:rsidP="00801D49">
      <w:pPr>
        <w:rPr>
          <w:sz w:val="32"/>
          <w:szCs w:val="32"/>
        </w:rPr>
      </w:pPr>
    </w:p>
    <w:p w14:paraId="2E924CC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D982D2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7FF60E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209409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7C6915" wp14:editId="7ED82B48">
                  <wp:extent cx="6399207" cy="3924300"/>
                  <wp:effectExtent l="0" t="0" r="1905" b="0"/>
                  <wp:docPr id="144" name="Picture 14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66B44" w14:textId="77777777" w:rsidR="000E362F" w:rsidRDefault="000E362F" w:rsidP="00801D49"/>
    <w:p w14:paraId="21BE039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Audra Kohnert</w:t>
      </w:r>
    </w:p>
    <w:p w14:paraId="119D9E3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134 Lewis Rd</w:t>
      </w:r>
    </w:p>
    <w:p w14:paraId="66CC5BD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Nashville, TN 37211</w:t>
      </w:r>
    </w:p>
    <w:p w14:paraId="48EBD3C5" w14:textId="77777777" w:rsidR="000E362F" w:rsidRDefault="000E362F" w:rsidP="00801D49"/>
    <w:p w14:paraId="1A27FACB" w14:textId="77777777" w:rsidR="000E362F" w:rsidRPr="0001239D" w:rsidRDefault="000E362F" w:rsidP="00801D49">
      <w:pPr>
        <w:rPr>
          <w:sz w:val="32"/>
          <w:szCs w:val="32"/>
        </w:rPr>
      </w:pPr>
    </w:p>
    <w:p w14:paraId="0ACD0981" w14:textId="77777777" w:rsidR="000E362F" w:rsidRDefault="000E362F" w:rsidP="00801D49">
      <w:pPr>
        <w:rPr>
          <w:sz w:val="32"/>
          <w:szCs w:val="32"/>
        </w:rPr>
      </w:pPr>
    </w:p>
    <w:p w14:paraId="76F23F7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Audra,</w:t>
      </w:r>
    </w:p>
    <w:p w14:paraId="467A0C34" w14:textId="77777777" w:rsidR="000E362F" w:rsidRDefault="000E362F" w:rsidP="00801D49">
      <w:pPr>
        <w:rPr>
          <w:sz w:val="32"/>
          <w:szCs w:val="32"/>
        </w:rPr>
      </w:pPr>
    </w:p>
    <w:p w14:paraId="5332FB7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5E6A0A8" w14:textId="77777777" w:rsidR="000E362F" w:rsidRDefault="000E362F" w:rsidP="00801D49">
      <w:pPr>
        <w:rPr>
          <w:sz w:val="32"/>
          <w:szCs w:val="32"/>
        </w:rPr>
      </w:pPr>
    </w:p>
    <w:p w14:paraId="5BAE3A5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601690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40AAA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F28408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01757F" wp14:editId="41056B38">
                  <wp:extent cx="6399207" cy="3924300"/>
                  <wp:effectExtent l="0" t="0" r="1905" b="0"/>
                  <wp:docPr id="145" name="Picture 14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07FB1" w14:textId="77777777" w:rsidR="000E362F" w:rsidRDefault="000E362F" w:rsidP="00801D49"/>
    <w:p w14:paraId="348FA9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Daren Weirather</w:t>
      </w:r>
    </w:p>
    <w:p w14:paraId="06582C5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N College Ave #3</w:t>
      </w:r>
    </w:p>
    <w:p w14:paraId="7FA98E7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Milwaukee, WI 53216</w:t>
      </w:r>
    </w:p>
    <w:p w14:paraId="26CA95E4" w14:textId="77777777" w:rsidR="000E362F" w:rsidRDefault="000E362F" w:rsidP="00801D49"/>
    <w:p w14:paraId="44E503A6" w14:textId="77777777" w:rsidR="000E362F" w:rsidRPr="0001239D" w:rsidRDefault="000E362F" w:rsidP="00801D49">
      <w:pPr>
        <w:rPr>
          <w:sz w:val="32"/>
          <w:szCs w:val="32"/>
        </w:rPr>
      </w:pPr>
    </w:p>
    <w:p w14:paraId="20C9DD82" w14:textId="77777777" w:rsidR="000E362F" w:rsidRDefault="000E362F" w:rsidP="00801D49">
      <w:pPr>
        <w:rPr>
          <w:sz w:val="32"/>
          <w:szCs w:val="32"/>
        </w:rPr>
      </w:pPr>
    </w:p>
    <w:p w14:paraId="7B4394C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Daren,</w:t>
      </w:r>
    </w:p>
    <w:p w14:paraId="6AAF53E2" w14:textId="77777777" w:rsidR="000E362F" w:rsidRDefault="000E362F" w:rsidP="00801D49">
      <w:pPr>
        <w:rPr>
          <w:sz w:val="32"/>
          <w:szCs w:val="32"/>
        </w:rPr>
      </w:pPr>
    </w:p>
    <w:p w14:paraId="6331EAE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D0E8089" w14:textId="77777777" w:rsidR="000E362F" w:rsidRDefault="000E362F" w:rsidP="00801D49">
      <w:pPr>
        <w:rPr>
          <w:sz w:val="32"/>
          <w:szCs w:val="32"/>
        </w:rPr>
      </w:pPr>
    </w:p>
    <w:p w14:paraId="0065B39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8A7FEC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AF8358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FE4E37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EF1445" wp14:editId="79E95522">
                  <wp:extent cx="6399207" cy="3924300"/>
                  <wp:effectExtent l="0" t="0" r="1905" b="0"/>
                  <wp:docPr id="146" name="Picture 14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2A9DAA" w14:textId="77777777" w:rsidR="000E362F" w:rsidRDefault="000E362F" w:rsidP="00801D49"/>
    <w:p w14:paraId="10EF54E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Fernanda Jillson</w:t>
      </w:r>
    </w:p>
    <w:p w14:paraId="4898189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60480 Old Us Highway 51</w:t>
      </w:r>
    </w:p>
    <w:p w14:paraId="0DF39B4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Preston, MD 21655</w:t>
      </w:r>
    </w:p>
    <w:p w14:paraId="55984DB4" w14:textId="77777777" w:rsidR="000E362F" w:rsidRDefault="000E362F" w:rsidP="00801D49"/>
    <w:p w14:paraId="4EE9CF9A" w14:textId="77777777" w:rsidR="000E362F" w:rsidRPr="0001239D" w:rsidRDefault="000E362F" w:rsidP="00801D49">
      <w:pPr>
        <w:rPr>
          <w:sz w:val="32"/>
          <w:szCs w:val="32"/>
        </w:rPr>
      </w:pPr>
    </w:p>
    <w:p w14:paraId="7ACE1F48" w14:textId="77777777" w:rsidR="000E362F" w:rsidRDefault="000E362F" w:rsidP="00801D49">
      <w:pPr>
        <w:rPr>
          <w:sz w:val="32"/>
          <w:szCs w:val="32"/>
        </w:rPr>
      </w:pPr>
    </w:p>
    <w:p w14:paraId="5093134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Fernanda,</w:t>
      </w:r>
    </w:p>
    <w:p w14:paraId="35576A07" w14:textId="77777777" w:rsidR="000E362F" w:rsidRDefault="000E362F" w:rsidP="00801D49">
      <w:pPr>
        <w:rPr>
          <w:sz w:val="32"/>
          <w:szCs w:val="32"/>
        </w:rPr>
      </w:pPr>
    </w:p>
    <w:p w14:paraId="758B633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F69F231" w14:textId="77777777" w:rsidR="000E362F" w:rsidRDefault="000E362F" w:rsidP="00801D49">
      <w:pPr>
        <w:rPr>
          <w:sz w:val="32"/>
          <w:szCs w:val="32"/>
        </w:rPr>
      </w:pPr>
    </w:p>
    <w:p w14:paraId="1E7D517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AA177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2B241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053320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73F0CB" wp14:editId="05E93D8B">
                  <wp:extent cx="6399207" cy="3924300"/>
                  <wp:effectExtent l="0" t="0" r="1905" b="0"/>
                  <wp:docPr id="147" name="Picture 14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7F36BC" w14:textId="77777777" w:rsidR="000E362F" w:rsidRDefault="000E362F" w:rsidP="00801D49"/>
    <w:p w14:paraId="7A637A0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Gearldine Gellinger</w:t>
      </w:r>
    </w:p>
    <w:p w14:paraId="554D2D1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Bloomfield Ave</w:t>
      </w:r>
    </w:p>
    <w:p w14:paraId="0CC6CCC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Irving, TX 75061</w:t>
      </w:r>
    </w:p>
    <w:p w14:paraId="41ABB654" w14:textId="77777777" w:rsidR="000E362F" w:rsidRDefault="000E362F" w:rsidP="00801D49"/>
    <w:p w14:paraId="737E96E5" w14:textId="77777777" w:rsidR="000E362F" w:rsidRPr="0001239D" w:rsidRDefault="000E362F" w:rsidP="00801D49">
      <w:pPr>
        <w:rPr>
          <w:sz w:val="32"/>
          <w:szCs w:val="32"/>
        </w:rPr>
      </w:pPr>
    </w:p>
    <w:p w14:paraId="5A6FBBFC" w14:textId="77777777" w:rsidR="000E362F" w:rsidRDefault="000E362F" w:rsidP="00801D49">
      <w:pPr>
        <w:rPr>
          <w:sz w:val="32"/>
          <w:szCs w:val="32"/>
        </w:rPr>
      </w:pPr>
    </w:p>
    <w:p w14:paraId="0B8BA8D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Gearldine,</w:t>
      </w:r>
    </w:p>
    <w:p w14:paraId="07D9D27F" w14:textId="77777777" w:rsidR="000E362F" w:rsidRDefault="000E362F" w:rsidP="00801D49">
      <w:pPr>
        <w:rPr>
          <w:sz w:val="32"/>
          <w:szCs w:val="32"/>
        </w:rPr>
      </w:pPr>
    </w:p>
    <w:p w14:paraId="4A6D0C0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4745E96" w14:textId="77777777" w:rsidR="000E362F" w:rsidRDefault="000E362F" w:rsidP="00801D49">
      <w:pPr>
        <w:rPr>
          <w:sz w:val="32"/>
          <w:szCs w:val="32"/>
        </w:rPr>
      </w:pPr>
    </w:p>
    <w:p w14:paraId="0F5D70B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EBAF11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479ED4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4C0689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EAADE6" wp14:editId="491E376E">
                  <wp:extent cx="6399207" cy="3924300"/>
                  <wp:effectExtent l="0" t="0" r="1905" b="0"/>
                  <wp:docPr id="148" name="Picture 14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91B1DC" w14:textId="77777777" w:rsidR="000E362F" w:rsidRDefault="000E362F" w:rsidP="00801D49"/>
    <w:p w14:paraId="44612D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Chau Kitzman</w:t>
      </w:r>
    </w:p>
    <w:p w14:paraId="5F21F6C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429 Tiger Ln</w:t>
      </w:r>
    </w:p>
    <w:p w14:paraId="3504FB3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Beverly Hills, CA 90212</w:t>
      </w:r>
    </w:p>
    <w:p w14:paraId="1B2685C3" w14:textId="77777777" w:rsidR="000E362F" w:rsidRDefault="000E362F" w:rsidP="00801D49"/>
    <w:p w14:paraId="2FE64B54" w14:textId="77777777" w:rsidR="000E362F" w:rsidRPr="0001239D" w:rsidRDefault="000E362F" w:rsidP="00801D49">
      <w:pPr>
        <w:rPr>
          <w:sz w:val="32"/>
          <w:szCs w:val="32"/>
        </w:rPr>
      </w:pPr>
    </w:p>
    <w:p w14:paraId="30E4A5EA" w14:textId="77777777" w:rsidR="000E362F" w:rsidRDefault="000E362F" w:rsidP="00801D49">
      <w:pPr>
        <w:rPr>
          <w:sz w:val="32"/>
          <w:szCs w:val="32"/>
        </w:rPr>
      </w:pPr>
    </w:p>
    <w:p w14:paraId="4EBDD80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Chau,</w:t>
      </w:r>
    </w:p>
    <w:p w14:paraId="64154C19" w14:textId="77777777" w:rsidR="000E362F" w:rsidRDefault="000E362F" w:rsidP="00801D49">
      <w:pPr>
        <w:rPr>
          <w:sz w:val="32"/>
          <w:szCs w:val="32"/>
        </w:rPr>
      </w:pPr>
    </w:p>
    <w:p w14:paraId="201546D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B4B147F" w14:textId="77777777" w:rsidR="000E362F" w:rsidRDefault="000E362F" w:rsidP="00801D49">
      <w:pPr>
        <w:rPr>
          <w:sz w:val="32"/>
          <w:szCs w:val="32"/>
        </w:rPr>
      </w:pPr>
    </w:p>
    <w:p w14:paraId="3A5E320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AB284A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FBBBA2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D98888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415FDD" wp14:editId="12076027">
                  <wp:extent cx="6399207" cy="3924300"/>
                  <wp:effectExtent l="0" t="0" r="1905" b="0"/>
                  <wp:docPr id="149" name="Picture 14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E05834" w14:textId="77777777" w:rsidR="000E362F" w:rsidRDefault="000E362F" w:rsidP="00801D49"/>
    <w:p w14:paraId="5CA4C96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Theola Frey</w:t>
      </w:r>
    </w:p>
    <w:p w14:paraId="38CEB69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54169 N Main St</w:t>
      </w:r>
    </w:p>
    <w:p w14:paraId="6D40116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Massapequa, NY 11758</w:t>
      </w:r>
    </w:p>
    <w:p w14:paraId="4DE885FE" w14:textId="77777777" w:rsidR="000E362F" w:rsidRDefault="000E362F" w:rsidP="00801D49"/>
    <w:p w14:paraId="6C693890" w14:textId="77777777" w:rsidR="000E362F" w:rsidRPr="0001239D" w:rsidRDefault="000E362F" w:rsidP="00801D49">
      <w:pPr>
        <w:rPr>
          <w:sz w:val="32"/>
          <w:szCs w:val="32"/>
        </w:rPr>
      </w:pPr>
    </w:p>
    <w:p w14:paraId="1BABDD9B" w14:textId="77777777" w:rsidR="000E362F" w:rsidRDefault="000E362F" w:rsidP="00801D49">
      <w:pPr>
        <w:rPr>
          <w:sz w:val="32"/>
          <w:szCs w:val="32"/>
        </w:rPr>
      </w:pPr>
    </w:p>
    <w:p w14:paraId="2B614F5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Theola,</w:t>
      </w:r>
    </w:p>
    <w:p w14:paraId="4F2E6446" w14:textId="77777777" w:rsidR="000E362F" w:rsidRDefault="000E362F" w:rsidP="00801D49">
      <w:pPr>
        <w:rPr>
          <w:sz w:val="32"/>
          <w:szCs w:val="32"/>
        </w:rPr>
      </w:pPr>
    </w:p>
    <w:p w14:paraId="41C9A1D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F521808" w14:textId="77777777" w:rsidR="000E362F" w:rsidRDefault="000E362F" w:rsidP="00801D49">
      <w:pPr>
        <w:rPr>
          <w:sz w:val="32"/>
          <w:szCs w:val="32"/>
        </w:rPr>
      </w:pPr>
    </w:p>
    <w:p w14:paraId="3B70D8D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33B027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8ADABB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9DAC46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007ADB" wp14:editId="6D75F05C">
                  <wp:extent cx="6399207" cy="3924300"/>
                  <wp:effectExtent l="0" t="0" r="1905" b="0"/>
                  <wp:docPr id="150" name="Picture 15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14E77" w14:textId="77777777" w:rsidR="000E362F" w:rsidRDefault="000E362F" w:rsidP="00801D49"/>
    <w:p w14:paraId="1C4C13E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Cheryl Haroldson</w:t>
      </w:r>
    </w:p>
    <w:p w14:paraId="2DA47B9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92 Main St</w:t>
      </w:r>
    </w:p>
    <w:p w14:paraId="1A26B85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Atlantic City, NJ 8401</w:t>
      </w:r>
    </w:p>
    <w:p w14:paraId="5A7B6D19" w14:textId="77777777" w:rsidR="000E362F" w:rsidRDefault="000E362F" w:rsidP="00801D49"/>
    <w:p w14:paraId="4C154374" w14:textId="77777777" w:rsidR="000E362F" w:rsidRPr="0001239D" w:rsidRDefault="000E362F" w:rsidP="00801D49">
      <w:pPr>
        <w:rPr>
          <w:sz w:val="32"/>
          <w:szCs w:val="32"/>
        </w:rPr>
      </w:pPr>
    </w:p>
    <w:p w14:paraId="66C99E24" w14:textId="77777777" w:rsidR="000E362F" w:rsidRDefault="000E362F" w:rsidP="00801D49">
      <w:pPr>
        <w:rPr>
          <w:sz w:val="32"/>
          <w:szCs w:val="32"/>
        </w:rPr>
      </w:pPr>
    </w:p>
    <w:p w14:paraId="5FC4C59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Cheryl,</w:t>
      </w:r>
    </w:p>
    <w:p w14:paraId="1ADCE4A9" w14:textId="77777777" w:rsidR="000E362F" w:rsidRDefault="000E362F" w:rsidP="00801D49">
      <w:pPr>
        <w:rPr>
          <w:sz w:val="32"/>
          <w:szCs w:val="32"/>
        </w:rPr>
      </w:pPr>
    </w:p>
    <w:p w14:paraId="273CE0B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585A498" w14:textId="77777777" w:rsidR="000E362F" w:rsidRDefault="000E362F" w:rsidP="00801D49">
      <w:pPr>
        <w:rPr>
          <w:sz w:val="32"/>
          <w:szCs w:val="32"/>
        </w:rPr>
      </w:pPr>
    </w:p>
    <w:p w14:paraId="53084C6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6929C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328BC2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D74568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92DA3A" wp14:editId="7CCAD6FB">
                  <wp:extent cx="6399207" cy="3924300"/>
                  <wp:effectExtent l="0" t="0" r="1905" b="0"/>
                  <wp:docPr id="151" name="Picture 15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C73275" w14:textId="77777777" w:rsidR="000E362F" w:rsidRDefault="000E362F" w:rsidP="00801D49"/>
    <w:p w14:paraId="60E789D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Laticia Merced</w:t>
      </w:r>
    </w:p>
    <w:p w14:paraId="2DA101E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 Mannix Dr</w:t>
      </w:r>
    </w:p>
    <w:p w14:paraId="14D30F9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Cincinnati, OH 45203</w:t>
      </w:r>
    </w:p>
    <w:p w14:paraId="000962A2" w14:textId="77777777" w:rsidR="000E362F" w:rsidRDefault="000E362F" w:rsidP="00801D49"/>
    <w:p w14:paraId="0319875E" w14:textId="77777777" w:rsidR="000E362F" w:rsidRPr="0001239D" w:rsidRDefault="000E362F" w:rsidP="00801D49">
      <w:pPr>
        <w:rPr>
          <w:sz w:val="32"/>
          <w:szCs w:val="32"/>
        </w:rPr>
      </w:pPr>
    </w:p>
    <w:p w14:paraId="056AE291" w14:textId="77777777" w:rsidR="000E362F" w:rsidRDefault="000E362F" w:rsidP="00801D49">
      <w:pPr>
        <w:rPr>
          <w:sz w:val="32"/>
          <w:szCs w:val="32"/>
        </w:rPr>
      </w:pPr>
    </w:p>
    <w:p w14:paraId="7082856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Laticia,</w:t>
      </w:r>
    </w:p>
    <w:p w14:paraId="5A446E97" w14:textId="77777777" w:rsidR="000E362F" w:rsidRDefault="000E362F" w:rsidP="00801D49">
      <w:pPr>
        <w:rPr>
          <w:sz w:val="32"/>
          <w:szCs w:val="32"/>
        </w:rPr>
      </w:pPr>
    </w:p>
    <w:p w14:paraId="0E538B1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60B00D0" w14:textId="77777777" w:rsidR="000E362F" w:rsidRDefault="000E362F" w:rsidP="00801D49">
      <w:pPr>
        <w:rPr>
          <w:sz w:val="32"/>
          <w:szCs w:val="32"/>
        </w:rPr>
      </w:pPr>
    </w:p>
    <w:p w14:paraId="5F2B0C2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7DC67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EF600D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1330FE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A65B50" wp14:editId="6509D6EA">
                  <wp:extent cx="6399207" cy="3924300"/>
                  <wp:effectExtent l="0" t="0" r="1905" b="0"/>
                  <wp:docPr id="152" name="Picture 15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8BDFFE" w14:textId="77777777" w:rsidR="000E362F" w:rsidRDefault="000E362F" w:rsidP="00801D49"/>
    <w:p w14:paraId="571D1EF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Carissa Batman</w:t>
      </w:r>
    </w:p>
    <w:p w14:paraId="1338CD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12270 Caton Center Dr</w:t>
      </w:r>
    </w:p>
    <w:p w14:paraId="052532F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Eugene, OR 97401</w:t>
      </w:r>
    </w:p>
    <w:p w14:paraId="7F1FDC01" w14:textId="77777777" w:rsidR="000E362F" w:rsidRDefault="000E362F" w:rsidP="00801D49"/>
    <w:p w14:paraId="044802C2" w14:textId="77777777" w:rsidR="000E362F" w:rsidRPr="0001239D" w:rsidRDefault="000E362F" w:rsidP="00801D49">
      <w:pPr>
        <w:rPr>
          <w:sz w:val="32"/>
          <w:szCs w:val="32"/>
        </w:rPr>
      </w:pPr>
    </w:p>
    <w:p w14:paraId="599E91A2" w14:textId="77777777" w:rsidR="000E362F" w:rsidRDefault="000E362F" w:rsidP="00801D49">
      <w:pPr>
        <w:rPr>
          <w:sz w:val="32"/>
          <w:szCs w:val="32"/>
        </w:rPr>
      </w:pPr>
    </w:p>
    <w:p w14:paraId="3345E6C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Carissa,</w:t>
      </w:r>
    </w:p>
    <w:p w14:paraId="1BB3C5A7" w14:textId="77777777" w:rsidR="000E362F" w:rsidRDefault="000E362F" w:rsidP="00801D49">
      <w:pPr>
        <w:rPr>
          <w:sz w:val="32"/>
          <w:szCs w:val="32"/>
        </w:rPr>
      </w:pPr>
    </w:p>
    <w:p w14:paraId="5AB24B3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FC7BFD" w14:textId="77777777" w:rsidR="000E362F" w:rsidRDefault="000E362F" w:rsidP="00801D49">
      <w:pPr>
        <w:rPr>
          <w:sz w:val="32"/>
          <w:szCs w:val="32"/>
        </w:rPr>
      </w:pPr>
    </w:p>
    <w:p w14:paraId="652D47D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528EB8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426F52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DE0624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86BA74" wp14:editId="5CABE01C">
                  <wp:extent cx="6399207" cy="3924300"/>
                  <wp:effectExtent l="0" t="0" r="1905" b="0"/>
                  <wp:docPr id="153" name="Picture 15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982F03" w14:textId="77777777" w:rsidR="000E362F" w:rsidRDefault="000E362F" w:rsidP="00801D49"/>
    <w:p w14:paraId="1A506F5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Lezlie Craghead</w:t>
      </w:r>
    </w:p>
    <w:p w14:paraId="1ACD247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749 W 18th St #45</w:t>
      </w:r>
    </w:p>
    <w:p w14:paraId="4AFDCA3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Smithfield, NC 27577</w:t>
      </w:r>
    </w:p>
    <w:p w14:paraId="05439506" w14:textId="77777777" w:rsidR="000E362F" w:rsidRDefault="000E362F" w:rsidP="00801D49"/>
    <w:p w14:paraId="0CB8B005" w14:textId="77777777" w:rsidR="000E362F" w:rsidRPr="0001239D" w:rsidRDefault="000E362F" w:rsidP="00801D49">
      <w:pPr>
        <w:rPr>
          <w:sz w:val="32"/>
          <w:szCs w:val="32"/>
        </w:rPr>
      </w:pPr>
    </w:p>
    <w:p w14:paraId="24456312" w14:textId="77777777" w:rsidR="000E362F" w:rsidRDefault="000E362F" w:rsidP="00801D49">
      <w:pPr>
        <w:rPr>
          <w:sz w:val="32"/>
          <w:szCs w:val="32"/>
        </w:rPr>
      </w:pPr>
    </w:p>
    <w:p w14:paraId="14F6664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Lezlie,</w:t>
      </w:r>
    </w:p>
    <w:p w14:paraId="4BBFA417" w14:textId="77777777" w:rsidR="000E362F" w:rsidRDefault="000E362F" w:rsidP="00801D49">
      <w:pPr>
        <w:rPr>
          <w:sz w:val="32"/>
          <w:szCs w:val="32"/>
        </w:rPr>
      </w:pPr>
    </w:p>
    <w:p w14:paraId="1206D37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AEB05D3" w14:textId="77777777" w:rsidR="000E362F" w:rsidRDefault="000E362F" w:rsidP="00801D49">
      <w:pPr>
        <w:rPr>
          <w:sz w:val="32"/>
          <w:szCs w:val="32"/>
        </w:rPr>
      </w:pPr>
    </w:p>
    <w:p w14:paraId="154B2CB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FFF6A1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A71CD4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49670C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C1888F" wp14:editId="43A0AF7D">
                  <wp:extent cx="6399207" cy="3924300"/>
                  <wp:effectExtent l="0" t="0" r="1905" b="0"/>
                  <wp:docPr id="154" name="Picture 15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DCD2BE" w14:textId="77777777" w:rsidR="000E362F" w:rsidRDefault="000E362F" w:rsidP="00801D49"/>
    <w:p w14:paraId="248D947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Ozell Shealy</w:t>
      </w:r>
    </w:p>
    <w:p w14:paraId="6685AA7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Industry Ln</w:t>
      </w:r>
    </w:p>
    <w:p w14:paraId="30E88BA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10002</w:t>
      </w:r>
    </w:p>
    <w:p w14:paraId="6441DD34" w14:textId="77777777" w:rsidR="000E362F" w:rsidRDefault="000E362F" w:rsidP="00801D49"/>
    <w:p w14:paraId="4DD010CC" w14:textId="77777777" w:rsidR="000E362F" w:rsidRPr="0001239D" w:rsidRDefault="000E362F" w:rsidP="00801D49">
      <w:pPr>
        <w:rPr>
          <w:sz w:val="32"/>
          <w:szCs w:val="32"/>
        </w:rPr>
      </w:pPr>
    </w:p>
    <w:p w14:paraId="42213415" w14:textId="77777777" w:rsidR="000E362F" w:rsidRDefault="000E362F" w:rsidP="00801D49">
      <w:pPr>
        <w:rPr>
          <w:sz w:val="32"/>
          <w:szCs w:val="32"/>
        </w:rPr>
      </w:pPr>
    </w:p>
    <w:p w14:paraId="0ED7D88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Ozell,</w:t>
      </w:r>
    </w:p>
    <w:p w14:paraId="099A9727" w14:textId="77777777" w:rsidR="000E362F" w:rsidRDefault="000E362F" w:rsidP="00801D49">
      <w:pPr>
        <w:rPr>
          <w:sz w:val="32"/>
          <w:szCs w:val="32"/>
        </w:rPr>
      </w:pPr>
    </w:p>
    <w:p w14:paraId="0AA55A0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7CAF58" w14:textId="77777777" w:rsidR="000E362F" w:rsidRDefault="000E362F" w:rsidP="00801D49">
      <w:pPr>
        <w:rPr>
          <w:sz w:val="32"/>
          <w:szCs w:val="32"/>
        </w:rPr>
      </w:pPr>
    </w:p>
    <w:p w14:paraId="3E5F77C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F8382C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5E73F8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33C286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792A93" wp14:editId="71630CE9">
                  <wp:extent cx="6399207" cy="3924300"/>
                  <wp:effectExtent l="0" t="0" r="1905" b="0"/>
                  <wp:docPr id="155" name="Picture 15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7DE448" w14:textId="77777777" w:rsidR="000E362F" w:rsidRDefault="000E362F" w:rsidP="00801D49"/>
    <w:p w14:paraId="2FAB72C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Arminda Parvis</w:t>
      </w:r>
    </w:p>
    <w:p w14:paraId="5F5E0C5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Huntwood Ave</w:t>
      </w:r>
    </w:p>
    <w:p w14:paraId="360D12B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Phoenix, AZ 85017</w:t>
      </w:r>
    </w:p>
    <w:p w14:paraId="2E94DD63" w14:textId="77777777" w:rsidR="000E362F" w:rsidRDefault="000E362F" w:rsidP="00801D49"/>
    <w:p w14:paraId="1FFDFB0E" w14:textId="77777777" w:rsidR="000E362F" w:rsidRPr="0001239D" w:rsidRDefault="000E362F" w:rsidP="00801D49">
      <w:pPr>
        <w:rPr>
          <w:sz w:val="32"/>
          <w:szCs w:val="32"/>
        </w:rPr>
      </w:pPr>
    </w:p>
    <w:p w14:paraId="6D9504A0" w14:textId="77777777" w:rsidR="000E362F" w:rsidRDefault="000E362F" w:rsidP="00801D49">
      <w:pPr>
        <w:rPr>
          <w:sz w:val="32"/>
          <w:szCs w:val="32"/>
        </w:rPr>
      </w:pPr>
    </w:p>
    <w:p w14:paraId="08DF655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Arminda,</w:t>
      </w:r>
    </w:p>
    <w:p w14:paraId="7D3F6DC7" w14:textId="77777777" w:rsidR="000E362F" w:rsidRDefault="000E362F" w:rsidP="00801D49">
      <w:pPr>
        <w:rPr>
          <w:sz w:val="32"/>
          <w:szCs w:val="32"/>
        </w:rPr>
      </w:pPr>
    </w:p>
    <w:p w14:paraId="05636DD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78D4F3" w14:textId="77777777" w:rsidR="000E362F" w:rsidRDefault="000E362F" w:rsidP="00801D49">
      <w:pPr>
        <w:rPr>
          <w:sz w:val="32"/>
          <w:szCs w:val="32"/>
        </w:rPr>
      </w:pPr>
    </w:p>
    <w:p w14:paraId="008E48F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D91172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4D91F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231DF3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F339BB" wp14:editId="30FABB23">
                  <wp:extent cx="6399207" cy="3924300"/>
                  <wp:effectExtent l="0" t="0" r="1905" b="0"/>
                  <wp:docPr id="156" name="Picture 15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E52E69" w14:textId="77777777" w:rsidR="000E362F" w:rsidRDefault="000E362F" w:rsidP="00801D49"/>
    <w:p w14:paraId="733233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Reita Leto</w:t>
      </w:r>
    </w:p>
    <w:p w14:paraId="67FC3DD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55262 N French Rd</w:t>
      </w:r>
    </w:p>
    <w:p w14:paraId="52DE1C7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Indianapolis, IN 46240</w:t>
      </w:r>
    </w:p>
    <w:p w14:paraId="2DF76251" w14:textId="77777777" w:rsidR="000E362F" w:rsidRDefault="000E362F" w:rsidP="00801D49"/>
    <w:p w14:paraId="068389C8" w14:textId="77777777" w:rsidR="000E362F" w:rsidRPr="0001239D" w:rsidRDefault="000E362F" w:rsidP="00801D49">
      <w:pPr>
        <w:rPr>
          <w:sz w:val="32"/>
          <w:szCs w:val="32"/>
        </w:rPr>
      </w:pPr>
    </w:p>
    <w:p w14:paraId="7F4974A6" w14:textId="77777777" w:rsidR="000E362F" w:rsidRDefault="000E362F" w:rsidP="00801D49">
      <w:pPr>
        <w:rPr>
          <w:sz w:val="32"/>
          <w:szCs w:val="32"/>
        </w:rPr>
      </w:pPr>
    </w:p>
    <w:p w14:paraId="400D10F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Reita,</w:t>
      </w:r>
    </w:p>
    <w:p w14:paraId="504FEB81" w14:textId="77777777" w:rsidR="000E362F" w:rsidRDefault="000E362F" w:rsidP="00801D49">
      <w:pPr>
        <w:rPr>
          <w:sz w:val="32"/>
          <w:szCs w:val="32"/>
        </w:rPr>
      </w:pPr>
    </w:p>
    <w:p w14:paraId="250A9AA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DC4DB1" w14:textId="77777777" w:rsidR="000E362F" w:rsidRDefault="000E362F" w:rsidP="00801D49">
      <w:pPr>
        <w:rPr>
          <w:sz w:val="32"/>
          <w:szCs w:val="32"/>
        </w:rPr>
      </w:pPr>
    </w:p>
    <w:p w14:paraId="789D424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404D33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A76B5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826F59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E9FF77" wp14:editId="34FA323A">
                  <wp:extent cx="6399207" cy="3924300"/>
                  <wp:effectExtent l="0" t="0" r="1905" b="0"/>
                  <wp:docPr id="157" name="Picture 15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D6370" w14:textId="77777777" w:rsidR="000E362F" w:rsidRDefault="000E362F" w:rsidP="00801D49"/>
    <w:p w14:paraId="106C851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Yolando Luczki</w:t>
      </w:r>
    </w:p>
    <w:p w14:paraId="2E39E50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422 E 21st St</w:t>
      </w:r>
    </w:p>
    <w:p w14:paraId="7E13D6B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Syracuse, NY 13214</w:t>
      </w:r>
    </w:p>
    <w:p w14:paraId="5A212BE1" w14:textId="77777777" w:rsidR="000E362F" w:rsidRDefault="000E362F" w:rsidP="00801D49"/>
    <w:p w14:paraId="459D4B40" w14:textId="77777777" w:rsidR="000E362F" w:rsidRPr="0001239D" w:rsidRDefault="000E362F" w:rsidP="00801D49">
      <w:pPr>
        <w:rPr>
          <w:sz w:val="32"/>
          <w:szCs w:val="32"/>
        </w:rPr>
      </w:pPr>
    </w:p>
    <w:p w14:paraId="3E5CC166" w14:textId="77777777" w:rsidR="000E362F" w:rsidRDefault="000E362F" w:rsidP="00801D49">
      <w:pPr>
        <w:rPr>
          <w:sz w:val="32"/>
          <w:szCs w:val="32"/>
        </w:rPr>
      </w:pPr>
    </w:p>
    <w:p w14:paraId="0774362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Yolando,</w:t>
      </w:r>
    </w:p>
    <w:p w14:paraId="104E56AE" w14:textId="77777777" w:rsidR="000E362F" w:rsidRDefault="000E362F" w:rsidP="00801D49">
      <w:pPr>
        <w:rPr>
          <w:sz w:val="32"/>
          <w:szCs w:val="32"/>
        </w:rPr>
      </w:pPr>
    </w:p>
    <w:p w14:paraId="286002E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65BA8B8" w14:textId="77777777" w:rsidR="000E362F" w:rsidRDefault="000E362F" w:rsidP="00801D49">
      <w:pPr>
        <w:rPr>
          <w:sz w:val="32"/>
          <w:szCs w:val="32"/>
        </w:rPr>
      </w:pPr>
    </w:p>
    <w:p w14:paraId="05643DB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19F4E2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7BB464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786C18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65A52C" wp14:editId="3F7E7B7A">
                  <wp:extent cx="6399207" cy="3924300"/>
                  <wp:effectExtent l="0" t="0" r="1905" b="0"/>
                  <wp:docPr id="158" name="Picture 15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835999" w14:textId="77777777" w:rsidR="000E362F" w:rsidRDefault="000E362F" w:rsidP="00801D49"/>
    <w:p w14:paraId="3811139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Lizette Stem</w:t>
      </w:r>
    </w:p>
    <w:p w14:paraId="0228FC2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501 N 19th Ave</w:t>
      </w:r>
    </w:p>
    <w:p w14:paraId="795ECA9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Cherry Hill, NJ 8002</w:t>
      </w:r>
    </w:p>
    <w:p w14:paraId="448E31C9" w14:textId="77777777" w:rsidR="000E362F" w:rsidRDefault="000E362F" w:rsidP="00801D49"/>
    <w:p w14:paraId="1E18C869" w14:textId="77777777" w:rsidR="000E362F" w:rsidRPr="0001239D" w:rsidRDefault="000E362F" w:rsidP="00801D49">
      <w:pPr>
        <w:rPr>
          <w:sz w:val="32"/>
          <w:szCs w:val="32"/>
        </w:rPr>
      </w:pPr>
    </w:p>
    <w:p w14:paraId="37CD1633" w14:textId="77777777" w:rsidR="000E362F" w:rsidRDefault="000E362F" w:rsidP="00801D49">
      <w:pPr>
        <w:rPr>
          <w:sz w:val="32"/>
          <w:szCs w:val="32"/>
        </w:rPr>
      </w:pPr>
    </w:p>
    <w:p w14:paraId="51D962E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Lizette,</w:t>
      </w:r>
    </w:p>
    <w:p w14:paraId="1BB39FCB" w14:textId="77777777" w:rsidR="000E362F" w:rsidRDefault="000E362F" w:rsidP="00801D49">
      <w:pPr>
        <w:rPr>
          <w:sz w:val="32"/>
          <w:szCs w:val="32"/>
        </w:rPr>
      </w:pPr>
    </w:p>
    <w:p w14:paraId="5505F5D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B5947E" w14:textId="77777777" w:rsidR="000E362F" w:rsidRDefault="000E362F" w:rsidP="00801D49">
      <w:pPr>
        <w:rPr>
          <w:sz w:val="32"/>
          <w:szCs w:val="32"/>
        </w:rPr>
      </w:pPr>
    </w:p>
    <w:p w14:paraId="310E9FF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91C43D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A56B94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6358E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53BFC6" wp14:editId="11F10193">
                  <wp:extent cx="6399207" cy="3924300"/>
                  <wp:effectExtent l="0" t="0" r="1905" b="0"/>
                  <wp:docPr id="159" name="Picture 15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E1848" w14:textId="77777777" w:rsidR="000E362F" w:rsidRDefault="000E362F" w:rsidP="00801D49"/>
    <w:p w14:paraId="33C64CF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Gregoria Pawlowicz</w:t>
      </w:r>
    </w:p>
    <w:p w14:paraId="5982514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455 N Main Ave</w:t>
      </w:r>
    </w:p>
    <w:p w14:paraId="7775E71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 City, NY 11530</w:t>
      </w:r>
    </w:p>
    <w:p w14:paraId="012E46D4" w14:textId="77777777" w:rsidR="000E362F" w:rsidRDefault="000E362F" w:rsidP="00801D49"/>
    <w:p w14:paraId="675FE9C9" w14:textId="77777777" w:rsidR="000E362F" w:rsidRPr="0001239D" w:rsidRDefault="000E362F" w:rsidP="00801D49">
      <w:pPr>
        <w:rPr>
          <w:sz w:val="32"/>
          <w:szCs w:val="32"/>
        </w:rPr>
      </w:pPr>
    </w:p>
    <w:p w14:paraId="6598BBC1" w14:textId="77777777" w:rsidR="000E362F" w:rsidRDefault="000E362F" w:rsidP="00801D49">
      <w:pPr>
        <w:rPr>
          <w:sz w:val="32"/>
          <w:szCs w:val="32"/>
        </w:rPr>
      </w:pPr>
    </w:p>
    <w:p w14:paraId="2F67CA7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Gregoria,</w:t>
      </w:r>
    </w:p>
    <w:p w14:paraId="3BCEC132" w14:textId="77777777" w:rsidR="000E362F" w:rsidRDefault="000E362F" w:rsidP="00801D49">
      <w:pPr>
        <w:rPr>
          <w:sz w:val="32"/>
          <w:szCs w:val="32"/>
        </w:rPr>
      </w:pPr>
    </w:p>
    <w:p w14:paraId="05D67B1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03C4E90" w14:textId="77777777" w:rsidR="000E362F" w:rsidRDefault="000E362F" w:rsidP="00801D49">
      <w:pPr>
        <w:rPr>
          <w:sz w:val="32"/>
          <w:szCs w:val="32"/>
        </w:rPr>
      </w:pPr>
    </w:p>
    <w:p w14:paraId="749EA8C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5BEAD0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2DF0E3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F01607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D61494" wp14:editId="60E06A19">
                  <wp:extent cx="6399207" cy="3924300"/>
                  <wp:effectExtent l="0" t="0" r="1905" b="0"/>
                  <wp:docPr id="160" name="Picture 16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317BBE" w14:textId="77777777" w:rsidR="000E362F" w:rsidRDefault="000E362F" w:rsidP="00801D49"/>
    <w:p w14:paraId="6F651C8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Carin Deleo</w:t>
      </w:r>
    </w:p>
    <w:p w14:paraId="15049EF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1844 Southern Blvd</w:t>
      </w:r>
    </w:p>
    <w:p w14:paraId="6D544D6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Little Rock, AR 72202</w:t>
      </w:r>
    </w:p>
    <w:p w14:paraId="562ABEDD" w14:textId="77777777" w:rsidR="000E362F" w:rsidRDefault="000E362F" w:rsidP="00801D49"/>
    <w:p w14:paraId="40E8F8BB" w14:textId="77777777" w:rsidR="000E362F" w:rsidRPr="0001239D" w:rsidRDefault="000E362F" w:rsidP="00801D49">
      <w:pPr>
        <w:rPr>
          <w:sz w:val="32"/>
          <w:szCs w:val="32"/>
        </w:rPr>
      </w:pPr>
    </w:p>
    <w:p w14:paraId="449AEC9C" w14:textId="77777777" w:rsidR="000E362F" w:rsidRDefault="000E362F" w:rsidP="00801D49">
      <w:pPr>
        <w:rPr>
          <w:sz w:val="32"/>
          <w:szCs w:val="32"/>
        </w:rPr>
      </w:pPr>
    </w:p>
    <w:p w14:paraId="0673EBE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Carin,</w:t>
      </w:r>
    </w:p>
    <w:p w14:paraId="282CA3A1" w14:textId="77777777" w:rsidR="000E362F" w:rsidRDefault="000E362F" w:rsidP="00801D49">
      <w:pPr>
        <w:rPr>
          <w:sz w:val="32"/>
          <w:szCs w:val="32"/>
        </w:rPr>
      </w:pPr>
    </w:p>
    <w:p w14:paraId="538E144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CABE75F" w14:textId="77777777" w:rsidR="000E362F" w:rsidRDefault="000E362F" w:rsidP="00801D49">
      <w:pPr>
        <w:rPr>
          <w:sz w:val="32"/>
          <w:szCs w:val="32"/>
        </w:rPr>
      </w:pPr>
    </w:p>
    <w:p w14:paraId="39D7CE4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10439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453E81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5FCF51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533659" wp14:editId="3F58B213">
                  <wp:extent cx="6399207" cy="3924300"/>
                  <wp:effectExtent l="0" t="0" r="1905" b="0"/>
                  <wp:docPr id="161" name="Picture 16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FADD85" w14:textId="77777777" w:rsidR="000E362F" w:rsidRDefault="000E362F" w:rsidP="00801D49"/>
    <w:p w14:paraId="70110F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Chantell Maynerich</w:t>
      </w:r>
    </w:p>
    <w:p w14:paraId="597E60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2023 Greg St</w:t>
      </w:r>
    </w:p>
    <w:p w14:paraId="6050624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Saint Paul, MN 55101</w:t>
      </w:r>
    </w:p>
    <w:p w14:paraId="06D83BC8" w14:textId="77777777" w:rsidR="000E362F" w:rsidRDefault="000E362F" w:rsidP="00801D49"/>
    <w:p w14:paraId="307A1B48" w14:textId="77777777" w:rsidR="000E362F" w:rsidRPr="0001239D" w:rsidRDefault="000E362F" w:rsidP="00801D49">
      <w:pPr>
        <w:rPr>
          <w:sz w:val="32"/>
          <w:szCs w:val="32"/>
        </w:rPr>
      </w:pPr>
    </w:p>
    <w:p w14:paraId="577578C3" w14:textId="77777777" w:rsidR="000E362F" w:rsidRDefault="000E362F" w:rsidP="00801D49">
      <w:pPr>
        <w:rPr>
          <w:sz w:val="32"/>
          <w:szCs w:val="32"/>
        </w:rPr>
      </w:pPr>
    </w:p>
    <w:p w14:paraId="50A6C85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Chantell,</w:t>
      </w:r>
    </w:p>
    <w:p w14:paraId="2960F3AC" w14:textId="77777777" w:rsidR="000E362F" w:rsidRDefault="000E362F" w:rsidP="00801D49">
      <w:pPr>
        <w:rPr>
          <w:sz w:val="32"/>
          <w:szCs w:val="32"/>
        </w:rPr>
      </w:pPr>
    </w:p>
    <w:p w14:paraId="0770D23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E3C914C" w14:textId="77777777" w:rsidR="000E362F" w:rsidRDefault="000E362F" w:rsidP="00801D49">
      <w:pPr>
        <w:rPr>
          <w:sz w:val="32"/>
          <w:szCs w:val="32"/>
        </w:rPr>
      </w:pPr>
    </w:p>
    <w:p w14:paraId="449ECEE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B733F0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7875D3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F46506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B45027" wp14:editId="4873CC6C">
                  <wp:extent cx="6399207" cy="3924300"/>
                  <wp:effectExtent l="0" t="0" r="1905" b="0"/>
                  <wp:docPr id="162" name="Picture 16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1063CB" w14:textId="77777777" w:rsidR="000E362F" w:rsidRDefault="000E362F" w:rsidP="00801D49"/>
    <w:p w14:paraId="12D147E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Dierdre Yum</w:t>
      </w:r>
    </w:p>
    <w:p w14:paraId="01C024A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63381 Jenks Ave</w:t>
      </w:r>
    </w:p>
    <w:p w14:paraId="434A522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19134</w:t>
      </w:r>
    </w:p>
    <w:p w14:paraId="153DE927" w14:textId="77777777" w:rsidR="000E362F" w:rsidRDefault="000E362F" w:rsidP="00801D49"/>
    <w:p w14:paraId="03263EE2" w14:textId="77777777" w:rsidR="000E362F" w:rsidRPr="0001239D" w:rsidRDefault="000E362F" w:rsidP="00801D49">
      <w:pPr>
        <w:rPr>
          <w:sz w:val="32"/>
          <w:szCs w:val="32"/>
        </w:rPr>
      </w:pPr>
    </w:p>
    <w:p w14:paraId="6D47230A" w14:textId="77777777" w:rsidR="000E362F" w:rsidRDefault="000E362F" w:rsidP="00801D49">
      <w:pPr>
        <w:rPr>
          <w:sz w:val="32"/>
          <w:szCs w:val="32"/>
        </w:rPr>
      </w:pPr>
    </w:p>
    <w:p w14:paraId="5D1826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Dierdre,</w:t>
      </w:r>
    </w:p>
    <w:p w14:paraId="028FB45B" w14:textId="77777777" w:rsidR="000E362F" w:rsidRDefault="000E362F" w:rsidP="00801D49">
      <w:pPr>
        <w:rPr>
          <w:sz w:val="32"/>
          <w:szCs w:val="32"/>
        </w:rPr>
      </w:pPr>
    </w:p>
    <w:p w14:paraId="5E06B8C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2ECCE6B" w14:textId="77777777" w:rsidR="000E362F" w:rsidRDefault="000E362F" w:rsidP="00801D49">
      <w:pPr>
        <w:rPr>
          <w:sz w:val="32"/>
          <w:szCs w:val="32"/>
        </w:rPr>
      </w:pPr>
    </w:p>
    <w:p w14:paraId="11B7BAF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08C2BE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0056D3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C7D5A7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76266D" wp14:editId="58ACD93F">
                  <wp:extent cx="6399207" cy="3924300"/>
                  <wp:effectExtent l="0" t="0" r="1905" b="0"/>
                  <wp:docPr id="163" name="Picture 16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3C925A" w14:textId="77777777" w:rsidR="000E362F" w:rsidRDefault="000E362F" w:rsidP="00801D49"/>
    <w:p w14:paraId="6DC774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Larae Gudroe</w:t>
      </w:r>
    </w:p>
    <w:p w14:paraId="17D476A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6651 Municipal Rd</w:t>
      </w:r>
    </w:p>
    <w:p w14:paraId="4CD8C21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Houma, LA 70360</w:t>
      </w:r>
    </w:p>
    <w:p w14:paraId="329B4CB1" w14:textId="77777777" w:rsidR="000E362F" w:rsidRDefault="000E362F" w:rsidP="00801D49"/>
    <w:p w14:paraId="0AD9F5B3" w14:textId="77777777" w:rsidR="000E362F" w:rsidRPr="0001239D" w:rsidRDefault="000E362F" w:rsidP="00801D49">
      <w:pPr>
        <w:rPr>
          <w:sz w:val="32"/>
          <w:szCs w:val="32"/>
        </w:rPr>
      </w:pPr>
    </w:p>
    <w:p w14:paraId="66B38DDF" w14:textId="77777777" w:rsidR="000E362F" w:rsidRDefault="000E362F" w:rsidP="00801D49">
      <w:pPr>
        <w:rPr>
          <w:sz w:val="32"/>
          <w:szCs w:val="32"/>
        </w:rPr>
      </w:pPr>
    </w:p>
    <w:p w14:paraId="1156868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Larae,</w:t>
      </w:r>
    </w:p>
    <w:p w14:paraId="3F7456DE" w14:textId="77777777" w:rsidR="000E362F" w:rsidRDefault="000E362F" w:rsidP="00801D49">
      <w:pPr>
        <w:rPr>
          <w:sz w:val="32"/>
          <w:szCs w:val="32"/>
        </w:rPr>
      </w:pPr>
    </w:p>
    <w:p w14:paraId="6D354A5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0725861" w14:textId="77777777" w:rsidR="000E362F" w:rsidRDefault="000E362F" w:rsidP="00801D49">
      <w:pPr>
        <w:rPr>
          <w:sz w:val="32"/>
          <w:szCs w:val="32"/>
        </w:rPr>
      </w:pPr>
    </w:p>
    <w:p w14:paraId="2DB55A7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15CE0F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0F9215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2F847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1721D2" wp14:editId="6479709F">
                  <wp:extent cx="6399207" cy="3924300"/>
                  <wp:effectExtent l="0" t="0" r="1905" b="0"/>
                  <wp:docPr id="164" name="Picture 16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81FB15" w14:textId="77777777" w:rsidR="000E362F" w:rsidRDefault="000E362F" w:rsidP="00801D49"/>
    <w:p w14:paraId="1589F64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Latrice Tolfree</w:t>
      </w:r>
    </w:p>
    <w:p w14:paraId="68B9A4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81 Norris Ave #525</w:t>
      </w:r>
    </w:p>
    <w:p w14:paraId="34DF729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Ronkonkoma, NY 11779</w:t>
      </w:r>
    </w:p>
    <w:p w14:paraId="7B3C280D" w14:textId="77777777" w:rsidR="000E362F" w:rsidRDefault="000E362F" w:rsidP="00801D49"/>
    <w:p w14:paraId="4DD97E12" w14:textId="77777777" w:rsidR="000E362F" w:rsidRPr="0001239D" w:rsidRDefault="000E362F" w:rsidP="00801D49">
      <w:pPr>
        <w:rPr>
          <w:sz w:val="32"/>
          <w:szCs w:val="32"/>
        </w:rPr>
      </w:pPr>
    </w:p>
    <w:p w14:paraId="2BC6626A" w14:textId="77777777" w:rsidR="000E362F" w:rsidRDefault="000E362F" w:rsidP="00801D49">
      <w:pPr>
        <w:rPr>
          <w:sz w:val="32"/>
          <w:szCs w:val="32"/>
        </w:rPr>
      </w:pPr>
    </w:p>
    <w:p w14:paraId="74BA493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Latrice,</w:t>
      </w:r>
    </w:p>
    <w:p w14:paraId="29985CA3" w14:textId="77777777" w:rsidR="000E362F" w:rsidRDefault="000E362F" w:rsidP="00801D49">
      <w:pPr>
        <w:rPr>
          <w:sz w:val="32"/>
          <w:szCs w:val="32"/>
        </w:rPr>
      </w:pPr>
    </w:p>
    <w:p w14:paraId="5526AAF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7797FBA" w14:textId="77777777" w:rsidR="000E362F" w:rsidRDefault="000E362F" w:rsidP="00801D49">
      <w:pPr>
        <w:rPr>
          <w:sz w:val="32"/>
          <w:szCs w:val="32"/>
        </w:rPr>
      </w:pPr>
    </w:p>
    <w:p w14:paraId="1B25CCA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429D4F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40DC71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3DC434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E25D01" wp14:editId="0416AFA8">
                  <wp:extent cx="6399207" cy="3924300"/>
                  <wp:effectExtent l="0" t="0" r="1905" b="0"/>
                  <wp:docPr id="165" name="Picture 16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AD3EF" w14:textId="77777777" w:rsidR="000E362F" w:rsidRDefault="000E362F" w:rsidP="00801D49"/>
    <w:p w14:paraId="61C13B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Kerry Theodorov</w:t>
      </w:r>
    </w:p>
    <w:p w14:paraId="4D223E1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6916 W Main St</w:t>
      </w:r>
    </w:p>
    <w:p w14:paraId="35B3CF2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Sacramento, CA 95827</w:t>
      </w:r>
    </w:p>
    <w:p w14:paraId="4E1F78EA" w14:textId="77777777" w:rsidR="000E362F" w:rsidRDefault="000E362F" w:rsidP="00801D49"/>
    <w:p w14:paraId="286E901C" w14:textId="77777777" w:rsidR="000E362F" w:rsidRPr="0001239D" w:rsidRDefault="000E362F" w:rsidP="00801D49">
      <w:pPr>
        <w:rPr>
          <w:sz w:val="32"/>
          <w:szCs w:val="32"/>
        </w:rPr>
      </w:pPr>
    </w:p>
    <w:p w14:paraId="349B599D" w14:textId="77777777" w:rsidR="000E362F" w:rsidRDefault="000E362F" w:rsidP="00801D49">
      <w:pPr>
        <w:rPr>
          <w:sz w:val="32"/>
          <w:szCs w:val="32"/>
        </w:rPr>
      </w:pPr>
    </w:p>
    <w:p w14:paraId="46C9B4E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Kerry,</w:t>
      </w:r>
    </w:p>
    <w:p w14:paraId="432DC5BA" w14:textId="77777777" w:rsidR="000E362F" w:rsidRDefault="000E362F" w:rsidP="00801D49">
      <w:pPr>
        <w:rPr>
          <w:sz w:val="32"/>
          <w:szCs w:val="32"/>
        </w:rPr>
      </w:pPr>
    </w:p>
    <w:p w14:paraId="4E07592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AF4B658" w14:textId="77777777" w:rsidR="000E362F" w:rsidRDefault="000E362F" w:rsidP="00801D49">
      <w:pPr>
        <w:rPr>
          <w:sz w:val="32"/>
          <w:szCs w:val="32"/>
        </w:rPr>
      </w:pPr>
    </w:p>
    <w:p w14:paraId="6903FAC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8B86F9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7D070C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69E091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5D6DA9" wp14:editId="1C44DDFD">
                  <wp:extent cx="6399207" cy="3924300"/>
                  <wp:effectExtent l="0" t="0" r="1905" b="0"/>
                  <wp:docPr id="166" name="Picture 16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837AED" w14:textId="77777777" w:rsidR="000E362F" w:rsidRDefault="000E362F" w:rsidP="00801D49"/>
    <w:p w14:paraId="490FC0D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Dorthy Hidvegi</w:t>
      </w:r>
    </w:p>
    <w:p w14:paraId="7C66FE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9635 S Main St</w:t>
      </w:r>
    </w:p>
    <w:p w14:paraId="16435B9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Boise, ID 83704</w:t>
      </w:r>
    </w:p>
    <w:p w14:paraId="311DF930" w14:textId="77777777" w:rsidR="000E362F" w:rsidRDefault="000E362F" w:rsidP="00801D49"/>
    <w:p w14:paraId="65ED82E6" w14:textId="77777777" w:rsidR="000E362F" w:rsidRPr="0001239D" w:rsidRDefault="000E362F" w:rsidP="00801D49">
      <w:pPr>
        <w:rPr>
          <w:sz w:val="32"/>
          <w:szCs w:val="32"/>
        </w:rPr>
      </w:pPr>
    </w:p>
    <w:p w14:paraId="63C390F0" w14:textId="77777777" w:rsidR="000E362F" w:rsidRDefault="000E362F" w:rsidP="00801D49">
      <w:pPr>
        <w:rPr>
          <w:sz w:val="32"/>
          <w:szCs w:val="32"/>
        </w:rPr>
      </w:pPr>
    </w:p>
    <w:p w14:paraId="609C29C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Dorthy,</w:t>
      </w:r>
    </w:p>
    <w:p w14:paraId="61FC2C15" w14:textId="77777777" w:rsidR="000E362F" w:rsidRDefault="000E362F" w:rsidP="00801D49">
      <w:pPr>
        <w:rPr>
          <w:sz w:val="32"/>
          <w:szCs w:val="32"/>
        </w:rPr>
      </w:pPr>
    </w:p>
    <w:p w14:paraId="22340B9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1AD0076" w14:textId="77777777" w:rsidR="000E362F" w:rsidRDefault="000E362F" w:rsidP="00801D49">
      <w:pPr>
        <w:rPr>
          <w:sz w:val="32"/>
          <w:szCs w:val="32"/>
        </w:rPr>
      </w:pPr>
    </w:p>
    <w:p w14:paraId="24F7849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6A6408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59A13F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306C3F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04F47A" wp14:editId="6E239D52">
                  <wp:extent cx="6399207" cy="3924300"/>
                  <wp:effectExtent l="0" t="0" r="1905" b="0"/>
                  <wp:docPr id="167" name="Picture 16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FD783F" w14:textId="77777777" w:rsidR="000E362F" w:rsidRDefault="000E362F" w:rsidP="00801D49"/>
    <w:p w14:paraId="30FAF0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Fannie Lungren</w:t>
      </w:r>
    </w:p>
    <w:p w14:paraId="25EC935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17 Us Highway 111</w:t>
      </w:r>
    </w:p>
    <w:p w14:paraId="7FDC68A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Round Rock, TX 78664</w:t>
      </w:r>
    </w:p>
    <w:p w14:paraId="45A8EEBF" w14:textId="77777777" w:rsidR="000E362F" w:rsidRDefault="000E362F" w:rsidP="00801D49"/>
    <w:p w14:paraId="7CDBE1E3" w14:textId="77777777" w:rsidR="000E362F" w:rsidRPr="0001239D" w:rsidRDefault="000E362F" w:rsidP="00801D49">
      <w:pPr>
        <w:rPr>
          <w:sz w:val="32"/>
          <w:szCs w:val="32"/>
        </w:rPr>
      </w:pPr>
    </w:p>
    <w:p w14:paraId="1A75ACC4" w14:textId="77777777" w:rsidR="000E362F" w:rsidRDefault="000E362F" w:rsidP="00801D49">
      <w:pPr>
        <w:rPr>
          <w:sz w:val="32"/>
          <w:szCs w:val="32"/>
        </w:rPr>
      </w:pPr>
    </w:p>
    <w:p w14:paraId="2F7192E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Fannie,</w:t>
      </w:r>
    </w:p>
    <w:p w14:paraId="331C73A4" w14:textId="77777777" w:rsidR="000E362F" w:rsidRDefault="000E362F" w:rsidP="00801D49">
      <w:pPr>
        <w:rPr>
          <w:sz w:val="32"/>
          <w:szCs w:val="32"/>
        </w:rPr>
      </w:pPr>
    </w:p>
    <w:p w14:paraId="658D335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4F8805A" w14:textId="77777777" w:rsidR="000E362F" w:rsidRDefault="000E362F" w:rsidP="00801D49">
      <w:pPr>
        <w:rPr>
          <w:sz w:val="32"/>
          <w:szCs w:val="32"/>
        </w:rPr>
      </w:pPr>
    </w:p>
    <w:p w14:paraId="7C60E96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E776E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7FFB12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6CA3FD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574B0C" wp14:editId="1AE6F9BB">
                  <wp:extent cx="6399207" cy="3924300"/>
                  <wp:effectExtent l="0" t="0" r="1905" b="0"/>
                  <wp:docPr id="168" name="Picture 16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B4EA1" w14:textId="77777777" w:rsidR="000E362F" w:rsidRDefault="000E362F" w:rsidP="00801D49"/>
    <w:p w14:paraId="094431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Evangelina Radde</w:t>
      </w:r>
    </w:p>
    <w:p w14:paraId="18388C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992 Civic Center Dr</w:t>
      </w:r>
    </w:p>
    <w:p w14:paraId="4C7F495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19123</w:t>
      </w:r>
    </w:p>
    <w:p w14:paraId="4A2CEAB7" w14:textId="77777777" w:rsidR="000E362F" w:rsidRDefault="000E362F" w:rsidP="00801D49"/>
    <w:p w14:paraId="38354818" w14:textId="77777777" w:rsidR="000E362F" w:rsidRPr="0001239D" w:rsidRDefault="000E362F" w:rsidP="00801D49">
      <w:pPr>
        <w:rPr>
          <w:sz w:val="32"/>
          <w:szCs w:val="32"/>
        </w:rPr>
      </w:pPr>
    </w:p>
    <w:p w14:paraId="6F1BA3D9" w14:textId="77777777" w:rsidR="000E362F" w:rsidRDefault="000E362F" w:rsidP="00801D49">
      <w:pPr>
        <w:rPr>
          <w:sz w:val="32"/>
          <w:szCs w:val="32"/>
        </w:rPr>
      </w:pPr>
    </w:p>
    <w:p w14:paraId="1269A19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Evangelina,</w:t>
      </w:r>
    </w:p>
    <w:p w14:paraId="7968C4BD" w14:textId="77777777" w:rsidR="000E362F" w:rsidRDefault="000E362F" w:rsidP="00801D49">
      <w:pPr>
        <w:rPr>
          <w:sz w:val="32"/>
          <w:szCs w:val="32"/>
        </w:rPr>
      </w:pPr>
    </w:p>
    <w:p w14:paraId="4350914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E22C22" w14:textId="77777777" w:rsidR="000E362F" w:rsidRDefault="000E362F" w:rsidP="00801D49">
      <w:pPr>
        <w:rPr>
          <w:sz w:val="32"/>
          <w:szCs w:val="32"/>
        </w:rPr>
      </w:pPr>
    </w:p>
    <w:p w14:paraId="73C3D7E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B3FE5E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F3FE3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D62E4E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0743C4" wp14:editId="73BF7EF5">
                  <wp:extent cx="6399207" cy="3924300"/>
                  <wp:effectExtent l="0" t="0" r="1905" b="0"/>
                  <wp:docPr id="169" name="Picture 16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6C0901" w14:textId="77777777" w:rsidR="000E362F" w:rsidRDefault="000E362F" w:rsidP="00801D49"/>
    <w:p w14:paraId="47A2256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Novella Degroot</w:t>
      </w:r>
    </w:p>
    <w:p w14:paraId="3282E46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303 N Radcliffe St</w:t>
      </w:r>
    </w:p>
    <w:p w14:paraId="6280E50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Hilo, HI 96720</w:t>
      </w:r>
    </w:p>
    <w:p w14:paraId="05E05FA6" w14:textId="77777777" w:rsidR="000E362F" w:rsidRDefault="000E362F" w:rsidP="00801D49"/>
    <w:p w14:paraId="0BC205B3" w14:textId="77777777" w:rsidR="000E362F" w:rsidRPr="0001239D" w:rsidRDefault="000E362F" w:rsidP="00801D49">
      <w:pPr>
        <w:rPr>
          <w:sz w:val="32"/>
          <w:szCs w:val="32"/>
        </w:rPr>
      </w:pPr>
    </w:p>
    <w:p w14:paraId="2D6165D1" w14:textId="77777777" w:rsidR="000E362F" w:rsidRDefault="000E362F" w:rsidP="00801D49">
      <w:pPr>
        <w:rPr>
          <w:sz w:val="32"/>
          <w:szCs w:val="32"/>
        </w:rPr>
      </w:pPr>
    </w:p>
    <w:p w14:paraId="0C8BC8D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Novella,</w:t>
      </w:r>
    </w:p>
    <w:p w14:paraId="69A47F46" w14:textId="77777777" w:rsidR="000E362F" w:rsidRDefault="000E362F" w:rsidP="00801D49">
      <w:pPr>
        <w:rPr>
          <w:sz w:val="32"/>
          <w:szCs w:val="32"/>
        </w:rPr>
      </w:pPr>
    </w:p>
    <w:p w14:paraId="66B38FD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1A2557F" w14:textId="77777777" w:rsidR="000E362F" w:rsidRDefault="000E362F" w:rsidP="00801D49">
      <w:pPr>
        <w:rPr>
          <w:sz w:val="32"/>
          <w:szCs w:val="32"/>
        </w:rPr>
      </w:pPr>
    </w:p>
    <w:p w14:paraId="1BB69E9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EDC15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24017F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71F2E4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766528" wp14:editId="1D137597">
                  <wp:extent cx="6399207" cy="3924300"/>
                  <wp:effectExtent l="0" t="0" r="1905" b="0"/>
                  <wp:docPr id="170" name="Picture 17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E33577" w14:textId="77777777" w:rsidR="000E362F" w:rsidRDefault="000E362F" w:rsidP="00801D49"/>
    <w:p w14:paraId="4A8709E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Clay Hoa</w:t>
      </w:r>
    </w:p>
    <w:p w14:paraId="3994679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73 Saint Ann St #86</w:t>
      </w:r>
    </w:p>
    <w:p w14:paraId="0D57094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Reno, NV 89502</w:t>
      </w:r>
    </w:p>
    <w:p w14:paraId="5F0C11E8" w14:textId="77777777" w:rsidR="000E362F" w:rsidRDefault="000E362F" w:rsidP="00801D49"/>
    <w:p w14:paraId="6D17C9B2" w14:textId="77777777" w:rsidR="000E362F" w:rsidRPr="0001239D" w:rsidRDefault="000E362F" w:rsidP="00801D49">
      <w:pPr>
        <w:rPr>
          <w:sz w:val="32"/>
          <w:szCs w:val="32"/>
        </w:rPr>
      </w:pPr>
    </w:p>
    <w:p w14:paraId="44A19864" w14:textId="77777777" w:rsidR="000E362F" w:rsidRDefault="000E362F" w:rsidP="00801D49">
      <w:pPr>
        <w:rPr>
          <w:sz w:val="32"/>
          <w:szCs w:val="32"/>
        </w:rPr>
      </w:pPr>
    </w:p>
    <w:p w14:paraId="06600F5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Clay,</w:t>
      </w:r>
    </w:p>
    <w:p w14:paraId="2E3A573A" w14:textId="77777777" w:rsidR="000E362F" w:rsidRDefault="000E362F" w:rsidP="00801D49">
      <w:pPr>
        <w:rPr>
          <w:sz w:val="32"/>
          <w:szCs w:val="32"/>
        </w:rPr>
      </w:pPr>
    </w:p>
    <w:p w14:paraId="0F3109E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7551DAF" w14:textId="77777777" w:rsidR="000E362F" w:rsidRDefault="000E362F" w:rsidP="00801D49">
      <w:pPr>
        <w:rPr>
          <w:sz w:val="32"/>
          <w:szCs w:val="32"/>
        </w:rPr>
      </w:pPr>
    </w:p>
    <w:p w14:paraId="4760A2B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14ED55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DAB6AB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5A5CE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92F554" wp14:editId="36DA5854">
                  <wp:extent cx="6399207" cy="3924300"/>
                  <wp:effectExtent l="0" t="0" r="1905" b="0"/>
                  <wp:docPr id="171" name="Picture 17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29523C" w14:textId="77777777" w:rsidR="000E362F" w:rsidRDefault="000E362F" w:rsidP="00801D49"/>
    <w:p w14:paraId="60448F4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Jennifer Fallick</w:t>
      </w:r>
    </w:p>
    <w:p w14:paraId="41397B9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44 58th St</w:t>
      </w:r>
    </w:p>
    <w:p w14:paraId="554675A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Wheeling, IL 60090</w:t>
      </w:r>
    </w:p>
    <w:p w14:paraId="0B1BFA1C" w14:textId="77777777" w:rsidR="000E362F" w:rsidRDefault="000E362F" w:rsidP="00801D49"/>
    <w:p w14:paraId="4B56BC5E" w14:textId="77777777" w:rsidR="000E362F" w:rsidRPr="0001239D" w:rsidRDefault="000E362F" w:rsidP="00801D49">
      <w:pPr>
        <w:rPr>
          <w:sz w:val="32"/>
          <w:szCs w:val="32"/>
        </w:rPr>
      </w:pPr>
    </w:p>
    <w:p w14:paraId="598544D4" w14:textId="77777777" w:rsidR="000E362F" w:rsidRDefault="000E362F" w:rsidP="00801D49">
      <w:pPr>
        <w:rPr>
          <w:sz w:val="32"/>
          <w:szCs w:val="32"/>
        </w:rPr>
      </w:pPr>
    </w:p>
    <w:p w14:paraId="68AE5B5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Jennifer,</w:t>
      </w:r>
    </w:p>
    <w:p w14:paraId="03F23E9F" w14:textId="77777777" w:rsidR="000E362F" w:rsidRDefault="000E362F" w:rsidP="00801D49">
      <w:pPr>
        <w:rPr>
          <w:sz w:val="32"/>
          <w:szCs w:val="32"/>
        </w:rPr>
      </w:pPr>
    </w:p>
    <w:p w14:paraId="7F59077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58058CB" w14:textId="77777777" w:rsidR="000E362F" w:rsidRDefault="000E362F" w:rsidP="00801D49">
      <w:pPr>
        <w:rPr>
          <w:sz w:val="32"/>
          <w:szCs w:val="32"/>
        </w:rPr>
      </w:pPr>
    </w:p>
    <w:p w14:paraId="77DB214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97E60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18632E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614AF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7B6CEC" wp14:editId="270E94D8">
                  <wp:extent cx="6399207" cy="3924300"/>
                  <wp:effectExtent l="0" t="0" r="1905" b="0"/>
                  <wp:docPr id="172" name="Picture 17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AEEAD" w14:textId="77777777" w:rsidR="000E362F" w:rsidRDefault="000E362F" w:rsidP="00801D49"/>
    <w:p w14:paraId="5F83563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Irma Wolfgramm</w:t>
      </w:r>
    </w:p>
    <w:p w14:paraId="4C90318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9745 W Main St</w:t>
      </w:r>
    </w:p>
    <w:p w14:paraId="52C82FC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Randolph, NJ 7869</w:t>
      </w:r>
    </w:p>
    <w:p w14:paraId="64DDC02E" w14:textId="77777777" w:rsidR="000E362F" w:rsidRDefault="000E362F" w:rsidP="00801D49"/>
    <w:p w14:paraId="2A228B37" w14:textId="77777777" w:rsidR="000E362F" w:rsidRPr="0001239D" w:rsidRDefault="000E362F" w:rsidP="00801D49">
      <w:pPr>
        <w:rPr>
          <w:sz w:val="32"/>
          <w:szCs w:val="32"/>
        </w:rPr>
      </w:pPr>
    </w:p>
    <w:p w14:paraId="0A43830B" w14:textId="77777777" w:rsidR="000E362F" w:rsidRDefault="000E362F" w:rsidP="00801D49">
      <w:pPr>
        <w:rPr>
          <w:sz w:val="32"/>
          <w:szCs w:val="32"/>
        </w:rPr>
      </w:pPr>
    </w:p>
    <w:p w14:paraId="5B06EA1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Irma,</w:t>
      </w:r>
    </w:p>
    <w:p w14:paraId="334FCE9F" w14:textId="77777777" w:rsidR="000E362F" w:rsidRDefault="000E362F" w:rsidP="00801D49">
      <w:pPr>
        <w:rPr>
          <w:sz w:val="32"/>
          <w:szCs w:val="32"/>
        </w:rPr>
      </w:pPr>
    </w:p>
    <w:p w14:paraId="17B6882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092D4BA" w14:textId="77777777" w:rsidR="000E362F" w:rsidRDefault="000E362F" w:rsidP="00801D49">
      <w:pPr>
        <w:rPr>
          <w:sz w:val="32"/>
          <w:szCs w:val="32"/>
        </w:rPr>
      </w:pPr>
    </w:p>
    <w:p w14:paraId="2BF7CE1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CAB39F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702D3D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FDC06E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70E6BA" wp14:editId="0750599F">
                  <wp:extent cx="6399207" cy="3924300"/>
                  <wp:effectExtent l="0" t="0" r="1905" b="0"/>
                  <wp:docPr id="173" name="Picture 17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86CBB5" w14:textId="77777777" w:rsidR="000E362F" w:rsidRDefault="000E362F" w:rsidP="00801D49"/>
    <w:p w14:paraId="7841B3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Eun Coody</w:t>
      </w:r>
    </w:p>
    <w:p w14:paraId="0B8A39F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84 Bloomfield Ave</w:t>
      </w:r>
    </w:p>
    <w:p w14:paraId="50DDBFD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Spartanburg, SC 29301</w:t>
      </w:r>
    </w:p>
    <w:p w14:paraId="6616A860" w14:textId="77777777" w:rsidR="000E362F" w:rsidRDefault="000E362F" w:rsidP="00801D49"/>
    <w:p w14:paraId="0E4646F7" w14:textId="77777777" w:rsidR="000E362F" w:rsidRPr="0001239D" w:rsidRDefault="000E362F" w:rsidP="00801D49">
      <w:pPr>
        <w:rPr>
          <w:sz w:val="32"/>
          <w:szCs w:val="32"/>
        </w:rPr>
      </w:pPr>
    </w:p>
    <w:p w14:paraId="391D2E46" w14:textId="77777777" w:rsidR="000E362F" w:rsidRDefault="000E362F" w:rsidP="00801D49">
      <w:pPr>
        <w:rPr>
          <w:sz w:val="32"/>
          <w:szCs w:val="32"/>
        </w:rPr>
      </w:pPr>
    </w:p>
    <w:p w14:paraId="2F85044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Eun,</w:t>
      </w:r>
    </w:p>
    <w:p w14:paraId="1D01F143" w14:textId="77777777" w:rsidR="000E362F" w:rsidRDefault="000E362F" w:rsidP="00801D49">
      <w:pPr>
        <w:rPr>
          <w:sz w:val="32"/>
          <w:szCs w:val="32"/>
        </w:rPr>
      </w:pPr>
    </w:p>
    <w:p w14:paraId="6E91462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3DCD9D" w14:textId="77777777" w:rsidR="000E362F" w:rsidRDefault="000E362F" w:rsidP="00801D49">
      <w:pPr>
        <w:rPr>
          <w:sz w:val="32"/>
          <w:szCs w:val="32"/>
        </w:rPr>
      </w:pPr>
    </w:p>
    <w:p w14:paraId="1C05F2C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3E8D1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F19804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9B8517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8AD98B" wp14:editId="59C8667D">
                  <wp:extent cx="6399207" cy="3924300"/>
                  <wp:effectExtent l="0" t="0" r="1905" b="0"/>
                  <wp:docPr id="174" name="Picture 17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5B9D15" w14:textId="77777777" w:rsidR="000E362F" w:rsidRDefault="000E362F" w:rsidP="00801D49"/>
    <w:p w14:paraId="75A5EE5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Sylvia Cousey</w:t>
      </w:r>
    </w:p>
    <w:p w14:paraId="79B4826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287 Youngstown Warren Rd</w:t>
      </w:r>
    </w:p>
    <w:p w14:paraId="1CFB6F5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Hampstead, MD 21074</w:t>
      </w:r>
    </w:p>
    <w:p w14:paraId="74EAAF1F" w14:textId="77777777" w:rsidR="000E362F" w:rsidRDefault="000E362F" w:rsidP="00801D49"/>
    <w:p w14:paraId="6A4D2EA5" w14:textId="77777777" w:rsidR="000E362F" w:rsidRPr="0001239D" w:rsidRDefault="000E362F" w:rsidP="00801D49">
      <w:pPr>
        <w:rPr>
          <w:sz w:val="32"/>
          <w:szCs w:val="32"/>
        </w:rPr>
      </w:pPr>
    </w:p>
    <w:p w14:paraId="2E036FD8" w14:textId="77777777" w:rsidR="000E362F" w:rsidRDefault="000E362F" w:rsidP="00801D49">
      <w:pPr>
        <w:rPr>
          <w:sz w:val="32"/>
          <w:szCs w:val="32"/>
        </w:rPr>
      </w:pPr>
    </w:p>
    <w:p w14:paraId="54E68DA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Sylvia,</w:t>
      </w:r>
    </w:p>
    <w:p w14:paraId="2BD4435D" w14:textId="77777777" w:rsidR="000E362F" w:rsidRDefault="000E362F" w:rsidP="00801D49">
      <w:pPr>
        <w:rPr>
          <w:sz w:val="32"/>
          <w:szCs w:val="32"/>
        </w:rPr>
      </w:pPr>
    </w:p>
    <w:p w14:paraId="0929138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7DE626F" w14:textId="77777777" w:rsidR="000E362F" w:rsidRDefault="000E362F" w:rsidP="00801D49">
      <w:pPr>
        <w:rPr>
          <w:sz w:val="32"/>
          <w:szCs w:val="32"/>
        </w:rPr>
      </w:pPr>
    </w:p>
    <w:p w14:paraId="7972E7A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2D0B3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B3FCC5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1517D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109DB4" wp14:editId="307EE97E">
                  <wp:extent cx="6399207" cy="3924300"/>
                  <wp:effectExtent l="0" t="0" r="1905" b="0"/>
                  <wp:docPr id="175" name="Picture 17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9046BC" w14:textId="77777777" w:rsidR="000E362F" w:rsidRDefault="000E362F" w:rsidP="00801D49"/>
    <w:p w14:paraId="6EF66C3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Nana Wrinkles</w:t>
      </w:r>
    </w:p>
    <w:p w14:paraId="7EA182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Van Buren St</w:t>
      </w:r>
    </w:p>
    <w:p w14:paraId="1508BAF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Mount Vernon, NY 10553</w:t>
      </w:r>
    </w:p>
    <w:p w14:paraId="0AF8A2DE" w14:textId="77777777" w:rsidR="000E362F" w:rsidRDefault="000E362F" w:rsidP="00801D49"/>
    <w:p w14:paraId="7F8CE707" w14:textId="77777777" w:rsidR="000E362F" w:rsidRPr="0001239D" w:rsidRDefault="000E362F" w:rsidP="00801D49">
      <w:pPr>
        <w:rPr>
          <w:sz w:val="32"/>
          <w:szCs w:val="32"/>
        </w:rPr>
      </w:pPr>
    </w:p>
    <w:p w14:paraId="5B87E337" w14:textId="77777777" w:rsidR="000E362F" w:rsidRDefault="000E362F" w:rsidP="00801D49">
      <w:pPr>
        <w:rPr>
          <w:sz w:val="32"/>
          <w:szCs w:val="32"/>
        </w:rPr>
      </w:pPr>
    </w:p>
    <w:p w14:paraId="07248F9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Nana,</w:t>
      </w:r>
    </w:p>
    <w:p w14:paraId="20A49EAB" w14:textId="77777777" w:rsidR="000E362F" w:rsidRDefault="000E362F" w:rsidP="00801D49">
      <w:pPr>
        <w:rPr>
          <w:sz w:val="32"/>
          <w:szCs w:val="32"/>
        </w:rPr>
      </w:pPr>
    </w:p>
    <w:p w14:paraId="6667DCA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98937BB" w14:textId="77777777" w:rsidR="000E362F" w:rsidRDefault="000E362F" w:rsidP="00801D49">
      <w:pPr>
        <w:rPr>
          <w:sz w:val="32"/>
          <w:szCs w:val="32"/>
        </w:rPr>
      </w:pPr>
    </w:p>
    <w:p w14:paraId="602BCFD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BD1027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19F73D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591C4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D05E38" wp14:editId="47BB3CD8">
                  <wp:extent cx="6399207" cy="3924300"/>
                  <wp:effectExtent l="0" t="0" r="1905" b="0"/>
                  <wp:docPr id="176" name="Picture 17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C09F" w14:textId="77777777" w:rsidR="000E362F" w:rsidRDefault="000E362F" w:rsidP="00801D49"/>
    <w:p w14:paraId="48E67DB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Layla Springe</w:t>
      </w:r>
    </w:p>
    <w:p w14:paraId="4D7182D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229 N Forty Driv</w:t>
      </w:r>
    </w:p>
    <w:p w14:paraId="16B43B4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10011</w:t>
      </w:r>
    </w:p>
    <w:p w14:paraId="1B530B35" w14:textId="77777777" w:rsidR="000E362F" w:rsidRDefault="000E362F" w:rsidP="00801D49"/>
    <w:p w14:paraId="5BE19FC2" w14:textId="77777777" w:rsidR="000E362F" w:rsidRPr="0001239D" w:rsidRDefault="000E362F" w:rsidP="00801D49">
      <w:pPr>
        <w:rPr>
          <w:sz w:val="32"/>
          <w:szCs w:val="32"/>
        </w:rPr>
      </w:pPr>
    </w:p>
    <w:p w14:paraId="79BAB575" w14:textId="77777777" w:rsidR="000E362F" w:rsidRDefault="000E362F" w:rsidP="00801D49">
      <w:pPr>
        <w:rPr>
          <w:sz w:val="32"/>
          <w:szCs w:val="32"/>
        </w:rPr>
      </w:pPr>
    </w:p>
    <w:p w14:paraId="0AD03D7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Layla,</w:t>
      </w:r>
    </w:p>
    <w:p w14:paraId="71D3EB81" w14:textId="77777777" w:rsidR="000E362F" w:rsidRDefault="000E362F" w:rsidP="00801D49">
      <w:pPr>
        <w:rPr>
          <w:sz w:val="32"/>
          <w:szCs w:val="32"/>
        </w:rPr>
      </w:pPr>
    </w:p>
    <w:p w14:paraId="69FEA0C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86C033B" w14:textId="77777777" w:rsidR="000E362F" w:rsidRDefault="000E362F" w:rsidP="00801D49">
      <w:pPr>
        <w:rPr>
          <w:sz w:val="32"/>
          <w:szCs w:val="32"/>
        </w:rPr>
      </w:pPr>
    </w:p>
    <w:p w14:paraId="12C4ED1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C7579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D8BA88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578922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1A14A4" wp14:editId="0496C02F">
                  <wp:extent cx="6399207" cy="3924300"/>
                  <wp:effectExtent l="0" t="0" r="1905" b="0"/>
                  <wp:docPr id="177" name="Picture 17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CD0C07" w14:textId="77777777" w:rsidR="000E362F" w:rsidRDefault="000E362F" w:rsidP="00801D49"/>
    <w:p w14:paraId="025318E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Joesph Degonia</w:t>
      </w:r>
    </w:p>
    <w:p w14:paraId="48EE02E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2887 Knowlton St #5435</w:t>
      </w:r>
    </w:p>
    <w:p w14:paraId="6DF2DE6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Berkeley, CA 94710</w:t>
      </w:r>
    </w:p>
    <w:p w14:paraId="194A9E30" w14:textId="77777777" w:rsidR="000E362F" w:rsidRDefault="000E362F" w:rsidP="00801D49"/>
    <w:p w14:paraId="5EA354A7" w14:textId="77777777" w:rsidR="000E362F" w:rsidRPr="0001239D" w:rsidRDefault="000E362F" w:rsidP="00801D49">
      <w:pPr>
        <w:rPr>
          <w:sz w:val="32"/>
          <w:szCs w:val="32"/>
        </w:rPr>
      </w:pPr>
    </w:p>
    <w:p w14:paraId="3AF373DE" w14:textId="77777777" w:rsidR="000E362F" w:rsidRDefault="000E362F" w:rsidP="00801D49">
      <w:pPr>
        <w:rPr>
          <w:sz w:val="32"/>
          <w:szCs w:val="32"/>
        </w:rPr>
      </w:pPr>
    </w:p>
    <w:p w14:paraId="28B0E66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Joesph,</w:t>
      </w:r>
    </w:p>
    <w:p w14:paraId="25833C88" w14:textId="77777777" w:rsidR="000E362F" w:rsidRDefault="000E362F" w:rsidP="00801D49">
      <w:pPr>
        <w:rPr>
          <w:sz w:val="32"/>
          <w:szCs w:val="32"/>
        </w:rPr>
      </w:pPr>
    </w:p>
    <w:p w14:paraId="36B5FBB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E862179" w14:textId="77777777" w:rsidR="000E362F" w:rsidRDefault="000E362F" w:rsidP="00801D49">
      <w:pPr>
        <w:rPr>
          <w:sz w:val="32"/>
          <w:szCs w:val="32"/>
        </w:rPr>
      </w:pPr>
    </w:p>
    <w:p w14:paraId="7ABF0D2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E6958A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DC9F87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A7BE34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576E11" wp14:editId="0326555A">
                  <wp:extent cx="6399207" cy="3924300"/>
                  <wp:effectExtent l="0" t="0" r="1905" b="0"/>
                  <wp:docPr id="178" name="Picture 17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4F0FDB" w14:textId="77777777" w:rsidR="000E362F" w:rsidRDefault="000E362F" w:rsidP="00801D49"/>
    <w:p w14:paraId="1C2017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Annabelle Boord</w:t>
      </w:r>
    </w:p>
    <w:p w14:paraId="163E0C1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523 Marquette Ave</w:t>
      </w:r>
    </w:p>
    <w:p w14:paraId="6563529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Concord, MA 1742</w:t>
      </w:r>
    </w:p>
    <w:p w14:paraId="2E63F1C0" w14:textId="77777777" w:rsidR="000E362F" w:rsidRDefault="000E362F" w:rsidP="00801D49"/>
    <w:p w14:paraId="4B3E2180" w14:textId="77777777" w:rsidR="000E362F" w:rsidRPr="0001239D" w:rsidRDefault="000E362F" w:rsidP="00801D49">
      <w:pPr>
        <w:rPr>
          <w:sz w:val="32"/>
          <w:szCs w:val="32"/>
        </w:rPr>
      </w:pPr>
    </w:p>
    <w:p w14:paraId="299801AB" w14:textId="77777777" w:rsidR="000E362F" w:rsidRDefault="000E362F" w:rsidP="00801D49">
      <w:pPr>
        <w:rPr>
          <w:sz w:val="32"/>
          <w:szCs w:val="32"/>
        </w:rPr>
      </w:pPr>
    </w:p>
    <w:p w14:paraId="4784D29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Annabelle,</w:t>
      </w:r>
    </w:p>
    <w:p w14:paraId="4D90B48A" w14:textId="77777777" w:rsidR="000E362F" w:rsidRDefault="000E362F" w:rsidP="00801D49">
      <w:pPr>
        <w:rPr>
          <w:sz w:val="32"/>
          <w:szCs w:val="32"/>
        </w:rPr>
      </w:pPr>
    </w:p>
    <w:p w14:paraId="436AF45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2D72A4" w14:textId="77777777" w:rsidR="000E362F" w:rsidRDefault="000E362F" w:rsidP="00801D49">
      <w:pPr>
        <w:rPr>
          <w:sz w:val="32"/>
          <w:szCs w:val="32"/>
        </w:rPr>
      </w:pPr>
    </w:p>
    <w:p w14:paraId="5F93FC2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B3C763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3E4F5F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9913D2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A502A2" wp14:editId="0562EFC0">
                  <wp:extent cx="6399207" cy="3924300"/>
                  <wp:effectExtent l="0" t="0" r="1905" b="0"/>
                  <wp:docPr id="179" name="Picture 17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BBC511" w14:textId="77777777" w:rsidR="000E362F" w:rsidRDefault="000E362F" w:rsidP="00801D49"/>
    <w:p w14:paraId="1B83DE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Stephaine Vinning</w:t>
      </w:r>
    </w:p>
    <w:p w14:paraId="2CFF104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3717 Hamann Industrial Pky</w:t>
      </w:r>
    </w:p>
    <w:p w14:paraId="5020B1A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Francisco, CA 94104</w:t>
      </w:r>
    </w:p>
    <w:p w14:paraId="114C84E0" w14:textId="77777777" w:rsidR="000E362F" w:rsidRDefault="000E362F" w:rsidP="00801D49"/>
    <w:p w14:paraId="3F924F1B" w14:textId="77777777" w:rsidR="000E362F" w:rsidRPr="0001239D" w:rsidRDefault="000E362F" w:rsidP="00801D49">
      <w:pPr>
        <w:rPr>
          <w:sz w:val="32"/>
          <w:szCs w:val="32"/>
        </w:rPr>
      </w:pPr>
    </w:p>
    <w:p w14:paraId="6AF18E74" w14:textId="77777777" w:rsidR="000E362F" w:rsidRDefault="000E362F" w:rsidP="00801D49">
      <w:pPr>
        <w:rPr>
          <w:sz w:val="32"/>
          <w:szCs w:val="32"/>
        </w:rPr>
      </w:pPr>
    </w:p>
    <w:p w14:paraId="4FF2FB9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Stephaine,</w:t>
      </w:r>
    </w:p>
    <w:p w14:paraId="37A9B43B" w14:textId="77777777" w:rsidR="000E362F" w:rsidRDefault="000E362F" w:rsidP="00801D49">
      <w:pPr>
        <w:rPr>
          <w:sz w:val="32"/>
          <w:szCs w:val="32"/>
        </w:rPr>
      </w:pPr>
    </w:p>
    <w:p w14:paraId="04740B0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D721D1" w14:textId="77777777" w:rsidR="000E362F" w:rsidRDefault="000E362F" w:rsidP="00801D49">
      <w:pPr>
        <w:rPr>
          <w:sz w:val="32"/>
          <w:szCs w:val="32"/>
        </w:rPr>
      </w:pPr>
    </w:p>
    <w:p w14:paraId="423943D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9EB6A3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94D40A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755954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945CB6" wp14:editId="39B5824B">
                  <wp:extent cx="6399207" cy="3924300"/>
                  <wp:effectExtent l="0" t="0" r="1905" b="0"/>
                  <wp:docPr id="180" name="Picture 18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B526EB" w14:textId="77777777" w:rsidR="000E362F" w:rsidRDefault="000E362F" w:rsidP="00801D49"/>
    <w:p w14:paraId="37A2FBA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Nelida Sawchuk</w:t>
      </w:r>
    </w:p>
    <w:p w14:paraId="029E3B2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State Route 35 S</w:t>
      </w:r>
    </w:p>
    <w:p w14:paraId="0B4FDAB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Paramus, NJ 7652</w:t>
      </w:r>
    </w:p>
    <w:p w14:paraId="1186D4B6" w14:textId="77777777" w:rsidR="000E362F" w:rsidRDefault="000E362F" w:rsidP="00801D49"/>
    <w:p w14:paraId="7C9B0AFE" w14:textId="77777777" w:rsidR="000E362F" w:rsidRPr="0001239D" w:rsidRDefault="000E362F" w:rsidP="00801D49">
      <w:pPr>
        <w:rPr>
          <w:sz w:val="32"/>
          <w:szCs w:val="32"/>
        </w:rPr>
      </w:pPr>
    </w:p>
    <w:p w14:paraId="6301AEC4" w14:textId="77777777" w:rsidR="000E362F" w:rsidRDefault="000E362F" w:rsidP="00801D49">
      <w:pPr>
        <w:rPr>
          <w:sz w:val="32"/>
          <w:szCs w:val="32"/>
        </w:rPr>
      </w:pPr>
    </w:p>
    <w:p w14:paraId="529A7A6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Nelida,</w:t>
      </w:r>
    </w:p>
    <w:p w14:paraId="0B57B704" w14:textId="77777777" w:rsidR="000E362F" w:rsidRDefault="000E362F" w:rsidP="00801D49">
      <w:pPr>
        <w:rPr>
          <w:sz w:val="32"/>
          <w:szCs w:val="32"/>
        </w:rPr>
      </w:pPr>
    </w:p>
    <w:p w14:paraId="3F14BAE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9529DA3" w14:textId="77777777" w:rsidR="000E362F" w:rsidRDefault="000E362F" w:rsidP="00801D49">
      <w:pPr>
        <w:rPr>
          <w:sz w:val="32"/>
          <w:szCs w:val="32"/>
        </w:rPr>
      </w:pPr>
    </w:p>
    <w:p w14:paraId="117643C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1128FF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2AE5AA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029E7C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54385D" wp14:editId="5102F557">
                  <wp:extent cx="6399207" cy="3924300"/>
                  <wp:effectExtent l="0" t="0" r="1905" b="0"/>
                  <wp:docPr id="181" name="Picture 18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D75F14" w14:textId="77777777" w:rsidR="000E362F" w:rsidRDefault="000E362F" w:rsidP="00801D49"/>
    <w:p w14:paraId="0267498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Marguerita Hiatt</w:t>
      </w:r>
    </w:p>
    <w:p w14:paraId="4F7C698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82 N Highway 67</w:t>
      </w:r>
    </w:p>
    <w:p w14:paraId="72EA383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Oakley, CA 94561</w:t>
      </w:r>
    </w:p>
    <w:p w14:paraId="1E7A84D9" w14:textId="77777777" w:rsidR="000E362F" w:rsidRDefault="000E362F" w:rsidP="00801D49"/>
    <w:p w14:paraId="5D47329A" w14:textId="77777777" w:rsidR="000E362F" w:rsidRPr="0001239D" w:rsidRDefault="000E362F" w:rsidP="00801D49">
      <w:pPr>
        <w:rPr>
          <w:sz w:val="32"/>
          <w:szCs w:val="32"/>
        </w:rPr>
      </w:pPr>
    </w:p>
    <w:p w14:paraId="0F6D1983" w14:textId="77777777" w:rsidR="000E362F" w:rsidRDefault="000E362F" w:rsidP="00801D49">
      <w:pPr>
        <w:rPr>
          <w:sz w:val="32"/>
          <w:szCs w:val="32"/>
        </w:rPr>
      </w:pPr>
    </w:p>
    <w:p w14:paraId="677868B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Marguerita,</w:t>
      </w:r>
    </w:p>
    <w:p w14:paraId="1156222E" w14:textId="77777777" w:rsidR="000E362F" w:rsidRDefault="000E362F" w:rsidP="00801D49">
      <w:pPr>
        <w:rPr>
          <w:sz w:val="32"/>
          <w:szCs w:val="32"/>
        </w:rPr>
      </w:pPr>
    </w:p>
    <w:p w14:paraId="3069EF3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B09F248" w14:textId="77777777" w:rsidR="000E362F" w:rsidRDefault="000E362F" w:rsidP="00801D49">
      <w:pPr>
        <w:rPr>
          <w:sz w:val="32"/>
          <w:szCs w:val="32"/>
        </w:rPr>
      </w:pPr>
    </w:p>
    <w:p w14:paraId="77A098E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717EE8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83B40F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C25911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8AF53A" wp14:editId="62EEB51E">
                  <wp:extent cx="6399207" cy="3924300"/>
                  <wp:effectExtent l="0" t="0" r="1905" b="0"/>
                  <wp:docPr id="182" name="Picture 18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3762D9" w14:textId="77777777" w:rsidR="000E362F" w:rsidRDefault="000E362F" w:rsidP="00801D49"/>
    <w:p w14:paraId="1BD7FDF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Carmela Cookey</w:t>
      </w:r>
    </w:p>
    <w:p w14:paraId="4837C6F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Murfreesboro Rd</w:t>
      </w:r>
    </w:p>
    <w:p w14:paraId="1ED9262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60623</w:t>
      </w:r>
    </w:p>
    <w:p w14:paraId="0B99B55C" w14:textId="77777777" w:rsidR="000E362F" w:rsidRDefault="000E362F" w:rsidP="00801D49"/>
    <w:p w14:paraId="22CF4252" w14:textId="77777777" w:rsidR="000E362F" w:rsidRPr="0001239D" w:rsidRDefault="000E362F" w:rsidP="00801D49">
      <w:pPr>
        <w:rPr>
          <w:sz w:val="32"/>
          <w:szCs w:val="32"/>
        </w:rPr>
      </w:pPr>
    </w:p>
    <w:p w14:paraId="04300A9A" w14:textId="77777777" w:rsidR="000E362F" w:rsidRDefault="000E362F" w:rsidP="00801D49">
      <w:pPr>
        <w:rPr>
          <w:sz w:val="32"/>
          <w:szCs w:val="32"/>
        </w:rPr>
      </w:pPr>
    </w:p>
    <w:p w14:paraId="42135C0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Carmela,</w:t>
      </w:r>
    </w:p>
    <w:p w14:paraId="7BBD9D0D" w14:textId="77777777" w:rsidR="000E362F" w:rsidRDefault="000E362F" w:rsidP="00801D49">
      <w:pPr>
        <w:rPr>
          <w:sz w:val="32"/>
          <w:szCs w:val="32"/>
        </w:rPr>
      </w:pPr>
    </w:p>
    <w:p w14:paraId="343F043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0929690" w14:textId="77777777" w:rsidR="000E362F" w:rsidRDefault="000E362F" w:rsidP="00801D49">
      <w:pPr>
        <w:rPr>
          <w:sz w:val="32"/>
          <w:szCs w:val="32"/>
        </w:rPr>
      </w:pPr>
    </w:p>
    <w:p w14:paraId="42A6FC9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B33E9A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2E8C08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198184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A73442" wp14:editId="7B8CCB8C">
                  <wp:extent cx="6399207" cy="3924300"/>
                  <wp:effectExtent l="0" t="0" r="1905" b="0"/>
                  <wp:docPr id="183" name="Picture 18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2FA9C1" w14:textId="77777777" w:rsidR="000E362F" w:rsidRDefault="000E362F" w:rsidP="00801D49"/>
    <w:p w14:paraId="0D90245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Junita Brideau</w:t>
      </w:r>
    </w:p>
    <w:p w14:paraId="6DCFAFB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S Broadway St</w:t>
      </w:r>
    </w:p>
    <w:p w14:paraId="5394041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Cedar Grove, NJ 7009</w:t>
      </w:r>
    </w:p>
    <w:p w14:paraId="706D2098" w14:textId="77777777" w:rsidR="000E362F" w:rsidRDefault="000E362F" w:rsidP="00801D49"/>
    <w:p w14:paraId="2588634D" w14:textId="77777777" w:rsidR="000E362F" w:rsidRPr="0001239D" w:rsidRDefault="000E362F" w:rsidP="00801D49">
      <w:pPr>
        <w:rPr>
          <w:sz w:val="32"/>
          <w:szCs w:val="32"/>
        </w:rPr>
      </w:pPr>
    </w:p>
    <w:p w14:paraId="7C565304" w14:textId="77777777" w:rsidR="000E362F" w:rsidRDefault="000E362F" w:rsidP="00801D49">
      <w:pPr>
        <w:rPr>
          <w:sz w:val="32"/>
          <w:szCs w:val="32"/>
        </w:rPr>
      </w:pPr>
    </w:p>
    <w:p w14:paraId="16BBBCB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Junita,</w:t>
      </w:r>
    </w:p>
    <w:p w14:paraId="3B4265B5" w14:textId="77777777" w:rsidR="000E362F" w:rsidRDefault="000E362F" w:rsidP="00801D49">
      <w:pPr>
        <w:rPr>
          <w:sz w:val="32"/>
          <w:szCs w:val="32"/>
        </w:rPr>
      </w:pPr>
    </w:p>
    <w:p w14:paraId="7D44AC5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E9377EA" w14:textId="77777777" w:rsidR="000E362F" w:rsidRDefault="000E362F" w:rsidP="00801D49">
      <w:pPr>
        <w:rPr>
          <w:sz w:val="32"/>
          <w:szCs w:val="32"/>
        </w:rPr>
      </w:pPr>
    </w:p>
    <w:p w14:paraId="0A6C39C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4F1651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301D6D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BC0802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69B890" wp14:editId="69DA4C25">
                  <wp:extent cx="6399207" cy="3924300"/>
                  <wp:effectExtent l="0" t="0" r="1905" b="0"/>
                  <wp:docPr id="184" name="Picture 18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C2BF6" w14:textId="77777777" w:rsidR="000E362F" w:rsidRDefault="000E362F" w:rsidP="00801D49"/>
    <w:p w14:paraId="6A4F29C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Claribel Varriano</w:t>
      </w:r>
    </w:p>
    <w:p w14:paraId="7A026D9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Harry L Dr #6327</w:t>
      </w:r>
    </w:p>
    <w:p w14:paraId="4A34145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Perrysburg, OH 43551</w:t>
      </w:r>
    </w:p>
    <w:p w14:paraId="4AFC8A65" w14:textId="77777777" w:rsidR="000E362F" w:rsidRDefault="000E362F" w:rsidP="00801D49"/>
    <w:p w14:paraId="55562127" w14:textId="77777777" w:rsidR="000E362F" w:rsidRPr="0001239D" w:rsidRDefault="000E362F" w:rsidP="00801D49">
      <w:pPr>
        <w:rPr>
          <w:sz w:val="32"/>
          <w:szCs w:val="32"/>
        </w:rPr>
      </w:pPr>
    </w:p>
    <w:p w14:paraId="6442B48D" w14:textId="77777777" w:rsidR="000E362F" w:rsidRDefault="000E362F" w:rsidP="00801D49">
      <w:pPr>
        <w:rPr>
          <w:sz w:val="32"/>
          <w:szCs w:val="32"/>
        </w:rPr>
      </w:pPr>
    </w:p>
    <w:p w14:paraId="6E1567D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Claribel,</w:t>
      </w:r>
    </w:p>
    <w:p w14:paraId="463D0B5A" w14:textId="77777777" w:rsidR="000E362F" w:rsidRDefault="000E362F" w:rsidP="00801D49">
      <w:pPr>
        <w:rPr>
          <w:sz w:val="32"/>
          <w:szCs w:val="32"/>
        </w:rPr>
      </w:pPr>
    </w:p>
    <w:p w14:paraId="2EE965B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F01E82" w14:textId="77777777" w:rsidR="000E362F" w:rsidRDefault="000E362F" w:rsidP="00801D49">
      <w:pPr>
        <w:rPr>
          <w:sz w:val="32"/>
          <w:szCs w:val="32"/>
        </w:rPr>
      </w:pPr>
    </w:p>
    <w:p w14:paraId="78CF32D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FDD9B1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89734A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392FA4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A80D7E" wp14:editId="281A83C0">
                  <wp:extent cx="6399207" cy="3924300"/>
                  <wp:effectExtent l="0" t="0" r="1905" b="0"/>
                  <wp:docPr id="185" name="Picture 18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CAD3FD" w14:textId="77777777" w:rsidR="000E362F" w:rsidRDefault="000E362F" w:rsidP="00801D49"/>
    <w:p w14:paraId="3F33600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Benton Skursky</w:t>
      </w:r>
    </w:p>
    <w:p w14:paraId="30F80BE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47939 Porter Ave</w:t>
      </w:r>
    </w:p>
    <w:p w14:paraId="36EDF74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Gardena, CA 90248</w:t>
      </w:r>
    </w:p>
    <w:p w14:paraId="6233845A" w14:textId="77777777" w:rsidR="000E362F" w:rsidRDefault="000E362F" w:rsidP="00801D49"/>
    <w:p w14:paraId="6D6967AE" w14:textId="77777777" w:rsidR="000E362F" w:rsidRPr="0001239D" w:rsidRDefault="000E362F" w:rsidP="00801D49">
      <w:pPr>
        <w:rPr>
          <w:sz w:val="32"/>
          <w:szCs w:val="32"/>
        </w:rPr>
      </w:pPr>
    </w:p>
    <w:p w14:paraId="7FBB6921" w14:textId="77777777" w:rsidR="000E362F" w:rsidRDefault="000E362F" w:rsidP="00801D49">
      <w:pPr>
        <w:rPr>
          <w:sz w:val="32"/>
          <w:szCs w:val="32"/>
        </w:rPr>
      </w:pPr>
    </w:p>
    <w:p w14:paraId="53BD1EF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Benton,</w:t>
      </w:r>
    </w:p>
    <w:p w14:paraId="195A771A" w14:textId="77777777" w:rsidR="000E362F" w:rsidRDefault="000E362F" w:rsidP="00801D49">
      <w:pPr>
        <w:rPr>
          <w:sz w:val="32"/>
          <w:szCs w:val="32"/>
        </w:rPr>
      </w:pPr>
    </w:p>
    <w:p w14:paraId="3E97D3D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1A6F689" w14:textId="77777777" w:rsidR="000E362F" w:rsidRDefault="000E362F" w:rsidP="00801D49">
      <w:pPr>
        <w:rPr>
          <w:sz w:val="32"/>
          <w:szCs w:val="32"/>
        </w:rPr>
      </w:pPr>
    </w:p>
    <w:p w14:paraId="5D4CC34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4EC6F0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D8E339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D6B6F0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3D22A9" wp14:editId="706772ED">
                  <wp:extent cx="6399207" cy="3924300"/>
                  <wp:effectExtent l="0" t="0" r="1905" b="0"/>
                  <wp:docPr id="186" name="Picture 18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5DBA23" w14:textId="77777777" w:rsidR="000E362F" w:rsidRDefault="000E362F" w:rsidP="00801D49"/>
    <w:p w14:paraId="4DBAB6D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Hillary Skulski</w:t>
      </w:r>
    </w:p>
    <w:p w14:paraId="0F05460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Wales Rd Ne #914</w:t>
      </w:r>
    </w:p>
    <w:p w14:paraId="585D226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Homosassa, FL 34448</w:t>
      </w:r>
    </w:p>
    <w:p w14:paraId="07FEE1A2" w14:textId="77777777" w:rsidR="000E362F" w:rsidRDefault="000E362F" w:rsidP="00801D49"/>
    <w:p w14:paraId="5822A724" w14:textId="77777777" w:rsidR="000E362F" w:rsidRPr="0001239D" w:rsidRDefault="000E362F" w:rsidP="00801D49">
      <w:pPr>
        <w:rPr>
          <w:sz w:val="32"/>
          <w:szCs w:val="32"/>
        </w:rPr>
      </w:pPr>
    </w:p>
    <w:p w14:paraId="4472FF1F" w14:textId="77777777" w:rsidR="000E362F" w:rsidRDefault="000E362F" w:rsidP="00801D49">
      <w:pPr>
        <w:rPr>
          <w:sz w:val="32"/>
          <w:szCs w:val="32"/>
        </w:rPr>
      </w:pPr>
    </w:p>
    <w:p w14:paraId="0AB2297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Hillary,</w:t>
      </w:r>
    </w:p>
    <w:p w14:paraId="6FECC471" w14:textId="77777777" w:rsidR="000E362F" w:rsidRDefault="000E362F" w:rsidP="00801D49">
      <w:pPr>
        <w:rPr>
          <w:sz w:val="32"/>
          <w:szCs w:val="32"/>
        </w:rPr>
      </w:pPr>
    </w:p>
    <w:p w14:paraId="69390E9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CF0EA0E" w14:textId="77777777" w:rsidR="000E362F" w:rsidRDefault="000E362F" w:rsidP="00801D49">
      <w:pPr>
        <w:rPr>
          <w:sz w:val="32"/>
          <w:szCs w:val="32"/>
        </w:rPr>
      </w:pPr>
    </w:p>
    <w:p w14:paraId="514FEDF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68A5C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CB4096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AD5C2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B0DD84" wp14:editId="5B2EEEB0">
                  <wp:extent cx="6399207" cy="3924300"/>
                  <wp:effectExtent l="0" t="0" r="1905" b="0"/>
                  <wp:docPr id="187" name="Picture 18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D878DE" w14:textId="77777777" w:rsidR="000E362F" w:rsidRDefault="000E362F" w:rsidP="00801D49"/>
    <w:p w14:paraId="38A18E7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Merilyn Bayless</w:t>
      </w:r>
    </w:p>
    <w:p w14:paraId="28E240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195 13n N</w:t>
      </w:r>
    </w:p>
    <w:p w14:paraId="0AC6076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Santa Clara, CA 95054</w:t>
      </w:r>
    </w:p>
    <w:p w14:paraId="6A178FBA" w14:textId="77777777" w:rsidR="000E362F" w:rsidRDefault="000E362F" w:rsidP="00801D49"/>
    <w:p w14:paraId="24F1B614" w14:textId="77777777" w:rsidR="000E362F" w:rsidRPr="0001239D" w:rsidRDefault="000E362F" w:rsidP="00801D49">
      <w:pPr>
        <w:rPr>
          <w:sz w:val="32"/>
          <w:szCs w:val="32"/>
        </w:rPr>
      </w:pPr>
    </w:p>
    <w:p w14:paraId="67E2D922" w14:textId="77777777" w:rsidR="000E362F" w:rsidRDefault="000E362F" w:rsidP="00801D49">
      <w:pPr>
        <w:rPr>
          <w:sz w:val="32"/>
          <w:szCs w:val="32"/>
        </w:rPr>
      </w:pPr>
    </w:p>
    <w:p w14:paraId="04B0CC3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Merilyn,</w:t>
      </w:r>
    </w:p>
    <w:p w14:paraId="0D970BD0" w14:textId="77777777" w:rsidR="000E362F" w:rsidRDefault="000E362F" w:rsidP="00801D49">
      <w:pPr>
        <w:rPr>
          <w:sz w:val="32"/>
          <w:szCs w:val="32"/>
        </w:rPr>
      </w:pPr>
    </w:p>
    <w:p w14:paraId="76ACD60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F9B6524" w14:textId="77777777" w:rsidR="000E362F" w:rsidRDefault="000E362F" w:rsidP="00801D49">
      <w:pPr>
        <w:rPr>
          <w:sz w:val="32"/>
          <w:szCs w:val="32"/>
        </w:rPr>
      </w:pPr>
    </w:p>
    <w:p w14:paraId="6784027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E60BBF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3CF357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018004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87B8B2" wp14:editId="1BC54794">
                  <wp:extent cx="6399207" cy="3924300"/>
                  <wp:effectExtent l="0" t="0" r="1905" b="0"/>
                  <wp:docPr id="188" name="Picture 18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35E11" w14:textId="77777777" w:rsidR="000E362F" w:rsidRDefault="000E362F" w:rsidP="00801D49"/>
    <w:p w14:paraId="767C765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Teri Ennaco</w:t>
      </w:r>
    </w:p>
    <w:p w14:paraId="1FD58C8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 Tank Farm Rd</w:t>
      </w:r>
    </w:p>
    <w:p w14:paraId="5E7BE5B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Hazleton, PA 18201</w:t>
      </w:r>
    </w:p>
    <w:p w14:paraId="52276CF3" w14:textId="77777777" w:rsidR="000E362F" w:rsidRDefault="000E362F" w:rsidP="00801D49"/>
    <w:p w14:paraId="4D8B8237" w14:textId="77777777" w:rsidR="000E362F" w:rsidRPr="0001239D" w:rsidRDefault="000E362F" w:rsidP="00801D49">
      <w:pPr>
        <w:rPr>
          <w:sz w:val="32"/>
          <w:szCs w:val="32"/>
        </w:rPr>
      </w:pPr>
    </w:p>
    <w:p w14:paraId="7C0F4CF2" w14:textId="77777777" w:rsidR="000E362F" w:rsidRDefault="000E362F" w:rsidP="00801D49">
      <w:pPr>
        <w:rPr>
          <w:sz w:val="32"/>
          <w:szCs w:val="32"/>
        </w:rPr>
      </w:pPr>
    </w:p>
    <w:p w14:paraId="7207DF5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Teri,</w:t>
      </w:r>
    </w:p>
    <w:p w14:paraId="3310F1F1" w14:textId="77777777" w:rsidR="000E362F" w:rsidRDefault="000E362F" w:rsidP="00801D49">
      <w:pPr>
        <w:rPr>
          <w:sz w:val="32"/>
          <w:szCs w:val="32"/>
        </w:rPr>
      </w:pPr>
    </w:p>
    <w:p w14:paraId="2C1E677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57433EC" w14:textId="77777777" w:rsidR="000E362F" w:rsidRDefault="000E362F" w:rsidP="00801D49">
      <w:pPr>
        <w:rPr>
          <w:sz w:val="32"/>
          <w:szCs w:val="32"/>
        </w:rPr>
      </w:pPr>
    </w:p>
    <w:p w14:paraId="75F8A99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F8F034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4A2D37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7DE40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57B41B" wp14:editId="11A56A9F">
                  <wp:extent cx="6399207" cy="3924300"/>
                  <wp:effectExtent l="0" t="0" r="1905" b="0"/>
                  <wp:docPr id="189" name="Picture 18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964E2D" w14:textId="77777777" w:rsidR="000E362F" w:rsidRDefault="000E362F" w:rsidP="00801D49"/>
    <w:p w14:paraId="7241C9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Merlyn Lawler</w:t>
      </w:r>
    </w:p>
    <w:p w14:paraId="60E398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4671 Alemany Blvd</w:t>
      </w:r>
    </w:p>
    <w:p w14:paraId="164E8FE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Jersey City, NJ 7304</w:t>
      </w:r>
    </w:p>
    <w:p w14:paraId="5EF2AFA9" w14:textId="77777777" w:rsidR="000E362F" w:rsidRDefault="000E362F" w:rsidP="00801D49"/>
    <w:p w14:paraId="1F49C914" w14:textId="77777777" w:rsidR="000E362F" w:rsidRPr="0001239D" w:rsidRDefault="000E362F" w:rsidP="00801D49">
      <w:pPr>
        <w:rPr>
          <w:sz w:val="32"/>
          <w:szCs w:val="32"/>
        </w:rPr>
      </w:pPr>
    </w:p>
    <w:p w14:paraId="6CB3C035" w14:textId="77777777" w:rsidR="000E362F" w:rsidRDefault="000E362F" w:rsidP="00801D49">
      <w:pPr>
        <w:rPr>
          <w:sz w:val="32"/>
          <w:szCs w:val="32"/>
        </w:rPr>
      </w:pPr>
    </w:p>
    <w:p w14:paraId="46E1971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Merlyn,</w:t>
      </w:r>
    </w:p>
    <w:p w14:paraId="576DD4C6" w14:textId="77777777" w:rsidR="000E362F" w:rsidRDefault="000E362F" w:rsidP="00801D49">
      <w:pPr>
        <w:rPr>
          <w:sz w:val="32"/>
          <w:szCs w:val="32"/>
        </w:rPr>
      </w:pPr>
    </w:p>
    <w:p w14:paraId="2B88891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0003D67" w14:textId="77777777" w:rsidR="000E362F" w:rsidRDefault="000E362F" w:rsidP="00801D49">
      <w:pPr>
        <w:rPr>
          <w:sz w:val="32"/>
          <w:szCs w:val="32"/>
        </w:rPr>
      </w:pPr>
    </w:p>
    <w:p w14:paraId="1440708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72A02A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D3DD23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B3793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F7FE27" wp14:editId="71DDCDF8">
                  <wp:extent cx="6399207" cy="3924300"/>
                  <wp:effectExtent l="0" t="0" r="1905" b="0"/>
                  <wp:docPr id="190" name="Picture 19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B6CB2C" w14:textId="77777777" w:rsidR="000E362F" w:rsidRDefault="000E362F" w:rsidP="00801D49"/>
    <w:p w14:paraId="5A9D11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Georgene Montezuma</w:t>
      </w:r>
    </w:p>
    <w:p w14:paraId="56A6F70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98 University Dr</w:t>
      </w:r>
    </w:p>
    <w:p w14:paraId="5E5FB1C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Ramon, CA 94583</w:t>
      </w:r>
    </w:p>
    <w:p w14:paraId="183481F4" w14:textId="77777777" w:rsidR="000E362F" w:rsidRDefault="000E362F" w:rsidP="00801D49"/>
    <w:p w14:paraId="316A32E0" w14:textId="77777777" w:rsidR="000E362F" w:rsidRPr="0001239D" w:rsidRDefault="000E362F" w:rsidP="00801D49">
      <w:pPr>
        <w:rPr>
          <w:sz w:val="32"/>
          <w:szCs w:val="32"/>
        </w:rPr>
      </w:pPr>
    </w:p>
    <w:p w14:paraId="522E8EEB" w14:textId="77777777" w:rsidR="000E362F" w:rsidRDefault="000E362F" w:rsidP="00801D49">
      <w:pPr>
        <w:rPr>
          <w:sz w:val="32"/>
          <w:szCs w:val="32"/>
        </w:rPr>
      </w:pPr>
    </w:p>
    <w:p w14:paraId="5F2DBB8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Georgene,</w:t>
      </w:r>
    </w:p>
    <w:p w14:paraId="787F913D" w14:textId="77777777" w:rsidR="000E362F" w:rsidRDefault="000E362F" w:rsidP="00801D49">
      <w:pPr>
        <w:rPr>
          <w:sz w:val="32"/>
          <w:szCs w:val="32"/>
        </w:rPr>
      </w:pPr>
    </w:p>
    <w:p w14:paraId="50F3CCA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3FE969B" w14:textId="77777777" w:rsidR="000E362F" w:rsidRDefault="000E362F" w:rsidP="00801D49">
      <w:pPr>
        <w:rPr>
          <w:sz w:val="32"/>
          <w:szCs w:val="32"/>
        </w:rPr>
      </w:pPr>
    </w:p>
    <w:p w14:paraId="48E488C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603DA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E09CF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129A66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339EF3" wp14:editId="0865B3DC">
                  <wp:extent cx="6399207" cy="3924300"/>
                  <wp:effectExtent l="0" t="0" r="1905" b="0"/>
                  <wp:docPr id="191" name="Picture 19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F3D79A" w14:textId="77777777" w:rsidR="000E362F" w:rsidRDefault="000E362F" w:rsidP="00801D49"/>
    <w:p w14:paraId="59A2F7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Jettie Mconnell</w:t>
      </w:r>
    </w:p>
    <w:p w14:paraId="5BF436F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50 E Wacker Dr</w:t>
      </w:r>
    </w:p>
    <w:p w14:paraId="42ED0D4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Bridgewater, NJ 8807</w:t>
      </w:r>
    </w:p>
    <w:p w14:paraId="1B232015" w14:textId="77777777" w:rsidR="000E362F" w:rsidRDefault="000E362F" w:rsidP="00801D49"/>
    <w:p w14:paraId="2D927D74" w14:textId="77777777" w:rsidR="000E362F" w:rsidRPr="0001239D" w:rsidRDefault="000E362F" w:rsidP="00801D49">
      <w:pPr>
        <w:rPr>
          <w:sz w:val="32"/>
          <w:szCs w:val="32"/>
        </w:rPr>
      </w:pPr>
    </w:p>
    <w:p w14:paraId="67E38AFA" w14:textId="77777777" w:rsidR="000E362F" w:rsidRDefault="000E362F" w:rsidP="00801D49">
      <w:pPr>
        <w:rPr>
          <w:sz w:val="32"/>
          <w:szCs w:val="32"/>
        </w:rPr>
      </w:pPr>
    </w:p>
    <w:p w14:paraId="1F578FB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Jettie,</w:t>
      </w:r>
    </w:p>
    <w:p w14:paraId="7D31DCE2" w14:textId="77777777" w:rsidR="000E362F" w:rsidRDefault="000E362F" w:rsidP="00801D49">
      <w:pPr>
        <w:rPr>
          <w:sz w:val="32"/>
          <w:szCs w:val="32"/>
        </w:rPr>
      </w:pPr>
    </w:p>
    <w:p w14:paraId="7CF3D62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16B0FA7" w14:textId="77777777" w:rsidR="000E362F" w:rsidRDefault="000E362F" w:rsidP="00801D49">
      <w:pPr>
        <w:rPr>
          <w:sz w:val="32"/>
          <w:szCs w:val="32"/>
        </w:rPr>
      </w:pPr>
    </w:p>
    <w:p w14:paraId="734434C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A9E8E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BADFA0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5980C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B1C1C2" wp14:editId="7E630A36">
                  <wp:extent cx="6399207" cy="3924300"/>
                  <wp:effectExtent l="0" t="0" r="1905" b="0"/>
                  <wp:docPr id="192" name="Picture 19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5CDC8A" w14:textId="77777777" w:rsidR="000E362F" w:rsidRDefault="000E362F" w:rsidP="00801D49"/>
    <w:p w14:paraId="118594B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Lemuel Latzke</w:t>
      </w:r>
    </w:p>
    <w:p w14:paraId="4CA7109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 Euclid Ave #722</w:t>
      </w:r>
    </w:p>
    <w:p w14:paraId="4035329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Bohemia, NY 11716</w:t>
      </w:r>
    </w:p>
    <w:p w14:paraId="53E2F012" w14:textId="77777777" w:rsidR="000E362F" w:rsidRDefault="000E362F" w:rsidP="00801D49"/>
    <w:p w14:paraId="4420D03C" w14:textId="77777777" w:rsidR="000E362F" w:rsidRPr="0001239D" w:rsidRDefault="000E362F" w:rsidP="00801D49">
      <w:pPr>
        <w:rPr>
          <w:sz w:val="32"/>
          <w:szCs w:val="32"/>
        </w:rPr>
      </w:pPr>
    </w:p>
    <w:p w14:paraId="39E164A4" w14:textId="77777777" w:rsidR="000E362F" w:rsidRDefault="000E362F" w:rsidP="00801D49">
      <w:pPr>
        <w:rPr>
          <w:sz w:val="32"/>
          <w:szCs w:val="32"/>
        </w:rPr>
      </w:pPr>
    </w:p>
    <w:p w14:paraId="16DEAF1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Lemuel,</w:t>
      </w:r>
    </w:p>
    <w:p w14:paraId="77EEB73A" w14:textId="77777777" w:rsidR="000E362F" w:rsidRDefault="000E362F" w:rsidP="00801D49">
      <w:pPr>
        <w:rPr>
          <w:sz w:val="32"/>
          <w:szCs w:val="32"/>
        </w:rPr>
      </w:pPr>
    </w:p>
    <w:p w14:paraId="1BF811A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6CAD904" w14:textId="77777777" w:rsidR="000E362F" w:rsidRDefault="000E362F" w:rsidP="00801D49">
      <w:pPr>
        <w:rPr>
          <w:sz w:val="32"/>
          <w:szCs w:val="32"/>
        </w:rPr>
      </w:pPr>
    </w:p>
    <w:p w14:paraId="7EF426A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77B90F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A6871F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75F5E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8BB88C" wp14:editId="6333A14F">
                  <wp:extent cx="6399207" cy="3924300"/>
                  <wp:effectExtent l="0" t="0" r="1905" b="0"/>
                  <wp:docPr id="193" name="Picture 19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E90E03" w14:textId="77777777" w:rsidR="000E362F" w:rsidRDefault="000E362F" w:rsidP="00801D49"/>
    <w:p w14:paraId="6ECB578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Melodie Knipp</w:t>
      </w:r>
    </w:p>
    <w:p w14:paraId="09EA29C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326 E Main St #6496</w:t>
      </w:r>
    </w:p>
    <w:p w14:paraId="775210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Thousand Oaks, CA 91362</w:t>
      </w:r>
    </w:p>
    <w:p w14:paraId="22503B2C" w14:textId="77777777" w:rsidR="000E362F" w:rsidRDefault="000E362F" w:rsidP="00801D49"/>
    <w:p w14:paraId="7AFAC8D8" w14:textId="77777777" w:rsidR="000E362F" w:rsidRPr="0001239D" w:rsidRDefault="000E362F" w:rsidP="00801D49">
      <w:pPr>
        <w:rPr>
          <w:sz w:val="32"/>
          <w:szCs w:val="32"/>
        </w:rPr>
      </w:pPr>
    </w:p>
    <w:p w14:paraId="01F7F9B6" w14:textId="77777777" w:rsidR="000E362F" w:rsidRDefault="000E362F" w:rsidP="00801D49">
      <w:pPr>
        <w:rPr>
          <w:sz w:val="32"/>
          <w:szCs w:val="32"/>
        </w:rPr>
      </w:pPr>
    </w:p>
    <w:p w14:paraId="21337CA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Melodie,</w:t>
      </w:r>
    </w:p>
    <w:p w14:paraId="4F42F694" w14:textId="77777777" w:rsidR="000E362F" w:rsidRDefault="000E362F" w:rsidP="00801D49">
      <w:pPr>
        <w:rPr>
          <w:sz w:val="32"/>
          <w:szCs w:val="32"/>
        </w:rPr>
      </w:pPr>
    </w:p>
    <w:p w14:paraId="56FA74A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15A82FC" w14:textId="77777777" w:rsidR="000E362F" w:rsidRDefault="000E362F" w:rsidP="00801D49">
      <w:pPr>
        <w:rPr>
          <w:sz w:val="32"/>
          <w:szCs w:val="32"/>
        </w:rPr>
      </w:pPr>
    </w:p>
    <w:p w14:paraId="685FE69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21E486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86E61B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ECBB86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C0345B" wp14:editId="3EA56D09">
                  <wp:extent cx="6399207" cy="3924300"/>
                  <wp:effectExtent l="0" t="0" r="1905" b="0"/>
                  <wp:docPr id="194" name="Picture 19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A6C36E" w14:textId="77777777" w:rsidR="000E362F" w:rsidRDefault="000E362F" w:rsidP="00801D49"/>
    <w:p w14:paraId="51A41DA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Candida Corbley</w:t>
      </w:r>
    </w:p>
    <w:p w14:paraId="2012E04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406 Main St</w:t>
      </w:r>
    </w:p>
    <w:p w14:paraId="0F3284E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Somerville, NJ 8876</w:t>
      </w:r>
    </w:p>
    <w:p w14:paraId="2021FAA6" w14:textId="77777777" w:rsidR="000E362F" w:rsidRDefault="000E362F" w:rsidP="00801D49"/>
    <w:p w14:paraId="52996C86" w14:textId="77777777" w:rsidR="000E362F" w:rsidRPr="0001239D" w:rsidRDefault="000E362F" w:rsidP="00801D49">
      <w:pPr>
        <w:rPr>
          <w:sz w:val="32"/>
          <w:szCs w:val="32"/>
        </w:rPr>
      </w:pPr>
    </w:p>
    <w:p w14:paraId="62E52FB0" w14:textId="77777777" w:rsidR="000E362F" w:rsidRDefault="000E362F" w:rsidP="00801D49">
      <w:pPr>
        <w:rPr>
          <w:sz w:val="32"/>
          <w:szCs w:val="32"/>
        </w:rPr>
      </w:pPr>
    </w:p>
    <w:p w14:paraId="0D63591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Candida,</w:t>
      </w:r>
    </w:p>
    <w:p w14:paraId="375CAAC2" w14:textId="77777777" w:rsidR="000E362F" w:rsidRDefault="000E362F" w:rsidP="00801D49">
      <w:pPr>
        <w:rPr>
          <w:sz w:val="32"/>
          <w:szCs w:val="32"/>
        </w:rPr>
      </w:pPr>
    </w:p>
    <w:p w14:paraId="790F962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60194BD" w14:textId="77777777" w:rsidR="000E362F" w:rsidRDefault="000E362F" w:rsidP="00801D49">
      <w:pPr>
        <w:rPr>
          <w:sz w:val="32"/>
          <w:szCs w:val="32"/>
        </w:rPr>
      </w:pPr>
    </w:p>
    <w:p w14:paraId="65B406A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67109E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051AA1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995510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54D446" wp14:editId="306071C0">
                  <wp:extent cx="6399207" cy="3924300"/>
                  <wp:effectExtent l="0" t="0" r="1905" b="0"/>
                  <wp:docPr id="195" name="Picture 19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F82C6D" w14:textId="77777777" w:rsidR="000E362F" w:rsidRDefault="000E362F" w:rsidP="00801D49"/>
    <w:p w14:paraId="56CCF7E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Karan Karpin</w:t>
      </w:r>
    </w:p>
    <w:p w14:paraId="104E925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Elmwood Dr</w:t>
      </w:r>
    </w:p>
    <w:p w14:paraId="3150C30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Beaverton, OR 97005</w:t>
      </w:r>
    </w:p>
    <w:p w14:paraId="0257094A" w14:textId="77777777" w:rsidR="000E362F" w:rsidRDefault="000E362F" w:rsidP="00801D49"/>
    <w:p w14:paraId="600C0744" w14:textId="77777777" w:rsidR="000E362F" w:rsidRPr="0001239D" w:rsidRDefault="000E362F" w:rsidP="00801D49">
      <w:pPr>
        <w:rPr>
          <w:sz w:val="32"/>
          <w:szCs w:val="32"/>
        </w:rPr>
      </w:pPr>
    </w:p>
    <w:p w14:paraId="487F9C10" w14:textId="77777777" w:rsidR="000E362F" w:rsidRDefault="000E362F" w:rsidP="00801D49">
      <w:pPr>
        <w:rPr>
          <w:sz w:val="32"/>
          <w:szCs w:val="32"/>
        </w:rPr>
      </w:pPr>
    </w:p>
    <w:p w14:paraId="6292F2E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Karan,</w:t>
      </w:r>
    </w:p>
    <w:p w14:paraId="3A7E0ACC" w14:textId="77777777" w:rsidR="000E362F" w:rsidRDefault="000E362F" w:rsidP="00801D49">
      <w:pPr>
        <w:rPr>
          <w:sz w:val="32"/>
          <w:szCs w:val="32"/>
        </w:rPr>
      </w:pPr>
    </w:p>
    <w:p w14:paraId="1070FD6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B5B187" w14:textId="77777777" w:rsidR="000E362F" w:rsidRDefault="000E362F" w:rsidP="00801D49">
      <w:pPr>
        <w:rPr>
          <w:sz w:val="32"/>
          <w:szCs w:val="32"/>
        </w:rPr>
      </w:pPr>
    </w:p>
    <w:p w14:paraId="2A687DD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5B01C8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A2690A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0438A8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F89103" wp14:editId="20E01E1F">
                  <wp:extent cx="6399207" cy="3924300"/>
                  <wp:effectExtent l="0" t="0" r="1905" b="0"/>
                  <wp:docPr id="196" name="Picture 19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87F2D7" w14:textId="77777777" w:rsidR="000E362F" w:rsidRDefault="000E362F" w:rsidP="00801D49"/>
    <w:p w14:paraId="2E7C075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Andra Scheyer</w:t>
      </w:r>
    </w:p>
    <w:p w14:paraId="673230E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Church St</w:t>
      </w:r>
    </w:p>
    <w:p w14:paraId="0B8BE74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Salem, OR 97302</w:t>
      </w:r>
    </w:p>
    <w:p w14:paraId="1133D626" w14:textId="77777777" w:rsidR="000E362F" w:rsidRDefault="000E362F" w:rsidP="00801D49"/>
    <w:p w14:paraId="0CAB3D5C" w14:textId="77777777" w:rsidR="000E362F" w:rsidRPr="0001239D" w:rsidRDefault="000E362F" w:rsidP="00801D49">
      <w:pPr>
        <w:rPr>
          <w:sz w:val="32"/>
          <w:szCs w:val="32"/>
        </w:rPr>
      </w:pPr>
    </w:p>
    <w:p w14:paraId="205DA5D3" w14:textId="77777777" w:rsidR="000E362F" w:rsidRDefault="000E362F" w:rsidP="00801D49">
      <w:pPr>
        <w:rPr>
          <w:sz w:val="32"/>
          <w:szCs w:val="32"/>
        </w:rPr>
      </w:pPr>
    </w:p>
    <w:p w14:paraId="43AF5A5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Andra,</w:t>
      </w:r>
    </w:p>
    <w:p w14:paraId="392A3292" w14:textId="77777777" w:rsidR="000E362F" w:rsidRDefault="000E362F" w:rsidP="00801D49">
      <w:pPr>
        <w:rPr>
          <w:sz w:val="32"/>
          <w:szCs w:val="32"/>
        </w:rPr>
      </w:pPr>
    </w:p>
    <w:p w14:paraId="22E2D8E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3A77219" w14:textId="77777777" w:rsidR="000E362F" w:rsidRDefault="000E362F" w:rsidP="00801D49">
      <w:pPr>
        <w:rPr>
          <w:sz w:val="32"/>
          <w:szCs w:val="32"/>
        </w:rPr>
      </w:pPr>
    </w:p>
    <w:p w14:paraId="79D1300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2C5BA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9CC8E0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5C3F64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F052D1" wp14:editId="2EA607AD">
                  <wp:extent cx="6399207" cy="3924300"/>
                  <wp:effectExtent l="0" t="0" r="1905" b="0"/>
                  <wp:docPr id="197" name="Picture 19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71D39A" w14:textId="77777777" w:rsidR="000E362F" w:rsidRDefault="000E362F" w:rsidP="00801D49"/>
    <w:p w14:paraId="54CF76B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Felicidad Poullion</w:t>
      </w:r>
    </w:p>
    <w:p w14:paraId="360B088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9939 N 14th St</w:t>
      </w:r>
    </w:p>
    <w:p w14:paraId="6053E58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Riverton, NJ 8077</w:t>
      </w:r>
    </w:p>
    <w:p w14:paraId="0D998A38" w14:textId="77777777" w:rsidR="000E362F" w:rsidRDefault="000E362F" w:rsidP="00801D49"/>
    <w:p w14:paraId="56584AD4" w14:textId="77777777" w:rsidR="000E362F" w:rsidRPr="0001239D" w:rsidRDefault="000E362F" w:rsidP="00801D49">
      <w:pPr>
        <w:rPr>
          <w:sz w:val="32"/>
          <w:szCs w:val="32"/>
        </w:rPr>
      </w:pPr>
    </w:p>
    <w:p w14:paraId="143B819B" w14:textId="77777777" w:rsidR="000E362F" w:rsidRDefault="000E362F" w:rsidP="00801D49">
      <w:pPr>
        <w:rPr>
          <w:sz w:val="32"/>
          <w:szCs w:val="32"/>
        </w:rPr>
      </w:pPr>
    </w:p>
    <w:p w14:paraId="49E7E1F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Felicidad,</w:t>
      </w:r>
    </w:p>
    <w:p w14:paraId="5FD38ABA" w14:textId="77777777" w:rsidR="000E362F" w:rsidRDefault="000E362F" w:rsidP="00801D49">
      <w:pPr>
        <w:rPr>
          <w:sz w:val="32"/>
          <w:szCs w:val="32"/>
        </w:rPr>
      </w:pPr>
    </w:p>
    <w:p w14:paraId="517DF9E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8E9082E" w14:textId="77777777" w:rsidR="000E362F" w:rsidRDefault="000E362F" w:rsidP="00801D49">
      <w:pPr>
        <w:rPr>
          <w:sz w:val="32"/>
          <w:szCs w:val="32"/>
        </w:rPr>
      </w:pPr>
    </w:p>
    <w:p w14:paraId="4EEBB0D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2EB0F2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0F3902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EB2159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8132F8" wp14:editId="218D13A3">
                  <wp:extent cx="6399207" cy="3924300"/>
                  <wp:effectExtent l="0" t="0" r="1905" b="0"/>
                  <wp:docPr id="198" name="Picture 19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ED445D" w14:textId="77777777" w:rsidR="000E362F" w:rsidRDefault="000E362F" w:rsidP="00801D49"/>
    <w:p w14:paraId="3B647FB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Belen Strassner</w:t>
      </w:r>
    </w:p>
    <w:p w14:paraId="1984B12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5384 Southwyck Blvd</w:t>
      </w:r>
    </w:p>
    <w:p w14:paraId="128DE47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Douglasville, GA 30135</w:t>
      </w:r>
    </w:p>
    <w:p w14:paraId="68817567" w14:textId="77777777" w:rsidR="000E362F" w:rsidRDefault="000E362F" w:rsidP="00801D49"/>
    <w:p w14:paraId="4981CCA8" w14:textId="77777777" w:rsidR="000E362F" w:rsidRPr="0001239D" w:rsidRDefault="000E362F" w:rsidP="00801D49">
      <w:pPr>
        <w:rPr>
          <w:sz w:val="32"/>
          <w:szCs w:val="32"/>
        </w:rPr>
      </w:pPr>
    </w:p>
    <w:p w14:paraId="13951383" w14:textId="77777777" w:rsidR="000E362F" w:rsidRDefault="000E362F" w:rsidP="00801D49">
      <w:pPr>
        <w:rPr>
          <w:sz w:val="32"/>
          <w:szCs w:val="32"/>
        </w:rPr>
      </w:pPr>
    </w:p>
    <w:p w14:paraId="591A513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Belen,</w:t>
      </w:r>
    </w:p>
    <w:p w14:paraId="61A9C560" w14:textId="77777777" w:rsidR="000E362F" w:rsidRDefault="000E362F" w:rsidP="00801D49">
      <w:pPr>
        <w:rPr>
          <w:sz w:val="32"/>
          <w:szCs w:val="32"/>
        </w:rPr>
      </w:pPr>
    </w:p>
    <w:p w14:paraId="4905E86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2B1091E" w14:textId="77777777" w:rsidR="000E362F" w:rsidRDefault="000E362F" w:rsidP="00801D49">
      <w:pPr>
        <w:rPr>
          <w:sz w:val="32"/>
          <w:szCs w:val="32"/>
        </w:rPr>
      </w:pPr>
    </w:p>
    <w:p w14:paraId="5CB76DA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3F5C05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5D74E6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5E1787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3708E4" wp14:editId="265CE0E8">
                  <wp:extent cx="6399207" cy="3924300"/>
                  <wp:effectExtent l="0" t="0" r="1905" b="0"/>
                  <wp:docPr id="199" name="Picture 19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E8028A" w14:textId="77777777" w:rsidR="000E362F" w:rsidRDefault="000E362F" w:rsidP="00801D49"/>
    <w:p w14:paraId="22B62D4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Gracia Melnyk</w:t>
      </w:r>
    </w:p>
    <w:p w14:paraId="41F462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97 Airport Loop Dr</w:t>
      </w:r>
    </w:p>
    <w:p w14:paraId="5780048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Jacksonville, FL 32216</w:t>
      </w:r>
    </w:p>
    <w:p w14:paraId="653B957F" w14:textId="77777777" w:rsidR="000E362F" w:rsidRDefault="000E362F" w:rsidP="00801D49"/>
    <w:p w14:paraId="39E32824" w14:textId="77777777" w:rsidR="000E362F" w:rsidRPr="0001239D" w:rsidRDefault="000E362F" w:rsidP="00801D49">
      <w:pPr>
        <w:rPr>
          <w:sz w:val="32"/>
          <w:szCs w:val="32"/>
        </w:rPr>
      </w:pPr>
    </w:p>
    <w:p w14:paraId="5A87C258" w14:textId="77777777" w:rsidR="000E362F" w:rsidRDefault="000E362F" w:rsidP="00801D49">
      <w:pPr>
        <w:rPr>
          <w:sz w:val="32"/>
          <w:szCs w:val="32"/>
        </w:rPr>
      </w:pPr>
    </w:p>
    <w:p w14:paraId="25379EE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Gracia,</w:t>
      </w:r>
    </w:p>
    <w:p w14:paraId="61D8FF0E" w14:textId="77777777" w:rsidR="000E362F" w:rsidRDefault="000E362F" w:rsidP="00801D49">
      <w:pPr>
        <w:rPr>
          <w:sz w:val="32"/>
          <w:szCs w:val="32"/>
        </w:rPr>
      </w:pPr>
    </w:p>
    <w:p w14:paraId="5CBD99D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0C2F00B" w14:textId="77777777" w:rsidR="000E362F" w:rsidRDefault="000E362F" w:rsidP="00801D49">
      <w:pPr>
        <w:rPr>
          <w:sz w:val="32"/>
          <w:szCs w:val="32"/>
        </w:rPr>
      </w:pPr>
    </w:p>
    <w:p w14:paraId="017FBF4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CD99BD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A1BD9F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33CAF3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2CE219" wp14:editId="58EAAD4D">
                  <wp:extent cx="6399207" cy="3924300"/>
                  <wp:effectExtent l="0" t="0" r="1905" b="0"/>
                  <wp:docPr id="200" name="Picture 20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84D0D0" w14:textId="77777777" w:rsidR="000E362F" w:rsidRDefault="000E362F" w:rsidP="00801D49"/>
    <w:p w14:paraId="474B825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Jolanda Hanafan</w:t>
      </w:r>
    </w:p>
    <w:p w14:paraId="36D542F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37855 Nolan Rd</w:t>
      </w:r>
    </w:p>
    <w:p w14:paraId="2E75D58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Bangor, ME 4401</w:t>
      </w:r>
    </w:p>
    <w:p w14:paraId="798D0B1B" w14:textId="77777777" w:rsidR="000E362F" w:rsidRDefault="000E362F" w:rsidP="00801D49"/>
    <w:p w14:paraId="32F00910" w14:textId="77777777" w:rsidR="000E362F" w:rsidRPr="0001239D" w:rsidRDefault="000E362F" w:rsidP="00801D49">
      <w:pPr>
        <w:rPr>
          <w:sz w:val="32"/>
          <w:szCs w:val="32"/>
        </w:rPr>
      </w:pPr>
    </w:p>
    <w:p w14:paraId="3D988733" w14:textId="77777777" w:rsidR="000E362F" w:rsidRDefault="000E362F" w:rsidP="00801D49">
      <w:pPr>
        <w:rPr>
          <w:sz w:val="32"/>
          <w:szCs w:val="32"/>
        </w:rPr>
      </w:pPr>
    </w:p>
    <w:p w14:paraId="1F8787F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Jolanda,</w:t>
      </w:r>
    </w:p>
    <w:p w14:paraId="2D770F47" w14:textId="77777777" w:rsidR="000E362F" w:rsidRDefault="000E362F" w:rsidP="00801D49">
      <w:pPr>
        <w:rPr>
          <w:sz w:val="32"/>
          <w:szCs w:val="32"/>
        </w:rPr>
      </w:pPr>
    </w:p>
    <w:p w14:paraId="4B91F1C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8F46696" w14:textId="77777777" w:rsidR="000E362F" w:rsidRDefault="000E362F" w:rsidP="00801D49">
      <w:pPr>
        <w:rPr>
          <w:sz w:val="32"/>
          <w:szCs w:val="32"/>
        </w:rPr>
      </w:pPr>
    </w:p>
    <w:p w14:paraId="13104A6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30431C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E489EB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F78F7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07431B" wp14:editId="37A63E5F">
                  <wp:extent cx="6399207" cy="3924300"/>
                  <wp:effectExtent l="0" t="0" r="1905" b="0"/>
                  <wp:docPr id="201" name="Picture 20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FE2A20" w14:textId="77777777" w:rsidR="000E362F" w:rsidRDefault="000E362F" w:rsidP="00801D49"/>
    <w:p w14:paraId="1BA2F56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Barrett Toyama</w:t>
      </w:r>
    </w:p>
    <w:p w14:paraId="55AD39E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4252 N Washington Ave #9</w:t>
      </w:r>
    </w:p>
    <w:p w14:paraId="7193F3D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Kennedale, TX 76060</w:t>
      </w:r>
    </w:p>
    <w:p w14:paraId="53FE6887" w14:textId="77777777" w:rsidR="000E362F" w:rsidRDefault="000E362F" w:rsidP="00801D49"/>
    <w:p w14:paraId="61FCF2C2" w14:textId="77777777" w:rsidR="000E362F" w:rsidRPr="0001239D" w:rsidRDefault="000E362F" w:rsidP="00801D49">
      <w:pPr>
        <w:rPr>
          <w:sz w:val="32"/>
          <w:szCs w:val="32"/>
        </w:rPr>
      </w:pPr>
    </w:p>
    <w:p w14:paraId="3FF9F603" w14:textId="77777777" w:rsidR="000E362F" w:rsidRDefault="000E362F" w:rsidP="00801D49">
      <w:pPr>
        <w:rPr>
          <w:sz w:val="32"/>
          <w:szCs w:val="32"/>
        </w:rPr>
      </w:pPr>
    </w:p>
    <w:p w14:paraId="735F9C6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Barrett,</w:t>
      </w:r>
    </w:p>
    <w:p w14:paraId="35FF9739" w14:textId="77777777" w:rsidR="000E362F" w:rsidRDefault="000E362F" w:rsidP="00801D49">
      <w:pPr>
        <w:rPr>
          <w:sz w:val="32"/>
          <w:szCs w:val="32"/>
        </w:rPr>
      </w:pPr>
    </w:p>
    <w:p w14:paraId="295938F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EEABAE9" w14:textId="77777777" w:rsidR="000E362F" w:rsidRDefault="000E362F" w:rsidP="00801D49">
      <w:pPr>
        <w:rPr>
          <w:sz w:val="32"/>
          <w:szCs w:val="32"/>
        </w:rPr>
      </w:pPr>
    </w:p>
    <w:p w14:paraId="6E11676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B9477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9A799D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F87B8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B39B00" wp14:editId="284E3CB2">
                  <wp:extent cx="6399207" cy="3924300"/>
                  <wp:effectExtent l="0" t="0" r="1905" b="0"/>
                  <wp:docPr id="202" name="Picture 20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C5EF52" w14:textId="77777777" w:rsidR="000E362F" w:rsidRDefault="000E362F" w:rsidP="00801D49"/>
    <w:p w14:paraId="2D7B26A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Helga Fredicks</w:t>
      </w:r>
    </w:p>
    <w:p w14:paraId="6886DD4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42754 S Ash Ave</w:t>
      </w:r>
    </w:p>
    <w:p w14:paraId="18E3323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Buffalo, NY 14228</w:t>
      </w:r>
    </w:p>
    <w:p w14:paraId="5F09A6B7" w14:textId="77777777" w:rsidR="000E362F" w:rsidRDefault="000E362F" w:rsidP="00801D49"/>
    <w:p w14:paraId="104DB2AB" w14:textId="77777777" w:rsidR="000E362F" w:rsidRPr="0001239D" w:rsidRDefault="000E362F" w:rsidP="00801D49">
      <w:pPr>
        <w:rPr>
          <w:sz w:val="32"/>
          <w:szCs w:val="32"/>
        </w:rPr>
      </w:pPr>
    </w:p>
    <w:p w14:paraId="0FCC0B16" w14:textId="77777777" w:rsidR="000E362F" w:rsidRDefault="000E362F" w:rsidP="00801D49">
      <w:pPr>
        <w:rPr>
          <w:sz w:val="32"/>
          <w:szCs w:val="32"/>
        </w:rPr>
      </w:pPr>
    </w:p>
    <w:p w14:paraId="21D210F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Helga,</w:t>
      </w:r>
    </w:p>
    <w:p w14:paraId="12E21353" w14:textId="77777777" w:rsidR="000E362F" w:rsidRDefault="000E362F" w:rsidP="00801D49">
      <w:pPr>
        <w:rPr>
          <w:sz w:val="32"/>
          <w:szCs w:val="32"/>
        </w:rPr>
      </w:pPr>
    </w:p>
    <w:p w14:paraId="060C1C1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99E5608" w14:textId="77777777" w:rsidR="000E362F" w:rsidRDefault="000E362F" w:rsidP="00801D49">
      <w:pPr>
        <w:rPr>
          <w:sz w:val="32"/>
          <w:szCs w:val="32"/>
        </w:rPr>
      </w:pPr>
    </w:p>
    <w:p w14:paraId="6A5722C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DF37F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DD0ED4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73C81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7B4F81" wp14:editId="01A5F5B6">
                  <wp:extent cx="6399207" cy="3924300"/>
                  <wp:effectExtent l="0" t="0" r="1905" b="0"/>
                  <wp:docPr id="203" name="Picture 20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2AC5F4" w14:textId="77777777" w:rsidR="000E362F" w:rsidRDefault="000E362F" w:rsidP="00801D49"/>
    <w:p w14:paraId="7AF91EB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Ashlyn Pinilla</w:t>
      </w:r>
    </w:p>
    <w:p w14:paraId="421B729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703 Beville Rd</w:t>
      </w:r>
    </w:p>
    <w:p w14:paraId="3207381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Opa Locka, FL 33054</w:t>
      </w:r>
    </w:p>
    <w:p w14:paraId="59FE7C4D" w14:textId="77777777" w:rsidR="000E362F" w:rsidRDefault="000E362F" w:rsidP="00801D49"/>
    <w:p w14:paraId="12F3828C" w14:textId="77777777" w:rsidR="000E362F" w:rsidRPr="0001239D" w:rsidRDefault="000E362F" w:rsidP="00801D49">
      <w:pPr>
        <w:rPr>
          <w:sz w:val="32"/>
          <w:szCs w:val="32"/>
        </w:rPr>
      </w:pPr>
    </w:p>
    <w:p w14:paraId="22E3EFE8" w14:textId="77777777" w:rsidR="000E362F" w:rsidRDefault="000E362F" w:rsidP="00801D49">
      <w:pPr>
        <w:rPr>
          <w:sz w:val="32"/>
          <w:szCs w:val="32"/>
        </w:rPr>
      </w:pPr>
    </w:p>
    <w:p w14:paraId="1D774FD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Ashlyn,</w:t>
      </w:r>
    </w:p>
    <w:p w14:paraId="053F3D5C" w14:textId="77777777" w:rsidR="000E362F" w:rsidRDefault="000E362F" w:rsidP="00801D49">
      <w:pPr>
        <w:rPr>
          <w:sz w:val="32"/>
          <w:szCs w:val="32"/>
        </w:rPr>
      </w:pPr>
    </w:p>
    <w:p w14:paraId="662199C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2148F2E" w14:textId="77777777" w:rsidR="000E362F" w:rsidRDefault="000E362F" w:rsidP="00801D49">
      <w:pPr>
        <w:rPr>
          <w:sz w:val="32"/>
          <w:szCs w:val="32"/>
        </w:rPr>
      </w:pPr>
    </w:p>
    <w:p w14:paraId="59C59A2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CB8683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F51C1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983FFB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D00588" wp14:editId="05711804">
                  <wp:extent cx="6399207" cy="3924300"/>
                  <wp:effectExtent l="0" t="0" r="1905" b="0"/>
                  <wp:docPr id="204" name="Picture 20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382B0" w14:textId="77777777" w:rsidR="000E362F" w:rsidRDefault="000E362F" w:rsidP="00801D49"/>
    <w:p w14:paraId="65F955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Fausto Agramonte</w:t>
      </w:r>
    </w:p>
    <w:p w14:paraId="295D9E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Harrison Rd</w:t>
      </w:r>
    </w:p>
    <w:p w14:paraId="079DEAD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10038</w:t>
      </w:r>
    </w:p>
    <w:p w14:paraId="5047A561" w14:textId="77777777" w:rsidR="000E362F" w:rsidRDefault="000E362F" w:rsidP="00801D49"/>
    <w:p w14:paraId="67A06190" w14:textId="77777777" w:rsidR="000E362F" w:rsidRPr="0001239D" w:rsidRDefault="000E362F" w:rsidP="00801D49">
      <w:pPr>
        <w:rPr>
          <w:sz w:val="32"/>
          <w:szCs w:val="32"/>
        </w:rPr>
      </w:pPr>
    </w:p>
    <w:p w14:paraId="0ECBBDAA" w14:textId="77777777" w:rsidR="000E362F" w:rsidRDefault="000E362F" w:rsidP="00801D49">
      <w:pPr>
        <w:rPr>
          <w:sz w:val="32"/>
          <w:szCs w:val="32"/>
        </w:rPr>
      </w:pPr>
    </w:p>
    <w:p w14:paraId="3937C8E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Fausto,</w:t>
      </w:r>
    </w:p>
    <w:p w14:paraId="2C22E47E" w14:textId="77777777" w:rsidR="000E362F" w:rsidRDefault="000E362F" w:rsidP="00801D49">
      <w:pPr>
        <w:rPr>
          <w:sz w:val="32"/>
          <w:szCs w:val="32"/>
        </w:rPr>
      </w:pPr>
    </w:p>
    <w:p w14:paraId="51A46D7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C0786AE" w14:textId="77777777" w:rsidR="000E362F" w:rsidRDefault="000E362F" w:rsidP="00801D49">
      <w:pPr>
        <w:rPr>
          <w:sz w:val="32"/>
          <w:szCs w:val="32"/>
        </w:rPr>
      </w:pPr>
    </w:p>
    <w:p w14:paraId="37C69A0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90ED53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FBB080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916189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B2F5B8" wp14:editId="12896A64">
                  <wp:extent cx="6399207" cy="3924300"/>
                  <wp:effectExtent l="0" t="0" r="1905" b="0"/>
                  <wp:docPr id="205" name="Picture 20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2F5825" w14:textId="77777777" w:rsidR="000E362F" w:rsidRDefault="000E362F" w:rsidP="00801D49"/>
    <w:p w14:paraId="145563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Ronny Caiafa</w:t>
      </w:r>
    </w:p>
    <w:p w14:paraId="2AD13A5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73 Southern Blvd</w:t>
      </w:r>
    </w:p>
    <w:p w14:paraId="37B8738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19103</w:t>
      </w:r>
    </w:p>
    <w:p w14:paraId="3A35AE6E" w14:textId="77777777" w:rsidR="000E362F" w:rsidRDefault="000E362F" w:rsidP="00801D49"/>
    <w:p w14:paraId="3871935E" w14:textId="77777777" w:rsidR="000E362F" w:rsidRPr="0001239D" w:rsidRDefault="000E362F" w:rsidP="00801D49">
      <w:pPr>
        <w:rPr>
          <w:sz w:val="32"/>
          <w:szCs w:val="32"/>
        </w:rPr>
      </w:pPr>
    </w:p>
    <w:p w14:paraId="782F5C14" w14:textId="77777777" w:rsidR="000E362F" w:rsidRDefault="000E362F" w:rsidP="00801D49">
      <w:pPr>
        <w:rPr>
          <w:sz w:val="32"/>
          <w:szCs w:val="32"/>
        </w:rPr>
      </w:pPr>
    </w:p>
    <w:p w14:paraId="4BEC70C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Ronny,</w:t>
      </w:r>
    </w:p>
    <w:p w14:paraId="48AFC33C" w14:textId="77777777" w:rsidR="000E362F" w:rsidRDefault="000E362F" w:rsidP="00801D49">
      <w:pPr>
        <w:rPr>
          <w:sz w:val="32"/>
          <w:szCs w:val="32"/>
        </w:rPr>
      </w:pPr>
    </w:p>
    <w:p w14:paraId="19E1A41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0602720" w14:textId="77777777" w:rsidR="000E362F" w:rsidRDefault="000E362F" w:rsidP="00801D49">
      <w:pPr>
        <w:rPr>
          <w:sz w:val="32"/>
          <w:szCs w:val="32"/>
        </w:rPr>
      </w:pPr>
    </w:p>
    <w:p w14:paraId="03C9AF4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B55D03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728D96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620E61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C329F0" wp14:editId="262CAB17">
                  <wp:extent cx="6399207" cy="3924300"/>
                  <wp:effectExtent l="0" t="0" r="1905" b="0"/>
                  <wp:docPr id="206" name="Picture 20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29095B" w14:textId="77777777" w:rsidR="000E362F" w:rsidRDefault="000E362F" w:rsidP="00801D49"/>
    <w:p w14:paraId="12589FB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Marge Limmel</w:t>
      </w:r>
    </w:p>
    <w:p w14:paraId="6CF4A13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189 Village Park Rd</w:t>
      </w:r>
    </w:p>
    <w:p w14:paraId="7FD8FA5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Crestview, FL 32536</w:t>
      </w:r>
    </w:p>
    <w:p w14:paraId="4207D8B5" w14:textId="77777777" w:rsidR="000E362F" w:rsidRDefault="000E362F" w:rsidP="00801D49"/>
    <w:p w14:paraId="42116528" w14:textId="77777777" w:rsidR="000E362F" w:rsidRPr="0001239D" w:rsidRDefault="000E362F" w:rsidP="00801D49">
      <w:pPr>
        <w:rPr>
          <w:sz w:val="32"/>
          <w:szCs w:val="32"/>
        </w:rPr>
      </w:pPr>
    </w:p>
    <w:p w14:paraId="30627B5C" w14:textId="77777777" w:rsidR="000E362F" w:rsidRDefault="000E362F" w:rsidP="00801D49">
      <w:pPr>
        <w:rPr>
          <w:sz w:val="32"/>
          <w:szCs w:val="32"/>
        </w:rPr>
      </w:pPr>
    </w:p>
    <w:p w14:paraId="4D234B5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Marge,</w:t>
      </w:r>
    </w:p>
    <w:p w14:paraId="5E0F31E8" w14:textId="77777777" w:rsidR="000E362F" w:rsidRDefault="000E362F" w:rsidP="00801D49">
      <w:pPr>
        <w:rPr>
          <w:sz w:val="32"/>
          <w:szCs w:val="32"/>
        </w:rPr>
      </w:pPr>
    </w:p>
    <w:p w14:paraId="07FA8C8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1EE5C41" w14:textId="77777777" w:rsidR="000E362F" w:rsidRDefault="000E362F" w:rsidP="00801D49">
      <w:pPr>
        <w:rPr>
          <w:sz w:val="32"/>
          <w:szCs w:val="32"/>
        </w:rPr>
      </w:pPr>
    </w:p>
    <w:p w14:paraId="2056067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F4245A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1674F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C76729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AC4F19" wp14:editId="5F633F55">
                  <wp:extent cx="6399207" cy="3924300"/>
                  <wp:effectExtent l="0" t="0" r="1905" b="0"/>
                  <wp:docPr id="207" name="Picture 20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927329" w14:textId="77777777" w:rsidR="000E362F" w:rsidRDefault="000E362F" w:rsidP="00801D49"/>
    <w:p w14:paraId="1458CBB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Norah Waymire</w:t>
      </w:r>
    </w:p>
    <w:p w14:paraId="2D8C84A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Middlegate Rd #106</w:t>
      </w:r>
    </w:p>
    <w:p w14:paraId="02C8B0B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Francisco, CA 94107</w:t>
      </w:r>
    </w:p>
    <w:p w14:paraId="6831087E" w14:textId="77777777" w:rsidR="000E362F" w:rsidRDefault="000E362F" w:rsidP="00801D49"/>
    <w:p w14:paraId="3C1FAEB4" w14:textId="77777777" w:rsidR="000E362F" w:rsidRPr="0001239D" w:rsidRDefault="000E362F" w:rsidP="00801D49">
      <w:pPr>
        <w:rPr>
          <w:sz w:val="32"/>
          <w:szCs w:val="32"/>
        </w:rPr>
      </w:pPr>
    </w:p>
    <w:p w14:paraId="267E1392" w14:textId="77777777" w:rsidR="000E362F" w:rsidRDefault="000E362F" w:rsidP="00801D49">
      <w:pPr>
        <w:rPr>
          <w:sz w:val="32"/>
          <w:szCs w:val="32"/>
        </w:rPr>
      </w:pPr>
    </w:p>
    <w:p w14:paraId="4DC19C4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Norah,</w:t>
      </w:r>
    </w:p>
    <w:p w14:paraId="1794701D" w14:textId="77777777" w:rsidR="000E362F" w:rsidRDefault="000E362F" w:rsidP="00801D49">
      <w:pPr>
        <w:rPr>
          <w:sz w:val="32"/>
          <w:szCs w:val="32"/>
        </w:rPr>
      </w:pPr>
    </w:p>
    <w:p w14:paraId="349DBDB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84ADCA" w14:textId="77777777" w:rsidR="000E362F" w:rsidRDefault="000E362F" w:rsidP="00801D49">
      <w:pPr>
        <w:rPr>
          <w:sz w:val="32"/>
          <w:szCs w:val="32"/>
        </w:rPr>
      </w:pPr>
    </w:p>
    <w:p w14:paraId="570BE5B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E78745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AF3AC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E135BA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818421" wp14:editId="6CB6E789">
                  <wp:extent cx="6399207" cy="3924300"/>
                  <wp:effectExtent l="0" t="0" r="1905" b="0"/>
                  <wp:docPr id="208" name="Picture 20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ED7E9" w14:textId="77777777" w:rsidR="000E362F" w:rsidRDefault="000E362F" w:rsidP="00801D49"/>
    <w:p w14:paraId="6F5DC39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Aliza Baltimore</w:t>
      </w:r>
    </w:p>
    <w:p w14:paraId="7B2619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1128 Delaware St</w:t>
      </w:r>
    </w:p>
    <w:p w14:paraId="7FB9B20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Jose, CA 95132</w:t>
      </w:r>
    </w:p>
    <w:p w14:paraId="11F0AD6A" w14:textId="77777777" w:rsidR="000E362F" w:rsidRDefault="000E362F" w:rsidP="00801D49"/>
    <w:p w14:paraId="59396564" w14:textId="77777777" w:rsidR="000E362F" w:rsidRPr="0001239D" w:rsidRDefault="000E362F" w:rsidP="00801D49">
      <w:pPr>
        <w:rPr>
          <w:sz w:val="32"/>
          <w:szCs w:val="32"/>
        </w:rPr>
      </w:pPr>
    </w:p>
    <w:p w14:paraId="09F39BC7" w14:textId="77777777" w:rsidR="000E362F" w:rsidRDefault="000E362F" w:rsidP="00801D49">
      <w:pPr>
        <w:rPr>
          <w:sz w:val="32"/>
          <w:szCs w:val="32"/>
        </w:rPr>
      </w:pPr>
    </w:p>
    <w:p w14:paraId="61ABCAB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Aliza,</w:t>
      </w:r>
    </w:p>
    <w:p w14:paraId="168D2C92" w14:textId="77777777" w:rsidR="000E362F" w:rsidRDefault="000E362F" w:rsidP="00801D49">
      <w:pPr>
        <w:rPr>
          <w:sz w:val="32"/>
          <w:szCs w:val="32"/>
        </w:rPr>
      </w:pPr>
    </w:p>
    <w:p w14:paraId="40F39F3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2F5047" w14:textId="77777777" w:rsidR="000E362F" w:rsidRDefault="000E362F" w:rsidP="00801D49">
      <w:pPr>
        <w:rPr>
          <w:sz w:val="32"/>
          <w:szCs w:val="32"/>
        </w:rPr>
      </w:pPr>
    </w:p>
    <w:p w14:paraId="7B278B1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70F95E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8FCE8E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BF74AC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DD7538" wp14:editId="2DE6C853">
                  <wp:extent cx="6399207" cy="3924300"/>
                  <wp:effectExtent l="0" t="0" r="1905" b="0"/>
                  <wp:docPr id="209" name="Picture 20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7E838F" w14:textId="77777777" w:rsidR="000E362F" w:rsidRDefault="000E362F" w:rsidP="00801D49"/>
    <w:p w14:paraId="3589E8E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Mozell Pelkowski</w:t>
      </w:r>
    </w:p>
    <w:p w14:paraId="06B8CB9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577 Parade St</w:t>
      </w:r>
    </w:p>
    <w:p w14:paraId="7A6772B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South San Francisco, CA 94080</w:t>
      </w:r>
    </w:p>
    <w:p w14:paraId="6DA8B0EB" w14:textId="77777777" w:rsidR="000E362F" w:rsidRDefault="000E362F" w:rsidP="00801D49"/>
    <w:p w14:paraId="7B980A7F" w14:textId="77777777" w:rsidR="000E362F" w:rsidRPr="0001239D" w:rsidRDefault="000E362F" w:rsidP="00801D49">
      <w:pPr>
        <w:rPr>
          <w:sz w:val="32"/>
          <w:szCs w:val="32"/>
        </w:rPr>
      </w:pPr>
    </w:p>
    <w:p w14:paraId="12D7B655" w14:textId="77777777" w:rsidR="000E362F" w:rsidRDefault="000E362F" w:rsidP="00801D49">
      <w:pPr>
        <w:rPr>
          <w:sz w:val="32"/>
          <w:szCs w:val="32"/>
        </w:rPr>
      </w:pPr>
    </w:p>
    <w:p w14:paraId="787A88A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Mozell,</w:t>
      </w:r>
    </w:p>
    <w:p w14:paraId="0FD99490" w14:textId="77777777" w:rsidR="000E362F" w:rsidRDefault="000E362F" w:rsidP="00801D49">
      <w:pPr>
        <w:rPr>
          <w:sz w:val="32"/>
          <w:szCs w:val="32"/>
        </w:rPr>
      </w:pPr>
    </w:p>
    <w:p w14:paraId="292511C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E280BB6" w14:textId="77777777" w:rsidR="000E362F" w:rsidRDefault="000E362F" w:rsidP="00801D49">
      <w:pPr>
        <w:rPr>
          <w:sz w:val="32"/>
          <w:szCs w:val="32"/>
        </w:rPr>
      </w:pPr>
    </w:p>
    <w:p w14:paraId="315607B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C7356C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6911F8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FD4822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FEFF9" wp14:editId="57C5D270">
                  <wp:extent cx="6399207" cy="3924300"/>
                  <wp:effectExtent l="0" t="0" r="1905" b="0"/>
                  <wp:docPr id="210" name="Picture 21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735B7A" w14:textId="77777777" w:rsidR="000E362F" w:rsidRDefault="000E362F" w:rsidP="00801D49"/>
    <w:p w14:paraId="5C89449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Viola Bitsuie</w:t>
      </w:r>
    </w:p>
    <w:p w14:paraId="1918421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 Mechanic St</w:t>
      </w:r>
    </w:p>
    <w:p w14:paraId="52AB8CB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Northridge, CA 91325</w:t>
      </w:r>
    </w:p>
    <w:p w14:paraId="1A435DEC" w14:textId="77777777" w:rsidR="000E362F" w:rsidRDefault="000E362F" w:rsidP="00801D49"/>
    <w:p w14:paraId="2576D4BE" w14:textId="77777777" w:rsidR="000E362F" w:rsidRPr="0001239D" w:rsidRDefault="000E362F" w:rsidP="00801D49">
      <w:pPr>
        <w:rPr>
          <w:sz w:val="32"/>
          <w:szCs w:val="32"/>
        </w:rPr>
      </w:pPr>
    </w:p>
    <w:p w14:paraId="5ACC44BA" w14:textId="77777777" w:rsidR="000E362F" w:rsidRDefault="000E362F" w:rsidP="00801D49">
      <w:pPr>
        <w:rPr>
          <w:sz w:val="32"/>
          <w:szCs w:val="32"/>
        </w:rPr>
      </w:pPr>
    </w:p>
    <w:p w14:paraId="69758D4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Viola,</w:t>
      </w:r>
    </w:p>
    <w:p w14:paraId="5DB8CFDA" w14:textId="77777777" w:rsidR="000E362F" w:rsidRDefault="000E362F" w:rsidP="00801D49">
      <w:pPr>
        <w:rPr>
          <w:sz w:val="32"/>
          <w:szCs w:val="32"/>
        </w:rPr>
      </w:pPr>
    </w:p>
    <w:p w14:paraId="160AC4D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62E8CD4" w14:textId="77777777" w:rsidR="000E362F" w:rsidRDefault="000E362F" w:rsidP="00801D49">
      <w:pPr>
        <w:rPr>
          <w:sz w:val="32"/>
          <w:szCs w:val="32"/>
        </w:rPr>
      </w:pPr>
    </w:p>
    <w:p w14:paraId="32DD6C3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38E6E7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FDBA27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A30092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6E841" wp14:editId="7EA8F015">
                  <wp:extent cx="6399207" cy="3924300"/>
                  <wp:effectExtent l="0" t="0" r="1905" b="0"/>
                  <wp:docPr id="211" name="Picture 21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F56B48" w14:textId="77777777" w:rsidR="000E362F" w:rsidRDefault="000E362F" w:rsidP="00801D49"/>
    <w:p w14:paraId="6D2162C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Franklyn Emard</w:t>
      </w:r>
    </w:p>
    <w:p w14:paraId="34D739E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4379 Highway 116</w:t>
      </w:r>
    </w:p>
    <w:p w14:paraId="3FD5CD1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19103</w:t>
      </w:r>
    </w:p>
    <w:p w14:paraId="082A4B65" w14:textId="77777777" w:rsidR="000E362F" w:rsidRDefault="000E362F" w:rsidP="00801D49"/>
    <w:p w14:paraId="599B1936" w14:textId="77777777" w:rsidR="000E362F" w:rsidRPr="0001239D" w:rsidRDefault="000E362F" w:rsidP="00801D49">
      <w:pPr>
        <w:rPr>
          <w:sz w:val="32"/>
          <w:szCs w:val="32"/>
        </w:rPr>
      </w:pPr>
    </w:p>
    <w:p w14:paraId="2E231D50" w14:textId="77777777" w:rsidR="000E362F" w:rsidRDefault="000E362F" w:rsidP="00801D49">
      <w:pPr>
        <w:rPr>
          <w:sz w:val="32"/>
          <w:szCs w:val="32"/>
        </w:rPr>
      </w:pPr>
    </w:p>
    <w:p w14:paraId="142840B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Franklyn,</w:t>
      </w:r>
    </w:p>
    <w:p w14:paraId="67482863" w14:textId="77777777" w:rsidR="000E362F" w:rsidRDefault="000E362F" w:rsidP="00801D49">
      <w:pPr>
        <w:rPr>
          <w:sz w:val="32"/>
          <w:szCs w:val="32"/>
        </w:rPr>
      </w:pPr>
    </w:p>
    <w:p w14:paraId="564251B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463EC3" w14:textId="77777777" w:rsidR="000E362F" w:rsidRDefault="000E362F" w:rsidP="00801D49">
      <w:pPr>
        <w:rPr>
          <w:sz w:val="32"/>
          <w:szCs w:val="32"/>
        </w:rPr>
      </w:pPr>
    </w:p>
    <w:p w14:paraId="26E291C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CFFA8C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FDF545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6FAD58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0F5A1A" wp14:editId="120076AF">
                  <wp:extent cx="6399207" cy="3924300"/>
                  <wp:effectExtent l="0" t="0" r="1905" b="0"/>
                  <wp:docPr id="212" name="Picture 21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390CE" w14:textId="77777777" w:rsidR="000E362F" w:rsidRDefault="000E362F" w:rsidP="00801D49"/>
    <w:p w14:paraId="34C70AC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Willodean Konopacki</w:t>
      </w:r>
    </w:p>
    <w:p w14:paraId="52F522E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55 Hawthorne Blvd</w:t>
      </w:r>
    </w:p>
    <w:p w14:paraId="2148AAA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Lafayette, LA 70506</w:t>
      </w:r>
    </w:p>
    <w:p w14:paraId="7BC754A7" w14:textId="77777777" w:rsidR="000E362F" w:rsidRDefault="000E362F" w:rsidP="00801D49"/>
    <w:p w14:paraId="29078D45" w14:textId="77777777" w:rsidR="000E362F" w:rsidRPr="0001239D" w:rsidRDefault="000E362F" w:rsidP="00801D49">
      <w:pPr>
        <w:rPr>
          <w:sz w:val="32"/>
          <w:szCs w:val="32"/>
        </w:rPr>
      </w:pPr>
    </w:p>
    <w:p w14:paraId="21C35A9F" w14:textId="77777777" w:rsidR="000E362F" w:rsidRDefault="000E362F" w:rsidP="00801D49">
      <w:pPr>
        <w:rPr>
          <w:sz w:val="32"/>
          <w:szCs w:val="32"/>
        </w:rPr>
      </w:pPr>
    </w:p>
    <w:p w14:paraId="5E78555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Willodean,</w:t>
      </w:r>
    </w:p>
    <w:p w14:paraId="496E9A56" w14:textId="77777777" w:rsidR="000E362F" w:rsidRDefault="000E362F" w:rsidP="00801D49">
      <w:pPr>
        <w:rPr>
          <w:sz w:val="32"/>
          <w:szCs w:val="32"/>
        </w:rPr>
      </w:pPr>
    </w:p>
    <w:p w14:paraId="3323A3C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4E7DD3" w14:textId="77777777" w:rsidR="000E362F" w:rsidRDefault="000E362F" w:rsidP="00801D49">
      <w:pPr>
        <w:rPr>
          <w:sz w:val="32"/>
          <w:szCs w:val="32"/>
        </w:rPr>
      </w:pPr>
    </w:p>
    <w:p w14:paraId="533E0FD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EF3C08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779D45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82E68D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D5C5E1" wp14:editId="42152C51">
                  <wp:extent cx="6399207" cy="3924300"/>
                  <wp:effectExtent l="0" t="0" r="1905" b="0"/>
                  <wp:docPr id="213" name="Picture 21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D47A61" w14:textId="77777777" w:rsidR="000E362F" w:rsidRDefault="000E362F" w:rsidP="00801D49"/>
    <w:p w14:paraId="3D67B4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Beckie Silvestrini</w:t>
      </w:r>
    </w:p>
    <w:p w14:paraId="4E8392F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7116 Western Ave</w:t>
      </w:r>
    </w:p>
    <w:p w14:paraId="28AA2E7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Dearborn, MI 48126</w:t>
      </w:r>
    </w:p>
    <w:p w14:paraId="23C4E35F" w14:textId="77777777" w:rsidR="000E362F" w:rsidRDefault="000E362F" w:rsidP="00801D49"/>
    <w:p w14:paraId="53537513" w14:textId="77777777" w:rsidR="000E362F" w:rsidRPr="0001239D" w:rsidRDefault="000E362F" w:rsidP="00801D49">
      <w:pPr>
        <w:rPr>
          <w:sz w:val="32"/>
          <w:szCs w:val="32"/>
        </w:rPr>
      </w:pPr>
    </w:p>
    <w:p w14:paraId="43BF3145" w14:textId="77777777" w:rsidR="000E362F" w:rsidRDefault="000E362F" w:rsidP="00801D49">
      <w:pPr>
        <w:rPr>
          <w:sz w:val="32"/>
          <w:szCs w:val="32"/>
        </w:rPr>
      </w:pPr>
    </w:p>
    <w:p w14:paraId="18D1F5F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Beckie,</w:t>
      </w:r>
    </w:p>
    <w:p w14:paraId="49D5CCA9" w14:textId="77777777" w:rsidR="000E362F" w:rsidRDefault="000E362F" w:rsidP="00801D49">
      <w:pPr>
        <w:rPr>
          <w:sz w:val="32"/>
          <w:szCs w:val="32"/>
        </w:rPr>
      </w:pPr>
    </w:p>
    <w:p w14:paraId="2A19579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9433BA4" w14:textId="77777777" w:rsidR="000E362F" w:rsidRDefault="000E362F" w:rsidP="00801D49">
      <w:pPr>
        <w:rPr>
          <w:sz w:val="32"/>
          <w:szCs w:val="32"/>
        </w:rPr>
      </w:pPr>
    </w:p>
    <w:p w14:paraId="1353C3F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F92B0B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806FF9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991C38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5208A0" wp14:editId="0321BCDE">
                  <wp:extent cx="6399207" cy="3924300"/>
                  <wp:effectExtent l="0" t="0" r="1905" b="0"/>
                  <wp:docPr id="214" name="Picture 21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880CC2" w14:textId="77777777" w:rsidR="000E362F" w:rsidRDefault="000E362F" w:rsidP="00801D49"/>
    <w:p w14:paraId="215E64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Rebecka Gesick</w:t>
      </w:r>
    </w:p>
    <w:p w14:paraId="3D44CC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2026 N Plankinton Ave #3</w:t>
      </w:r>
    </w:p>
    <w:p w14:paraId="1360124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Austin, TX 78754</w:t>
      </w:r>
    </w:p>
    <w:p w14:paraId="67A9099F" w14:textId="77777777" w:rsidR="000E362F" w:rsidRDefault="000E362F" w:rsidP="00801D49"/>
    <w:p w14:paraId="5AE319F0" w14:textId="77777777" w:rsidR="000E362F" w:rsidRPr="0001239D" w:rsidRDefault="000E362F" w:rsidP="00801D49">
      <w:pPr>
        <w:rPr>
          <w:sz w:val="32"/>
          <w:szCs w:val="32"/>
        </w:rPr>
      </w:pPr>
    </w:p>
    <w:p w14:paraId="5566EBB8" w14:textId="77777777" w:rsidR="000E362F" w:rsidRDefault="000E362F" w:rsidP="00801D49">
      <w:pPr>
        <w:rPr>
          <w:sz w:val="32"/>
          <w:szCs w:val="32"/>
        </w:rPr>
      </w:pPr>
    </w:p>
    <w:p w14:paraId="686DE26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Rebecka,</w:t>
      </w:r>
    </w:p>
    <w:p w14:paraId="5A92C30F" w14:textId="77777777" w:rsidR="000E362F" w:rsidRDefault="000E362F" w:rsidP="00801D49">
      <w:pPr>
        <w:rPr>
          <w:sz w:val="32"/>
          <w:szCs w:val="32"/>
        </w:rPr>
      </w:pPr>
    </w:p>
    <w:p w14:paraId="4B52012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402DB75" w14:textId="77777777" w:rsidR="000E362F" w:rsidRDefault="000E362F" w:rsidP="00801D49">
      <w:pPr>
        <w:rPr>
          <w:sz w:val="32"/>
          <w:szCs w:val="32"/>
        </w:rPr>
      </w:pPr>
    </w:p>
    <w:p w14:paraId="1CA9EA6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D913AA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2DA8F7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7848B2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5742DA" wp14:editId="6EAC737F">
                  <wp:extent cx="6399207" cy="3924300"/>
                  <wp:effectExtent l="0" t="0" r="1905" b="0"/>
                  <wp:docPr id="215" name="Picture 21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E823A" w14:textId="77777777" w:rsidR="000E362F" w:rsidRDefault="000E362F" w:rsidP="00801D49"/>
    <w:p w14:paraId="4896B5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Frederica Blunk</w:t>
      </w:r>
    </w:p>
    <w:p w14:paraId="58B162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99586 Main St</w:t>
      </w:r>
    </w:p>
    <w:p w14:paraId="281BC81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Dallas, TX 75207</w:t>
      </w:r>
    </w:p>
    <w:p w14:paraId="4CD74E01" w14:textId="77777777" w:rsidR="000E362F" w:rsidRDefault="000E362F" w:rsidP="00801D49"/>
    <w:p w14:paraId="7AD852AD" w14:textId="77777777" w:rsidR="000E362F" w:rsidRPr="0001239D" w:rsidRDefault="000E362F" w:rsidP="00801D49">
      <w:pPr>
        <w:rPr>
          <w:sz w:val="32"/>
          <w:szCs w:val="32"/>
        </w:rPr>
      </w:pPr>
    </w:p>
    <w:p w14:paraId="57E8C0A4" w14:textId="77777777" w:rsidR="000E362F" w:rsidRDefault="000E362F" w:rsidP="00801D49">
      <w:pPr>
        <w:rPr>
          <w:sz w:val="32"/>
          <w:szCs w:val="32"/>
        </w:rPr>
      </w:pPr>
    </w:p>
    <w:p w14:paraId="17332EE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Frederica,</w:t>
      </w:r>
    </w:p>
    <w:p w14:paraId="219BB0F5" w14:textId="77777777" w:rsidR="000E362F" w:rsidRDefault="000E362F" w:rsidP="00801D49">
      <w:pPr>
        <w:rPr>
          <w:sz w:val="32"/>
          <w:szCs w:val="32"/>
        </w:rPr>
      </w:pPr>
    </w:p>
    <w:p w14:paraId="6CE07AB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ACFFABE" w14:textId="77777777" w:rsidR="000E362F" w:rsidRDefault="000E362F" w:rsidP="00801D49">
      <w:pPr>
        <w:rPr>
          <w:sz w:val="32"/>
          <w:szCs w:val="32"/>
        </w:rPr>
      </w:pPr>
    </w:p>
    <w:p w14:paraId="17D3437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CECF4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026D88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EF24AA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D7B8DC" wp14:editId="36DBB527">
                  <wp:extent cx="6399207" cy="3924300"/>
                  <wp:effectExtent l="0" t="0" r="1905" b="0"/>
                  <wp:docPr id="216" name="Picture 21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4DE0F3" w14:textId="77777777" w:rsidR="000E362F" w:rsidRDefault="000E362F" w:rsidP="00801D49"/>
    <w:p w14:paraId="0FBBBA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Glen Bartolet</w:t>
      </w:r>
    </w:p>
    <w:p w14:paraId="2FF51DA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8739 Hudson St</w:t>
      </w:r>
    </w:p>
    <w:p w14:paraId="697F0F8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Vashon, WA 98070</w:t>
      </w:r>
    </w:p>
    <w:p w14:paraId="4A832D38" w14:textId="77777777" w:rsidR="000E362F" w:rsidRDefault="000E362F" w:rsidP="00801D49"/>
    <w:p w14:paraId="256A9742" w14:textId="77777777" w:rsidR="000E362F" w:rsidRPr="0001239D" w:rsidRDefault="000E362F" w:rsidP="00801D49">
      <w:pPr>
        <w:rPr>
          <w:sz w:val="32"/>
          <w:szCs w:val="32"/>
        </w:rPr>
      </w:pPr>
    </w:p>
    <w:p w14:paraId="0539979F" w14:textId="77777777" w:rsidR="000E362F" w:rsidRDefault="000E362F" w:rsidP="00801D49">
      <w:pPr>
        <w:rPr>
          <w:sz w:val="32"/>
          <w:szCs w:val="32"/>
        </w:rPr>
      </w:pPr>
    </w:p>
    <w:p w14:paraId="0D7A5DA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Glen,</w:t>
      </w:r>
    </w:p>
    <w:p w14:paraId="2A6837B9" w14:textId="77777777" w:rsidR="000E362F" w:rsidRDefault="000E362F" w:rsidP="00801D49">
      <w:pPr>
        <w:rPr>
          <w:sz w:val="32"/>
          <w:szCs w:val="32"/>
        </w:rPr>
      </w:pPr>
    </w:p>
    <w:p w14:paraId="7B2E7C6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168B26C" w14:textId="77777777" w:rsidR="000E362F" w:rsidRDefault="000E362F" w:rsidP="00801D49">
      <w:pPr>
        <w:rPr>
          <w:sz w:val="32"/>
          <w:szCs w:val="32"/>
        </w:rPr>
      </w:pPr>
    </w:p>
    <w:p w14:paraId="6891BC1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9E8A20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D5B2B4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C9DD0A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C15BDB" wp14:editId="05EDAD5D">
                  <wp:extent cx="6399207" cy="3924300"/>
                  <wp:effectExtent l="0" t="0" r="1905" b="0"/>
                  <wp:docPr id="217" name="Picture 21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991A7D" w14:textId="77777777" w:rsidR="000E362F" w:rsidRDefault="000E362F" w:rsidP="00801D49"/>
    <w:p w14:paraId="259A0E5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Freeman Gochal</w:t>
      </w:r>
    </w:p>
    <w:p w14:paraId="222607C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383 Gunderman Rd #197</w:t>
      </w:r>
    </w:p>
    <w:p w14:paraId="2805897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Coatesville, PA 19320</w:t>
      </w:r>
    </w:p>
    <w:p w14:paraId="7777F6E4" w14:textId="77777777" w:rsidR="000E362F" w:rsidRDefault="000E362F" w:rsidP="00801D49"/>
    <w:p w14:paraId="50478668" w14:textId="77777777" w:rsidR="000E362F" w:rsidRPr="0001239D" w:rsidRDefault="000E362F" w:rsidP="00801D49">
      <w:pPr>
        <w:rPr>
          <w:sz w:val="32"/>
          <w:szCs w:val="32"/>
        </w:rPr>
      </w:pPr>
    </w:p>
    <w:p w14:paraId="62FC2E1A" w14:textId="77777777" w:rsidR="000E362F" w:rsidRDefault="000E362F" w:rsidP="00801D49">
      <w:pPr>
        <w:rPr>
          <w:sz w:val="32"/>
          <w:szCs w:val="32"/>
        </w:rPr>
      </w:pPr>
    </w:p>
    <w:p w14:paraId="7F8191F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Freeman,</w:t>
      </w:r>
    </w:p>
    <w:p w14:paraId="28CA31A9" w14:textId="77777777" w:rsidR="000E362F" w:rsidRDefault="000E362F" w:rsidP="00801D49">
      <w:pPr>
        <w:rPr>
          <w:sz w:val="32"/>
          <w:szCs w:val="32"/>
        </w:rPr>
      </w:pPr>
    </w:p>
    <w:p w14:paraId="6FDFF46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DAF6B8D" w14:textId="77777777" w:rsidR="000E362F" w:rsidRDefault="000E362F" w:rsidP="00801D49">
      <w:pPr>
        <w:rPr>
          <w:sz w:val="32"/>
          <w:szCs w:val="32"/>
        </w:rPr>
      </w:pPr>
    </w:p>
    <w:p w14:paraId="4DBE0E8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F3F8F0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B60B5B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45EFEC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20833C" wp14:editId="1C573BFD">
                  <wp:extent cx="6399207" cy="3924300"/>
                  <wp:effectExtent l="0" t="0" r="1905" b="0"/>
                  <wp:docPr id="218" name="Picture 21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28FC42" w14:textId="77777777" w:rsidR="000E362F" w:rsidRDefault="000E362F" w:rsidP="00801D49"/>
    <w:p w14:paraId="07625FB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Vincent Meinerding</w:t>
      </w:r>
    </w:p>
    <w:p w14:paraId="63FE02D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4441 Point Term Mkt</w:t>
      </w:r>
    </w:p>
    <w:p w14:paraId="22BF970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19143</w:t>
      </w:r>
    </w:p>
    <w:p w14:paraId="2B126FE4" w14:textId="77777777" w:rsidR="000E362F" w:rsidRDefault="000E362F" w:rsidP="00801D49"/>
    <w:p w14:paraId="7D5B5112" w14:textId="77777777" w:rsidR="000E362F" w:rsidRPr="0001239D" w:rsidRDefault="000E362F" w:rsidP="00801D49">
      <w:pPr>
        <w:rPr>
          <w:sz w:val="32"/>
          <w:szCs w:val="32"/>
        </w:rPr>
      </w:pPr>
    </w:p>
    <w:p w14:paraId="3342182D" w14:textId="77777777" w:rsidR="000E362F" w:rsidRDefault="000E362F" w:rsidP="00801D49">
      <w:pPr>
        <w:rPr>
          <w:sz w:val="32"/>
          <w:szCs w:val="32"/>
        </w:rPr>
      </w:pPr>
    </w:p>
    <w:p w14:paraId="09A63AE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Vincent,</w:t>
      </w:r>
    </w:p>
    <w:p w14:paraId="492EB7D6" w14:textId="77777777" w:rsidR="000E362F" w:rsidRDefault="000E362F" w:rsidP="00801D49">
      <w:pPr>
        <w:rPr>
          <w:sz w:val="32"/>
          <w:szCs w:val="32"/>
        </w:rPr>
      </w:pPr>
    </w:p>
    <w:p w14:paraId="204F799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3F952F4" w14:textId="77777777" w:rsidR="000E362F" w:rsidRDefault="000E362F" w:rsidP="00801D49">
      <w:pPr>
        <w:rPr>
          <w:sz w:val="32"/>
          <w:szCs w:val="32"/>
        </w:rPr>
      </w:pPr>
    </w:p>
    <w:p w14:paraId="2EF0291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E65380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9EFBB2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C22B11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A50C4F" wp14:editId="2BD623C4">
                  <wp:extent cx="6399207" cy="3924300"/>
                  <wp:effectExtent l="0" t="0" r="1905" b="0"/>
                  <wp:docPr id="219" name="Picture 21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ECC406" w14:textId="77777777" w:rsidR="000E362F" w:rsidRDefault="000E362F" w:rsidP="00801D49"/>
    <w:p w14:paraId="2229252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Rima Bevelacqua</w:t>
      </w:r>
    </w:p>
    <w:p w14:paraId="1F83E0B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2972 Lafayette Ave</w:t>
      </w:r>
    </w:p>
    <w:p w14:paraId="21510DF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Gardena, CA 90248</w:t>
      </w:r>
    </w:p>
    <w:p w14:paraId="3D90D69B" w14:textId="77777777" w:rsidR="000E362F" w:rsidRDefault="000E362F" w:rsidP="00801D49"/>
    <w:p w14:paraId="7885BC0A" w14:textId="77777777" w:rsidR="000E362F" w:rsidRPr="0001239D" w:rsidRDefault="000E362F" w:rsidP="00801D49">
      <w:pPr>
        <w:rPr>
          <w:sz w:val="32"/>
          <w:szCs w:val="32"/>
        </w:rPr>
      </w:pPr>
    </w:p>
    <w:p w14:paraId="3D8BD3A1" w14:textId="77777777" w:rsidR="000E362F" w:rsidRDefault="000E362F" w:rsidP="00801D49">
      <w:pPr>
        <w:rPr>
          <w:sz w:val="32"/>
          <w:szCs w:val="32"/>
        </w:rPr>
      </w:pPr>
    </w:p>
    <w:p w14:paraId="3842950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Rima,</w:t>
      </w:r>
    </w:p>
    <w:p w14:paraId="6D5C7A65" w14:textId="77777777" w:rsidR="000E362F" w:rsidRDefault="000E362F" w:rsidP="00801D49">
      <w:pPr>
        <w:rPr>
          <w:sz w:val="32"/>
          <w:szCs w:val="32"/>
        </w:rPr>
      </w:pPr>
    </w:p>
    <w:p w14:paraId="0FD065C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8DCA110" w14:textId="77777777" w:rsidR="000E362F" w:rsidRDefault="000E362F" w:rsidP="00801D49">
      <w:pPr>
        <w:rPr>
          <w:sz w:val="32"/>
          <w:szCs w:val="32"/>
        </w:rPr>
      </w:pPr>
    </w:p>
    <w:p w14:paraId="531BB7A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608D0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5C665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80E405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26F3B7" wp14:editId="5E608154">
                  <wp:extent cx="6399207" cy="3924300"/>
                  <wp:effectExtent l="0" t="0" r="1905" b="0"/>
                  <wp:docPr id="220" name="Picture 22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282650" w14:textId="77777777" w:rsidR="000E362F" w:rsidRDefault="000E362F" w:rsidP="00801D49"/>
    <w:p w14:paraId="5A52BCE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Glendora Sarbacher</w:t>
      </w:r>
    </w:p>
    <w:p w14:paraId="3324DA4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2140 Diamond Blvd</w:t>
      </w:r>
    </w:p>
    <w:p w14:paraId="27D6CE2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Rohnert Park, CA 94928</w:t>
      </w:r>
    </w:p>
    <w:p w14:paraId="76AE96E2" w14:textId="77777777" w:rsidR="000E362F" w:rsidRDefault="000E362F" w:rsidP="00801D49"/>
    <w:p w14:paraId="22DF6692" w14:textId="77777777" w:rsidR="000E362F" w:rsidRPr="0001239D" w:rsidRDefault="000E362F" w:rsidP="00801D49">
      <w:pPr>
        <w:rPr>
          <w:sz w:val="32"/>
          <w:szCs w:val="32"/>
        </w:rPr>
      </w:pPr>
    </w:p>
    <w:p w14:paraId="6F6EBC4A" w14:textId="77777777" w:rsidR="000E362F" w:rsidRDefault="000E362F" w:rsidP="00801D49">
      <w:pPr>
        <w:rPr>
          <w:sz w:val="32"/>
          <w:szCs w:val="32"/>
        </w:rPr>
      </w:pPr>
    </w:p>
    <w:p w14:paraId="063A472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Glendora,</w:t>
      </w:r>
    </w:p>
    <w:p w14:paraId="04C7E50E" w14:textId="77777777" w:rsidR="000E362F" w:rsidRDefault="000E362F" w:rsidP="00801D49">
      <w:pPr>
        <w:rPr>
          <w:sz w:val="32"/>
          <w:szCs w:val="32"/>
        </w:rPr>
      </w:pPr>
    </w:p>
    <w:p w14:paraId="03AB0DA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438532E" w14:textId="77777777" w:rsidR="000E362F" w:rsidRDefault="000E362F" w:rsidP="00801D49">
      <w:pPr>
        <w:rPr>
          <w:sz w:val="32"/>
          <w:szCs w:val="32"/>
        </w:rPr>
      </w:pPr>
    </w:p>
    <w:p w14:paraId="0FDBE16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1640B0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AA0A43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607219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4E6927" wp14:editId="5624DDC0">
                  <wp:extent cx="6399207" cy="3924300"/>
                  <wp:effectExtent l="0" t="0" r="1905" b="0"/>
                  <wp:docPr id="221" name="Picture 22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C83821" w14:textId="77777777" w:rsidR="000E362F" w:rsidRDefault="000E362F" w:rsidP="00801D49"/>
    <w:p w14:paraId="4F1E30A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Avery Steier</w:t>
      </w:r>
    </w:p>
    <w:p w14:paraId="543CD79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93 Redmond Rd #492</w:t>
      </w:r>
    </w:p>
    <w:p w14:paraId="3D26EDA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Orlando, FL 32803</w:t>
      </w:r>
    </w:p>
    <w:p w14:paraId="1977216B" w14:textId="77777777" w:rsidR="000E362F" w:rsidRDefault="000E362F" w:rsidP="00801D49"/>
    <w:p w14:paraId="0A49B6E1" w14:textId="77777777" w:rsidR="000E362F" w:rsidRPr="0001239D" w:rsidRDefault="000E362F" w:rsidP="00801D49">
      <w:pPr>
        <w:rPr>
          <w:sz w:val="32"/>
          <w:szCs w:val="32"/>
        </w:rPr>
      </w:pPr>
    </w:p>
    <w:p w14:paraId="48F98145" w14:textId="77777777" w:rsidR="000E362F" w:rsidRDefault="000E362F" w:rsidP="00801D49">
      <w:pPr>
        <w:rPr>
          <w:sz w:val="32"/>
          <w:szCs w:val="32"/>
        </w:rPr>
      </w:pPr>
    </w:p>
    <w:p w14:paraId="26E1225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Avery,</w:t>
      </w:r>
    </w:p>
    <w:p w14:paraId="25F00BA6" w14:textId="77777777" w:rsidR="000E362F" w:rsidRDefault="000E362F" w:rsidP="00801D49">
      <w:pPr>
        <w:rPr>
          <w:sz w:val="32"/>
          <w:szCs w:val="32"/>
        </w:rPr>
      </w:pPr>
    </w:p>
    <w:p w14:paraId="04FBAC2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609487D" w14:textId="77777777" w:rsidR="000E362F" w:rsidRDefault="000E362F" w:rsidP="00801D49">
      <w:pPr>
        <w:rPr>
          <w:sz w:val="32"/>
          <w:szCs w:val="32"/>
        </w:rPr>
      </w:pPr>
    </w:p>
    <w:p w14:paraId="6D2EACD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2A98E3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6B315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C2CE2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5BEDC2" wp14:editId="64BD119A">
                  <wp:extent cx="6399207" cy="3924300"/>
                  <wp:effectExtent l="0" t="0" r="1905" b="0"/>
                  <wp:docPr id="222" name="Picture 22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4FBC08" w14:textId="77777777" w:rsidR="000E362F" w:rsidRDefault="000E362F" w:rsidP="00801D49"/>
    <w:p w14:paraId="39ED3CF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Cristy Lother</w:t>
      </w:r>
    </w:p>
    <w:p w14:paraId="5D47F90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3989 Portage Tr</w:t>
      </w:r>
    </w:p>
    <w:p w14:paraId="2D29C86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Escondido, CA 92025</w:t>
      </w:r>
    </w:p>
    <w:p w14:paraId="36F9F41B" w14:textId="77777777" w:rsidR="000E362F" w:rsidRDefault="000E362F" w:rsidP="00801D49"/>
    <w:p w14:paraId="2E167DBC" w14:textId="77777777" w:rsidR="000E362F" w:rsidRPr="0001239D" w:rsidRDefault="000E362F" w:rsidP="00801D49">
      <w:pPr>
        <w:rPr>
          <w:sz w:val="32"/>
          <w:szCs w:val="32"/>
        </w:rPr>
      </w:pPr>
    </w:p>
    <w:p w14:paraId="2FE26B8A" w14:textId="77777777" w:rsidR="000E362F" w:rsidRDefault="000E362F" w:rsidP="00801D49">
      <w:pPr>
        <w:rPr>
          <w:sz w:val="32"/>
          <w:szCs w:val="32"/>
        </w:rPr>
      </w:pPr>
    </w:p>
    <w:p w14:paraId="1C44699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Cristy,</w:t>
      </w:r>
    </w:p>
    <w:p w14:paraId="0793CB9B" w14:textId="77777777" w:rsidR="000E362F" w:rsidRDefault="000E362F" w:rsidP="00801D49">
      <w:pPr>
        <w:rPr>
          <w:sz w:val="32"/>
          <w:szCs w:val="32"/>
        </w:rPr>
      </w:pPr>
    </w:p>
    <w:p w14:paraId="4BF6B58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9FBD8F" w14:textId="77777777" w:rsidR="000E362F" w:rsidRDefault="000E362F" w:rsidP="00801D49">
      <w:pPr>
        <w:rPr>
          <w:sz w:val="32"/>
          <w:szCs w:val="32"/>
        </w:rPr>
      </w:pPr>
    </w:p>
    <w:p w14:paraId="553800E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0874B3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7F81B2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15EABF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5930E3" wp14:editId="2CB55C8B">
                  <wp:extent cx="6399207" cy="3924300"/>
                  <wp:effectExtent l="0" t="0" r="1905" b="0"/>
                  <wp:docPr id="223" name="Picture 22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3609F2" w14:textId="77777777" w:rsidR="000E362F" w:rsidRDefault="000E362F" w:rsidP="00801D49"/>
    <w:p w14:paraId="182868E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Nicolette Brossart</w:t>
      </w:r>
    </w:p>
    <w:p w14:paraId="614D0D2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Midway Rd</w:t>
      </w:r>
    </w:p>
    <w:p w14:paraId="63FF7E7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Westborough, MA 1581</w:t>
      </w:r>
    </w:p>
    <w:p w14:paraId="5BA2A1FF" w14:textId="77777777" w:rsidR="000E362F" w:rsidRDefault="000E362F" w:rsidP="00801D49"/>
    <w:p w14:paraId="092D9187" w14:textId="77777777" w:rsidR="000E362F" w:rsidRPr="0001239D" w:rsidRDefault="000E362F" w:rsidP="00801D49">
      <w:pPr>
        <w:rPr>
          <w:sz w:val="32"/>
          <w:szCs w:val="32"/>
        </w:rPr>
      </w:pPr>
    </w:p>
    <w:p w14:paraId="34348C02" w14:textId="77777777" w:rsidR="000E362F" w:rsidRDefault="000E362F" w:rsidP="00801D49">
      <w:pPr>
        <w:rPr>
          <w:sz w:val="32"/>
          <w:szCs w:val="32"/>
        </w:rPr>
      </w:pPr>
    </w:p>
    <w:p w14:paraId="5EEC09C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Nicolette,</w:t>
      </w:r>
    </w:p>
    <w:p w14:paraId="203F39EF" w14:textId="77777777" w:rsidR="000E362F" w:rsidRDefault="000E362F" w:rsidP="00801D49">
      <w:pPr>
        <w:rPr>
          <w:sz w:val="32"/>
          <w:szCs w:val="32"/>
        </w:rPr>
      </w:pPr>
    </w:p>
    <w:p w14:paraId="349E533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8EBA3E6" w14:textId="77777777" w:rsidR="000E362F" w:rsidRDefault="000E362F" w:rsidP="00801D49">
      <w:pPr>
        <w:rPr>
          <w:sz w:val="32"/>
          <w:szCs w:val="32"/>
        </w:rPr>
      </w:pPr>
    </w:p>
    <w:p w14:paraId="42FB818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A3E84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F77FAE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C12273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ABFF70" wp14:editId="15733558">
                  <wp:extent cx="6399207" cy="3924300"/>
                  <wp:effectExtent l="0" t="0" r="1905" b="0"/>
                  <wp:docPr id="224" name="Picture 22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E1E635" w14:textId="77777777" w:rsidR="000E362F" w:rsidRDefault="000E362F" w:rsidP="00801D49"/>
    <w:p w14:paraId="6D495B1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Tracey Modzelewski</w:t>
      </w:r>
    </w:p>
    <w:p w14:paraId="32395BE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77132 Coon Rapids Blvd Nw</w:t>
      </w:r>
    </w:p>
    <w:p w14:paraId="5D8763D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Conroe, TX 77301</w:t>
      </w:r>
    </w:p>
    <w:p w14:paraId="2E0E0E6A" w14:textId="77777777" w:rsidR="000E362F" w:rsidRDefault="000E362F" w:rsidP="00801D49"/>
    <w:p w14:paraId="6C4BD425" w14:textId="77777777" w:rsidR="000E362F" w:rsidRPr="0001239D" w:rsidRDefault="000E362F" w:rsidP="00801D49">
      <w:pPr>
        <w:rPr>
          <w:sz w:val="32"/>
          <w:szCs w:val="32"/>
        </w:rPr>
      </w:pPr>
    </w:p>
    <w:p w14:paraId="34166EE7" w14:textId="77777777" w:rsidR="000E362F" w:rsidRDefault="000E362F" w:rsidP="00801D49">
      <w:pPr>
        <w:rPr>
          <w:sz w:val="32"/>
          <w:szCs w:val="32"/>
        </w:rPr>
      </w:pPr>
    </w:p>
    <w:p w14:paraId="5BA9574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Tracey,</w:t>
      </w:r>
    </w:p>
    <w:p w14:paraId="0A8623F3" w14:textId="77777777" w:rsidR="000E362F" w:rsidRDefault="000E362F" w:rsidP="00801D49">
      <w:pPr>
        <w:rPr>
          <w:sz w:val="32"/>
          <w:szCs w:val="32"/>
        </w:rPr>
      </w:pPr>
    </w:p>
    <w:p w14:paraId="571DDCF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B3F390" w14:textId="77777777" w:rsidR="000E362F" w:rsidRDefault="000E362F" w:rsidP="00801D49">
      <w:pPr>
        <w:rPr>
          <w:sz w:val="32"/>
          <w:szCs w:val="32"/>
        </w:rPr>
      </w:pPr>
    </w:p>
    <w:p w14:paraId="2593956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9D6A1A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456676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A0531D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D239A5" wp14:editId="3EFA767D">
                  <wp:extent cx="6399207" cy="3924300"/>
                  <wp:effectExtent l="0" t="0" r="1905" b="0"/>
                  <wp:docPr id="225" name="Picture 22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C93016" w14:textId="77777777" w:rsidR="000E362F" w:rsidRDefault="000E362F" w:rsidP="00801D49"/>
    <w:p w14:paraId="3E467DC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Virgina Tegarden</w:t>
      </w:r>
    </w:p>
    <w:p w14:paraId="315427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755 Harbor Way</w:t>
      </w:r>
    </w:p>
    <w:p w14:paraId="047EAB3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Milwaukee, WI 53226</w:t>
      </w:r>
    </w:p>
    <w:p w14:paraId="0A7AFFAD" w14:textId="77777777" w:rsidR="000E362F" w:rsidRDefault="000E362F" w:rsidP="00801D49"/>
    <w:p w14:paraId="2BAF4725" w14:textId="77777777" w:rsidR="000E362F" w:rsidRPr="0001239D" w:rsidRDefault="000E362F" w:rsidP="00801D49">
      <w:pPr>
        <w:rPr>
          <w:sz w:val="32"/>
          <w:szCs w:val="32"/>
        </w:rPr>
      </w:pPr>
    </w:p>
    <w:p w14:paraId="7E49323A" w14:textId="77777777" w:rsidR="000E362F" w:rsidRDefault="000E362F" w:rsidP="00801D49">
      <w:pPr>
        <w:rPr>
          <w:sz w:val="32"/>
          <w:szCs w:val="32"/>
        </w:rPr>
      </w:pPr>
    </w:p>
    <w:p w14:paraId="5918C87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Virgina,</w:t>
      </w:r>
    </w:p>
    <w:p w14:paraId="26CF5E90" w14:textId="77777777" w:rsidR="000E362F" w:rsidRDefault="000E362F" w:rsidP="00801D49">
      <w:pPr>
        <w:rPr>
          <w:sz w:val="32"/>
          <w:szCs w:val="32"/>
        </w:rPr>
      </w:pPr>
    </w:p>
    <w:p w14:paraId="7C6B924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5D79113" w14:textId="77777777" w:rsidR="000E362F" w:rsidRDefault="000E362F" w:rsidP="00801D49">
      <w:pPr>
        <w:rPr>
          <w:sz w:val="32"/>
          <w:szCs w:val="32"/>
        </w:rPr>
      </w:pPr>
    </w:p>
    <w:p w14:paraId="79E5534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DB9A32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89288B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5B5553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A06384" wp14:editId="09168B15">
                  <wp:extent cx="6399207" cy="3924300"/>
                  <wp:effectExtent l="0" t="0" r="1905" b="0"/>
                  <wp:docPr id="226" name="Picture 22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94236F" w14:textId="77777777" w:rsidR="000E362F" w:rsidRDefault="000E362F" w:rsidP="00801D49"/>
    <w:p w14:paraId="7620275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Tiera Frankel</w:t>
      </w:r>
    </w:p>
    <w:p w14:paraId="4A91785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 Sierra Rd</w:t>
      </w:r>
    </w:p>
    <w:p w14:paraId="49C3602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El Monte, CA 91731</w:t>
      </w:r>
    </w:p>
    <w:p w14:paraId="674B8B62" w14:textId="77777777" w:rsidR="000E362F" w:rsidRDefault="000E362F" w:rsidP="00801D49"/>
    <w:p w14:paraId="582F0DAF" w14:textId="77777777" w:rsidR="000E362F" w:rsidRPr="0001239D" w:rsidRDefault="000E362F" w:rsidP="00801D49">
      <w:pPr>
        <w:rPr>
          <w:sz w:val="32"/>
          <w:szCs w:val="32"/>
        </w:rPr>
      </w:pPr>
    </w:p>
    <w:p w14:paraId="202CDFAC" w14:textId="77777777" w:rsidR="000E362F" w:rsidRDefault="000E362F" w:rsidP="00801D49">
      <w:pPr>
        <w:rPr>
          <w:sz w:val="32"/>
          <w:szCs w:val="32"/>
        </w:rPr>
      </w:pPr>
    </w:p>
    <w:p w14:paraId="748D8EF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Tiera,</w:t>
      </w:r>
    </w:p>
    <w:p w14:paraId="75B19BFF" w14:textId="77777777" w:rsidR="000E362F" w:rsidRDefault="000E362F" w:rsidP="00801D49">
      <w:pPr>
        <w:rPr>
          <w:sz w:val="32"/>
          <w:szCs w:val="32"/>
        </w:rPr>
      </w:pPr>
    </w:p>
    <w:p w14:paraId="39BA8DE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4E3CCE3" w14:textId="77777777" w:rsidR="000E362F" w:rsidRDefault="000E362F" w:rsidP="00801D49">
      <w:pPr>
        <w:rPr>
          <w:sz w:val="32"/>
          <w:szCs w:val="32"/>
        </w:rPr>
      </w:pPr>
    </w:p>
    <w:p w14:paraId="7237E9B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60F109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A3DB22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AFC405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E26D16" wp14:editId="497FB145">
                  <wp:extent cx="6399207" cy="3924300"/>
                  <wp:effectExtent l="0" t="0" r="1905" b="0"/>
                  <wp:docPr id="227" name="Picture 22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E987B8" w14:textId="77777777" w:rsidR="000E362F" w:rsidRDefault="000E362F" w:rsidP="00801D49"/>
    <w:p w14:paraId="2908851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Alaine Bergesen</w:t>
      </w:r>
    </w:p>
    <w:p w14:paraId="46E6CF1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7667 S Hulen St #42</w:t>
      </w:r>
    </w:p>
    <w:p w14:paraId="1FA3C2B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Yonkers, NY 10701</w:t>
      </w:r>
    </w:p>
    <w:p w14:paraId="68715E50" w14:textId="77777777" w:rsidR="000E362F" w:rsidRDefault="000E362F" w:rsidP="00801D49"/>
    <w:p w14:paraId="603C049E" w14:textId="77777777" w:rsidR="000E362F" w:rsidRPr="0001239D" w:rsidRDefault="000E362F" w:rsidP="00801D49">
      <w:pPr>
        <w:rPr>
          <w:sz w:val="32"/>
          <w:szCs w:val="32"/>
        </w:rPr>
      </w:pPr>
    </w:p>
    <w:p w14:paraId="798A0E44" w14:textId="77777777" w:rsidR="000E362F" w:rsidRDefault="000E362F" w:rsidP="00801D49">
      <w:pPr>
        <w:rPr>
          <w:sz w:val="32"/>
          <w:szCs w:val="32"/>
        </w:rPr>
      </w:pPr>
    </w:p>
    <w:p w14:paraId="405243F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Alaine,</w:t>
      </w:r>
    </w:p>
    <w:p w14:paraId="2F06E900" w14:textId="77777777" w:rsidR="000E362F" w:rsidRDefault="000E362F" w:rsidP="00801D49">
      <w:pPr>
        <w:rPr>
          <w:sz w:val="32"/>
          <w:szCs w:val="32"/>
        </w:rPr>
      </w:pPr>
    </w:p>
    <w:p w14:paraId="37255F4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C5A63A" w14:textId="77777777" w:rsidR="000E362F" w:rsidRDefault="000E362F" w:rsidP="00801D49">
      <w:pPr>
        <w:rPr>
          <w:sz w:val="32"/>
          <w:szCs w:val="32"/>
        </w:rPr>
      </w:pPr>
    </w:p>
    <w:p w14:paraId="4C86BAB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7B5C86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12E3E7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3D72EE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C07A75" wp14:editId="6D26C4E6">
                  <wp:extent cx="6399207" cy="3924300"/>
                  <wp:effectExtent l="0" t="0" r="1905" b="0"/>
                  <wp:docPr id="228" name="Picture 22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1E1A37" w14:textId="77777777" w:rsidR="000E362F" w:rsidRDefault="000E362F" w:rsidP="00801D49"/>
    <w:p w14:paraId="5BE08D6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Earleen Mai</w:t>
      </w:r>
    </w:p>
    <w:p w14:paraId="509E08C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75684 S Withlapopka Dr #32</w:t>
      </w:r>
    </w:p>
    <w:p w14:paraId="59C2A7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Dallas, TX 75227</w:t>
      </w:r>
    </w:p>
    <w:p w14:paraId="1BA10670" w14:textId="77777777" w:rsidR="000E362F" w:rsidRDefault="000E362F" w:rsidP="00801D49"/>
    <w:p w14:paraId="0B80B2DC" w14:textId="77777777" w:rsidR="000E362F" w:rsidRPr="0001239D" w:rsidRDefault="000E362F" w:rsidP="00801D49">
      <w:pPr>
        <w:rPr>
          <w:sz w:val="32"/>
          <w:szCs w:val="32"/>
        </w:rPr>
      </w:pPr>
    </w:p>
    <w:p w14:paraId="635A4FED" w14:textId="77777777" w:rsidR="000E362F" w:rsidRDefault="000E362F" w:rsidP="00801D49">
      <w:pPr>
        <w:rPr>
          <w:sz w:val="32"/>
          <w:szCs w:val="32"/>
        </w:rPr>
      </w:pPr>
    </w:p>
    <w:p w14:paraId="1AB9252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Earleen,</w:t>
      </w:r>
    </w:p>
    <w:p w14:paraId="4BD3B5F1" w14:textId="77777777" w:rsidR="000E362F" w:rsidRDefault="000E362F" w:rsidP="00801D49">
      <w:pPr>
        <w:rPr>
          <w:sz w:val="32"/>
          <w:szCs w:val="32"/>
        </w:rPr>
      </w:pPr>
    </w:p>
    <w:p w14:paraId="13F7B7C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152A709" w14:textId="77777777" w:rsidR="000E362F" w:rsidRDefault="000E362F" w:rsidP="00801D49">
      <w:pPr>
        <w:rPr>
          <w:sz w:val="32"/>
          <w:szCs w:val="32"/>
        </w:rPr>
      </w:pPr>
    </w:p>
    <w:p w14:paraId="7ADED84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1B73E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9E1025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3B596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5CA910" wp14:editId="14CE87E2">
                  <wp:extent cx="6399207" cy="3924300"/>
                  <wp:effectExtent l="0" t="0" r="1905" b="0"/>
                  <wp:docPr id="229" name="Picture 22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2348C8" w14:textId="77777777" w:rsidR="000E362F" w:rsidRDefault="000E362F" w:rsidP="00801D49"/>
    <w:p w14:paraId="4CABD93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Leonida Gobern</w:t>
      </w:r>
    </w:p>
    <w:p w14:paraId="77B9653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Elmwood Park Blvd</w:t>
      </w:r>
    </w:p>
    <w:p w14:paraId="1E6D562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Biloxi, MS 39530</w:t>
      </w:r>
    </w:p>
    <w:p w14:paraId="638E3E20" w14:textId="77777777" w:rsidR="000E362F" w:rsidRDefault="000E362F" w:rsidP="00801D49"/>
    <w:p w14:paraId="62F2416B" w14:textId="77777777" w:rsidR="000E362F" w:rsidRPr="0001239D" w:rsidRDefault="000E362F" w:rsidP="00801D49">
      <w:pPr>
        <w:rPr>
          <w:sz w:val="32"/>
          <w:szCs w:val="32"/>
        </w:rPr>
      </w:pPr>
    </w:p>
    <w:p w14:paraId="02C48004" w14:textId="77777777" w:rsidR="000E362F" w:rsidRDefault="000E362F" w:rsidP="00801D49">
      <w:pPr>
        <w:rPr>
          <w:sz w:val="32"/>
          <w:szCs w:val="32"/>
        </w:rPr>
      </w:pPr>
    </w:p>
    <w:p w14:paraId="476FBA4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Leonida,</w:t>
      </w:r>
    </w:p>
    <w:p w14:paraId="2449D857" w14:textId="77777777" w:rsidR="000E362F" w:rsidRDefault="000E362F" w:rsidP="00801D49">
      <w:pPr>
        <w:rPr>
          <w:sz w:val="32"/>
          <w:szCs w:val="32"/>
        </w:rPr>
      </w:pPr>
    </w:p>
    <w:p w14:paraId="3FFD41F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1D8A20E" w14:textId="77777777" w:rsidR="000E362F" w:rsidRDefault="000E362F" w:rsidP="00801D49">
      <w:pPr>
        <w:rPr>
          <w:sz w:val="32"/>
          <w:szCs w:val="32"/>
        </w:rPr>
      </w:pPr>
    </w:p>
    <w:p w14:paraId="1ECDE08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B2C8FF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A02E34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79BAB2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3F9E00" wp14:editId="6D9D48FA">
                  <wp:extent cx="6399207" cy="3924300"/>
                  <wp:effectExtent l="0" t="0" r="1905" b="0"/>
                  <wp:docPr id="230" name="Picture 23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D4B211" w14:textId="77777777" w:rsidR="000E362F" w:rsidRDefault="000E362F" w:rsidP="00801D49"/>
    <w:p w14:paraId="19C0094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Ressie Auffrey</w:t>
      </w:r>
    </w:p>
    <w:p w14:paraId="773086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23 Palo Alto Sq</w:t>
      </w:r>
    </w:p>
    <w:p w14:paraId="1BAED9D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Miami, FL 33134</w:t>
      </w:r>
    </w:p>
    <w:p w14:paraId="1DE87982" w14:textId="77777777" w:rsidR="000E362F" w:rsidRDefault="000E362F" w:rsidP="00801D49"/>
    <w:p w14:paraId="7A8A269F" w14:textId="77777777" w:rsidR="000E362F" w:rsidRPr="0001239D" w:rsidRDefault="000E362F" w:rsidP="00801D49">
      <w:pPr>
        <w:rPr>
          <w:sz w:val="32"/>
          <w:szCs w:val="32"/>
        </w:rPr>
      </w:pPr>
    </w:p>
    <w:p w14:paraId="20F89D05" w14:textId="77777777" w:rsidR="000E362F" w:rsidRDefault="000E362F" w:rsidP="00801D49">
      <w:pPr>
        <w:rPr>
          <w:sz w:val="32"/>
          <w:szCs w:val="32"/>
        </w:rPr>
      </w:pPr>
    </w:p>
    <w:p w14:paraId="7CAC9B0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Ressie,</w:t>
      </w:r>
    </w:p>
    <w:p w14:paraId="04C3A5E6" w14:textId="77777777" w:rsidR="000E362F" w:rsidRDefault="000E362F" w:rsidP="00801D49">
      <w:pPr>
        <w:rPr>
          <w:sz w:val="32"/>
          <w:szCs w:val="32"/>
        </w:rPr>
      </w:pPr>
    </w:p>
    <w:p w14:paraId="60C019E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4AFB433" w14:textId="77777777" w:rsidR="000E362F" w:rsidRDefault="000E362F" w:rsidP="00801D49">
      <w:pPr>
        <w:rPr>
          <w:sz w:val="32"/>
          <w:szCs w:val="32"/>
        </w:rPr>
      </w:pPr>
    </w:p>
    <w:p w14:paraId="23A0E23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E13421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E0C771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3DADAE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059D00" wp14:editId="6064DE57">
                  <wp:extent cx="6399207" cy="3924300"/>
                  <wp:effectExtent l="0" t="0" r="1905" b="0"/>
                  <wp:docPr id="231" name="Picture 23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4220A6" w14:textId="77777777" w:rsidR="000E362F" w:rsidRDefault="000E362F" w:rsidP="00801D49"/>
    <w:p w14:paraId="16EB51F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Justine Mugnolo</w:t>
      </w:r>
    </w:p>
    <w:p w14:paraId="5CB4BD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38062 E Main St</w:t>
      </w:r>
    </w:p>
    <w:p w14:paraId="1CCB8ED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10048</w:t>
      </w:r>
    </w:p>
    <w:p w14:paraId="4833C039" w14:textId="77777777" w:rsidR="000E362F" w:rsidRDefault="000E362F" w:rsidP="00801D49"/>
    <w:p w14:paraId="046216B0" w14:textId="77777777" w:rsidR="000E362F" w:rsidRPr="0001239D" w:rsidRDefault="000E362F" w:rsidP="00801D49">
      <w:pPr>
        <w:rPr>
          <w:sz w:val="32"/>
          <w:szCs w:val="32"/>
        </w:rPr>
      </w:pPr>
    </w:p>
    <w:p w14:paraId="420D1875" w14:textId="77777777" w:rsidR="000E362F" w:rsidRDefault="000E362F" w:rsidP="00801D49">
      <w:pPr>
        <w:rPr>
          <w:sz w:val="32"/>
          <w:szCs w:val="32"/>
        </w:rPr>
      </w:pPr>
    </w:p>
    <w:p w14:paraId="0B70150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Justine,</w:t>
      </w:r>
    </w:p>
    <w:p w14:paraId="65E35CD2" w14:textId="77777777" w:rsidR="000E362F" w:rsidRDefault="000E362F" w:rsidP="00801D49">
      <w:pPr>
        <w:rPr>
          <w:sz w:val="32"/>
          <w:szCs w:val="32"/>
        </w:rPr>
      </w:pPr>
    </w:p>
    <w:p w14:paraId="5E6CD5B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05040ED" w14:textId="77777777" w:rsidR="000E362F" w:rsidRDefault="000E362F" w:rsidP="00801D49">
      <w:pPr>
        <w:rPr>
          <w:sz w:val="32"/>
          <w:szCs w:val="32"/>
        </w:rPr>
      </w:pPr>
    </w:p>
    <w:p w14:paraId="71D77D5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2F06A1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4ED690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23CFF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B2AB8A" wp14:editId="196B913F">
                  <wp:extent cx="6399207" cy="3924300"/>
                  <wp:effectExtent l="0" t="0" r="1905" b="0"/>
                  <wp:docPr id="232" name="Picture 23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E323E2" w14:textId="77777777" w:rsidR="000E362F" w:rsidRDefault="000E362F" w:rsidP="00801D49"/>
    <w:p w14:paraId="4EE475F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Eladia Saulter</w:t>
      </w:r>
    </w:p>
    <w:p w14:paraId="2D8F191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3958 S Dupont Hwy #7</w:t>
      </w:r>
    </w:p>
    <w:p w14:paraId="65C176D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Ramsey, NJ 7446</w:t>
      </w:r>
    </w:p>
    <w:p w14:paraId="49F8215E" w14:textId="77777777" w:rsidR="000E362F" w:rsidRDefault="000E362F" w:rsidP="00801D49"/>
    <w:p w14:paraId="4F24ED23" w14:textId="77777777" w:rsidR="000E362F" w:rsidRPr="0001239D" w:rsidRDefault="000E362F" w:rsidP="00801D49">
      <w:pPr>
        <w:rPr>
          <w:sz w:val="32"/>
          <w:szCs w:val="32"/>
        </w:rPr>
      </w:pPr>
    </w:p>
    <w:p w14:paraId="56AA3753" w14:textId="77777777" w:rsidR="000E362F" w:rsidRDefault="000E362F" w:rsidP="00801D49">
      <w:pPr>
        <w:rPr>
          <w:sz w:val="32"/>
          <w:szCs w:val="32"/>
        </w:rPr>
      </w:pPr>
    </w:p>
    <w:p w14:paraId="5B193C4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Eladia,</w:t>
      </w:r>
    </w:p>
    <w:p w14:paraId="722B24F2" w14:textId="77777777" w:rsidR="000E362F" w:rsidRDefault="000E362F" w:rsidP="00801D49">
      <w:pPr>
        <w:rPr>
          <w:sz w:val="32"/>
          <w:szCs w:val="32"/>
        </w:rPr>
      </w:pPr>
    </w:p>
    <w:p w14:paraId="7C3542F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57AD1E" w14:textId="77777777" w:rsidR="000E362F" w:rsidRDefault="000E362F" w:rsidP="00801D49">
      <w:pPr>
        <w:rPr>
          <w:sz w:val="32"/>
          <w:szCs w:val="32"/>
        </w:rPr>
      </w:pPr>
    </w:p>
    <w:p w14:paraId="18991D3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0254C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32004B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57ACD3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AFD5A2" wp14:editId="4AA38716">
                  <wp:extent cx="6399207" cy="3924300"/>
                  <wp:effectExtent l="0" t="0" r="1905" b="0"/>
                  <wp:docPr id="233" name="Picture 23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6271E6" w14:textId="77777777" w:rsidR="000E362F" w:rsidRDefault="000E362F" w:rsidP="00801D49"/>
    <w:p w14:paraId="71B8309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Chaya Malvin</w:t>
      </w:r>
    </w:p>
    <w:p w14:paraId="422DC96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560 Civic Center Dr</w:t>
      </w:r>
    </w:p>
    <w:p w14:paraId="7193800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Ann Arbor, MI 48103</w:t>
      </w:r>
    </w:p>
    <w:p w14:paraId="42A46F8E" w14:textId="77777777" w:rsidR="000E362F" w:rsidRDefault="000E362F" w:rsidP="00801D49"/>
    <w:p w14:paraId="395865BD" w14:textId="77777777" w:rsidR="000E362F" w:rsidRPr="0001239D" w:rsidRDefault="000E362F" w:rsidP="00801D49">
      <w:pPr>
        <w:rPr>
          <w:sz w:val="32"/>
          <w:szCs w:val="32"/>
        </w:rPr>
      </w:pPr>
    </w:p>
    <w:p w14:paraId="0F43E49F" w14:textId="77777777" w:rsidR="000E362F" w:rsidRDefault="000E362F" w:rsidP="00801D49">
      <w:pPr>
        <w:rPr>
          <w:sz w:val="32"/>
          <w:szCs w:val="32"/>
        </w:rPr>
      </w:pPr>
    </w:p>
    <w:p w14:paraId="3AA65CE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Chaya,</w:t>
      </w:r>
    </w:p>
    <w:p w14:paraId="1B4641FD" w14:textId="77777777" w:rsidR="000E362F" w:rsidRDefault="000E362F" w:rsidP="00801D49">
      <w:pPr>
        <w:rPr>
          <w:sz w:val="32"/>
          <w:szCs w:val="32"/>
        </w:rPr>
      </w:pPr>
    </w:p>
    <w:p w14:paraId="715E525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8A9041" w14:textId="77777777" w:rsidR="000E362F" w:rsidRDefault="000E362F" w:rsidP="00801D49">
      <w:pPr>
        <w:rPr>
          <w:sz w:val="32"/>
          <w:szCs w:val="32"/>
        </w:rPr>
      </w:pPr>
    </w:p>
    <w:p w14:paraId="40CCD8C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A4B82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2EF91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39D86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822BA8" wp14:editId="62D1D5F9">
                  <wp:extent cx="6399207" cy="3924300"/>
                  <wp:effectExtent l="0" t="0" r="1905" b="0"/>
                  <wp:docPr id="234" name="Picture 23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180C14" w14:textId="77777777" w:rsidR="000E362F" w:rsidRDefault="000E362F" w:rsidP="00801D49"/>
    <w:p w14:paraId="2B9448B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Gwenn Suffield</w:t>
      </w:r>
    </w:p>
    <w:p w14:paraId="72B73CA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3270 Dequindre Rd</w:t>
      </w:r>
    </w:p>
    <w:p w14:paraId="7A9F6D4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Deer Park, NY 11729</w:t>
      </w:r>
    </w:p>
    <w:p w14:paraId="5130DC24" w14:textId="77777777" w:rsidR="000E362F" w:rsidRDefault="000E362F" w:rsidP="00801D49"/>
    <w:p w14:paraId="5A7A41B2" w14:textId="77777777" w:rsidR="000E362F" w:rsidRPr="0001239D" w:rsidRDefault="000E362F" w:rsidP="00801D49">
      <w:pPr>
        <w:rPr>
          <w:sz w:val="32"/>
          <w:szCs w:val="32"/>
        </w:rPr>
      </w:pPr>
    </w:p>
    <w:p w14:paraId="1F3723BB" w14:textId="77777777" w:rsidR="000E362F" w:rsidRDefault="000E362F" w:rsidP="00801D49">
      <w:pPr>
        <w:rPr>
          <w:sz w:val="32"/>
          <w:szCs w:val="32"/>
        </w:rPr>
      </w:pPr>
    </w:p>
    <w:p w14:paraId="21627D2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Gwenn,</w:t>
      </w:r>
    </w:p>
    <w:p w14:paraId="5A67E7D4" w14:textId="77777777" w:rsidR="000E362F" w:rsidRDefault="000E362F" w:rsidP="00801D49">
      <w:pPr>
        <w:rPr>
          <w:sz w:val="32"/>
          <w:szCs w:val="32"/>
        </w:rPr>
      </w:pPr>
    </w:p>
    <w:p w14:paraId="5F35A5B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23B81F" w14:textId="77777777" w:rsidR="000E362F" w:rsidRDefault="000E362F" w:rsidP="00801D49">
      <w:pPr>
        <w:rPr>
          <w:sz w:val="32"/>
          <w:szCs w:val="32"/>
        </w:rPr>
      </w:pPr>
    </w:p>
    <w:p w14:paraId="7D5B582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451904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59CA1F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819ECC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0A9ABC" wp14:editId="5CDED9A3">
                  <wp:extent cx="6399207" cy="3924300"/>
                  <wp:effectExtent l="0" t="0" r="1905" b="0"/>
                  <wp:docPr id="235" name="Picture 23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FDA816" w14:textId="77777777" w:rsidR="000E362F" w:rsidRDefault="000E362F" w:rsidP="00801D49"/>
    <w:p w14:paraId="422658C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Salena Karpel</w:t>
      </w:r>
    </w:p>
    <w:p w14:paraId="54282BF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Garfield Ave #7</w:t>
      </w:r>
    </w:p>
    <w:p w14:paraId="242ACD7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Canton, OH 44707</w:t>
      </w:r>
    </w:p>
    <w:p w14:paraId="19190CF3" w14:textId="77777777" w:rsidR="000E362F" w:rsidRDefault="000E362F" w:rsidP="00801D49"/>
    <w:p w14:paraId="71127B06" w14:textId="77777777" w:rsidR="000E362F" w:rsidRPr="0001239D" w:rsidRDefault="000E362F" w:rsidP="00801D49">
      <w:pPr>
        <w:rPr>
          <w:sz w:val="32"/>
          <w:szCs w:val="32"/>
        </w:rPr>
      </w:pPr>
    </w:p>
    <w:p w14:paraId="6D069096" w14:textId="77777777" w:rsidR="000E362F" w:rsidRDefault="000E362F" w:rsidP="00801D49">
      <w:pPr>
        <w:rPr>
          <w:sz w:val="32"/>
          <w:szCs w:val="32"/>
        </w:rPr>
      </w:pPr>
    </w:p>
    <w:p w14:paraId="2FE5AAA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Salena,</w:t>
      </w:r>
    </w:p>
    <w:p w14:paraId="18CF97C4" w14:textId="77777777" w:rsidR="000E362F" w:rsidRDefault="000E362F" w:rsidP="00801D49">
      <w:pPr>
        <w:rPr>
          <w:sz w:val="32"/>
          <w:szCs w:val="32"/>
        </w:rPr>
      </w:pPr>
    </w:p>
    <w:p w14:paraId="6EFDF34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F6B9430" w14:textId="77777777" w:rsidR="000E362F" w:rsidRDefault="000E362F" w:rsidP="00801D49">
      <w:pPr>
        <w:rPr>
          <w:sz w:val="32"/>
          <w:szCs w:val="32"/>
        </w:rPr>
      </w:pPr>
    </w:p>
    <w:p w14:paraId="7D20A65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89B2F1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C82B1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469DE5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503D05" wp14:editId="5D41DDDA">
                  <wp:extent cx="6399207" cy="3924300"/>
                  <wp:effectExtent l="0" t="0" r="1905" b="0"/>
                  <wp:docPr id="236" name="Picture 23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D7C132" w14:textId="77777777" w:rsidR="000E362F" w:rsidRDefault="000E362F" w:rsidP="00801D49"/>
    <w:p w14:paraId="4C1B4AD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Yoko Fishburne</w:t>
      </w:r>
    </w:p>
    <w:p w14:paraId="4E1221D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9122 Carpenter Ave</w:t>
      </w:r>
    </w:p>
    <w:p w14:paraId="28A9473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Haven, CT 6511</w:t>
      </w:r>
    </w:p>
    <w:p w14:paraId="011DEA77" w14:textId="77777777" w:rsidR="000E362F" w:rsidRDefault="000E362F" w:rsidP="00801D49"/>
    <w:p w14:paraId="73B896C4" w14:textId="77777777" w:rsidR="000E362F" w:rsidRPr="0001239D" w:rsidRDefault="000E362F" w:rsidP="00801D49">
      <w:pPr>
        <w:rPr>
          <w:sz w:val="32"/>
          <w:szCs w:val="32"/>
        </w:rPr>
      </w:pPr>
    </w:p>
    <w:p w14:paraId="0B7CDE9C" w14:textId="77777777" w:rsidR="000E362F" w:rsidRDefault="000E362F" w:rsidP="00801D49">
      <w:pPr>
        <w:rPr>
          <w:sz w:val="32"/>
          <w:szCs w:val="32"/>
        </w:rPr>
      </w:pPr>
    </w:p>
    <w:p w14:paraId="5074B9F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Yoko,</w:t>
      </w:r>
    </w:p>
    <w:p w14:paraId="291055BD" w14:textId="77777777" w:rsidR="000E362F" w:rsidRDefault="000E362F" w:rsidP="00801D49">
      <w:pPr>
        <w:rPr>
          <w:sz w:val="32"/>
          <w:szCs w:val="32"/>
        </w:rPr>
      </w:pPr>
    </w:p>
    <w:p w14:paraId="72B5EEE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89BEDF0" w14:textId="77777777" w:rsidR="000E362F" w:rsidRDefault="000E362F" w:rsidP="00801D49">
      <w:pPr>
        <w:rPr>
          <w:sz w:val="32"/>
          <w:szCs w:val="32"/>
        </w:rPr>
      </w:pPr>
    </w:p>
    <w:p w14:paraId="2103E32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2D6C1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26E731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299696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E8E9E8" wp14:editId="7C6250D4">
                  <wp:extent cx="6399207" cy="3924300"/>
                  <wp:effectExtent l="0" t="0" r="1905" b="0"/>
                  <wp:docPr id="237" name="Picture 23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1C977" w14:textId="77777777" w:rsidR="000E362F" w:rsidRDefault="000E362F" w:rsidP="00801D49"/>
    <w:p w14:paraId="20DAB61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Taryn Moyd</w:t>
      </w:r>
    </w:p>
    <w:p w14:paraId="018884B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48 Lenox St</w:t>
      </w:r>
    </w:p>
    <w:p w14:paraId="6D58640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Fairfax, VA 22030</w:t>
      </w:r>
    </w:p>
    <w:p w14:paraId="7303456D" w14:textId="77777777" w:rsidR="000E362F" w:rsidRDefault="000E362F" w:rsidP="00801D49"/>
    <w:p w14:paraId="5F8B51F8" w14:textId="77777777" w:rsidR="000E362F" w:rsidRPr="0001239D" w:rsidRDefault="000E362F" w:rsidP="00801D49">
      <w:pPr>
        <w:rPr>
          <w:sz w:val="32"/>
          <w:szCs w:val="32"/>
        </w:rPr>
      </w:pPr>
    </w:p>
    <w:p w14:paraId="7ED47C2B" w14:textId="77777777" w:rsidR="000E362F" w:rsidRDefault="000E362F" w:rsidP="00801D49">
      <w:pPr>
        <w:rPr>
          <w:sz w:val="32"/>
          <w:szCs w:val="32"/>
        </w:rPr>
      </w:pPr>
    </w:p>
    <w:p w14:paraId="38AC7F1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Taryn,</w:t>
      </w:r>
    </w:p>
    <w:p w14:paraId="4C94B720" w14:textId="77777777" w:rsidR="000E362F" w:rsidRDefault="000E362F" w:rsidP="00801D49">
      <w:pPr>
        <w:rPr>
          <w:sz w:val="32"/>
          <w:szCs w:val="32"/>
        </w:rPr>
      </w:pPr>
    </w:p>
    <w:p w14:paraId="004226B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D2DC2C" w14:textId="77777777" w:rsidR="000E362F" w:rsidRDefault="000E362F" w:rsidP="00801D49">
      <w:pPr>
        <w:rPr>
          <w:sz w:val="32"/>
          <w:szCs w:val="32"/>
        </w:rPr>
      </w:pPr>
    </w:p>
    <w:p w14:paraId="28553A3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8A7E52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B97219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0DE1A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C3D644" wp14:editId="0DFFD549">
                  <wp:extent cx="6399207" cy="3924300"/>
                  <wp:effectExtent l="0" t="0" r="1905" b="0"/>
                  <wp:docPr id="238" name="Picture 23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F111E6" w14:textId="77777777" w:rsidR="000E362F" w:rsidRDefault="000E362F" w:rsidP="00801D49"/>
    <w:p w14:paraId="1E486F3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Katina Polidori</w:t>
      </w:r>
    </w:p>
    <w:p w14:paraId="5BDE349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Little River Tpke</w:t>
      </w:r>
    </w:p>
    <w:p w14:paraId="7695635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Wilmington, MA 1887</w:t>
      </w:r>
    </w:p>
    <w:p w14:paraId="5C120269" w14:textId="77777777" w:rsidR="000E362F" w:rsidRDefault="000E362F" w:rsidP="00801D49"/>
    <w:p w14:paraId="39F35A53" w14:textId="77777777" w:rsidR="000E362F" w:rsidRPr="0001239D" w:rsidRDefault="000E362F" w:rsidP="00801D49">
      <w:pPr>
        <w:rPr>
          <w:sz w:val="32"/>
          <w:szCs w:val="32"/>
        </w:rPr>
      </w:pPr>
    </w:p>
    <w:p w14:paraId="47DCF65F" w14:textId="77777777" w:rsidR="000E362F" w:rsidRDefault="000E362F" w:rsidP="00801D49">
      <w:pPr>
        <w:rPr>
          <w:sz w:val="32"/>
          <w:szCs w:val="32"/>
        </w:rPr>
      </w:pPr>
    </w:p>
    <w:p w14:paraId="02E47AA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Katina,</w:t>
      </w:r>
    </w:p>
    <w:p w14:paraId="1241E782" w14:textId="77777777" w:rsidR="000E362F" w:rsidRDefault="000E362F" w:rsidP="00801D49">
      <w:pPr>
        <w:rPr>
          <w:sz w:val="32"/>
          <w:szCs w:val="32"/>
        </w:rPr>
      </w:pPr>
    </w:p>
    <w:p w14:paraId="055B185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2C23965" w14:textId="77777777" w:rsidR="000E362F" w:rsidRDefault="000E362F" w:rsidP="00801D49">
      <w:pPr>
        <w:rPr>
          <w:sz w:val="32"/>
          <w:szCs w:val="32"/>
        </w:rPr>
      </w:pPr>
    </w:p>
    <w:p w14:paraId="4020A57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F78B4E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19C829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4C0C04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A5F82F" wp14:editId="3C2EF26D">
                  <wp:extent cx="6399207" cy="3924300"/>
                  <wp:effectExtent l="0" t="0" r="1905" b="0"/>
                  <wp:docPr id="239" name="Picture 23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4B8453" w14:textId="77777777" w:rsidR="000E362F" w:rsidRDefault="000E362F" w:rsidP="00801D49"/>
    <w:p w14:paraId="68201BF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Rickie Plumer</w:t>
      </w:r>
    </w:p>
    <w:p w14:paraId="32DE05A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N Groesbeck Hwy</w:t>
      </w:r>
    </w:p>
    <w:p w14:paraId="0A8BF4F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Toledo, OH 43613</w:t>
      </w:r>
    </w:p>
    <w:p w14:paraId="3640A582" w14:textId="77777777" w:rsidR="000E362F" w:rsidRDefault="000E362F" w:rsidP="00801D49"/>
    <w:p w14:paraId="691A2B8A" w14:textId="77777777" w:rsidR="000E362F" w:rsidRPr="0001239D" w:rsidRDefault="000E362F" w:rsidP="00801D49">
      <w:pPr>
        <w:rPr>
          <w:sz w:val="32"/>
          <w:szCs w:val="32"/>
        </w:rPr>
      </w:pPr>
    </w:p>
    <w:p w14:paraId="2C0539A1" w14:textId="77777777" w:rsidR="000E362F" w:rsidRDefault="000E362F" w:rsidP="00801D49">
      <w:pPr>
        <w:rPr>
          <w:sz w:val="32"/>
          <w:szCs w:val="32"/>
        </w:rPr>
      </w:pPr>
    </w:p>
    <w:p w14:paraId="5F80AFE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Rickie,</w:t>
      </w:r>
    </w:p>
    <w:p w14:paraId="66E9FA27" w14:textId="77777777" w:rsidR="000E362F" w:rsidRDefault="000E362F" w:rsidP="00801D49">
      <w:pPr>
        <w:rPr>
          <w:sz w:val="32"/>
          <w:szCs w:val="32"/>
        </w:rPr>
      </w:pPr>
    </w:p>
    <w:p w14:paraId="392E88F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48C9DD" w14:textId="77777777" w:rsidR="000E362F" w:rsidRDefault="000E362F" w:rsidP="00801D49">
      <w:pPr>
        <w:rPr>
          <w:sz w:val="32"/>
          <w:szCs w:val="32"/>
        </w:rPr>
      </w:pPr>
    </w:p>
    <w:p w14:paraId="0874F93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A8A0D0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C16E2A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D2268A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1700C8" wp14:editId="3D85F9E8">
                  <wp:extent cx="6399207" cy="3924300"/>
                  <wp:effectExtent l="0" t="0" r="1905" b="0"/>
                  <wp:docPr id="240" name="Picture 24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0316A2" w14:textId="77777777" w:rsidR="000E362F" w:rsidRDefault="000E362F" w:rsidP="00801D49"/>
    <w:p w14:paraId="1288347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Alex Loader</w:t>
      </w:r>
    </w:p>
    <w:p w14:paraId="0E52B87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 N Elm St #916</w:t>
      </w:r>
    </w:p>
    <w:p w14:paraId="167C70C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Tacoma, WA 98409</w:t>
      </w:r>
    </w:p>
    <w:p w14:paraId="3EFF1BD8" w14:textId="77777777" w:rsidR="000E362F" w:rsidRDefault="000E362F" w:rsidP="00801D49"/>
    <w:p w14:paraId="5BDC04FC" w14:textId="77777777" w:rsidR="000E362F" w:rsidRPr="0001239D" w:rsidRDefault="000E362F" w:rsidP="00801D49">
      <w:pPr>
        <w:rPr>
          <w:sz w:val="32"/>
          <w:szCs w:val="32"/>
        </w:rPr>
      </w:pPr>
    </w:p>
    <w:p w14:paraId="22B81762" w14:textId="77777777" w:rsidR="000E362F" w:rsidRDefault="000E362F" w:rsidP="00801D49">
      <w:pPr>
        <w:rPr>
          <w:sz w:val="32"/>
          <w:szCs w:val="32"/>
        </w:rPr>
      </w:pPr>
    </w:p>
    <w:p w14:paraId="0B65CA4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Alex,</w:t>
      </w:r>
    </w:p>
    <w:p w14:paraId="5B0E61DB" w14:textId="77777777" w:rsidR="000E362F" w:rsidRDefault="000E362F" w:rsidP="00801D49">
      <w:pPr>
        <w:rPr>
          <w:sz w:val="32"/>
          <w:szCs w:val="32"/>
        </w:rPr>
      </w:pPr>
    </w:p>
    <w:p w14:paraId="51CCFAC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FBCA30B" w14:textId="77777777" w:rsidR="000E362F" w:rsidRDefault="000E362F" w:rsidP="00801D49">
      <w:pPr>
        <w:rPr>
          <w:sz w:val="32"/>
          <w:szCs w:val="32"/>
        </w:rPr>
      </w:pPr>
    </w:p>
    <w:p w14:paraId="42C7AA2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D8374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7EC0B8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1CD316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D11FDB" wp14:editId="0CC007F4">
                  <wp:extent cx="6399207" cy="3924300"/>
                  <wp:effectExtent l="0" t="0" r="1905" b="0"/>
                  <wp:docPr id="241" name="Picture 24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28B8B" w14:textId="77777777" w:rsidR="000E362F" w:rsidRDefault="000E362F" w:rsidP="00801D49"/>
    <w:p w14:paraId="2C305B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Lashon Vizarro</w:t>
      </w:r>
    </w:p>
    <w:p w14:paraId="56245F0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433 Westminster Blvd #590</w:t>
      </w:r>
    </w:p>
    <w:p w14:paraId="4C5F1E5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Roseville, CA 95661</w:t>
      </w:r>
    </w:p>
    <w:p w14:paraId="781B8DF3" w14:textId="77777777" w:rsidR="000E362F" w:rsidRDefault="000E362F" w:rsidP="00801D49"/>
    <w:p w14:paraId="542192C5" w14:textId="77777777" w:rsidR="000E362F" w:rsidRPr="0001239D" w:rsidRDefault="000E362F" w:rsidP="00801D49">
      <w:pPr>
        <w:rPr>
          <w:sz w:val="32"/>
          <w:szCs w:val="32"/>
        </w:rPr>
      </w:pPr>
    </w:p>
    <w:p w14:paraId="27087432" w14:textId="77777777" w:rsidR="000E362F" w:rsidRDefault="000E362F" w:rsidP="00801D49">
      <w:pPr>
        <w:rPr>
          <w:sz w:val="32"/>
          <w:szCs w:val="32"/>
        </w:rPr>
      </w:pPr>
    </w:p>
    <w:p w14:paraId="0A5E79D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Lashon,</w:t>
      </w:r>
    </w:p>
    <w:p w14:paraId="6574A7C9" w14:textId="77777777" w:rsidR="000E362F" w:rsidRDefault="000E362F" w:rsidP="00801D49">
      <w:pPr>
        <w:rPr>
          <w:sz w:val="32"/>
          <w:szCs w:val="32"/>
        </w:rPr>
      </w:pPr>
    </w:p>
    <w:p w14:paraId="4755A7D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C1459BD" w14:textId="77777777" w:rsidR="000E362F" w:rsidRDefault="000E362F" w:rsidP="00801D49">
      <w:pPr>
        <w:rPr>
          <w:sz w:val="32"/>
          <w:szCs w:val="32"/>
        </w:rPr>
      </w:pPr>
    </w:p>
    <w:p w14:paraId="73C38CC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FFDE9A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4B0F19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AF92FF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FDC4A0" wp14:editId="4B6D15AD">
                  <wp:extent cx="6399207" cy="3924300"/>
                  <wp:effectExtent l="0" t="0" r="1905" b="0"/>
                  <wp:docPr id="242" name="Picture 24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30FACF" w14:textId="77777777" w:rsidR="000E362F" w:rsidRDefault="000E362F" w:rsidP="00801D49"/>
    <w:p w14:paraId="59129F9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Lauran Burnard</w:t>
      </w:r>
    </w:p>
    <w:p w14:paraId="3A80DC7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66697 Park Pl #3224</w:t>
      </w:r>
    </w:p>
    <w:p w14:paraId="7C958F3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Riverton, WY 82501</w:t>
      </w:r>
    </w:p>
    <w:p w14:paraId="10A3818E" w14:textId="77777777" w:rsidR="000E362F" w:rsidRDefault="000E362F" w:rsidP="00801D49"/>
    <w:p w14:paraId="6BADD8F5" w14:textId="77777777" w:rsidR="000E362F" w:rsidRPr="0001239D" w:rsidRDefault="000E362F" w:rsidP="00801D49">
      <w:pPr>
        <w:rPr>
          <w:sz w:val="32"/>
          <w:szCs w:val="32"/>
        </w:rPr>
      </w:pPr>
    </w:p>
    <w:p w14:paraId="07692DF0" w14:textId="77777777" w:rsidR="000E362F" w:rsidRDefault="000E362F" w:rsidP="00801D49">
      <w:pPr>
        <w:rPr>
          <w:sz w:val="32"/>
          <w:szCs w:val="32"/>
        </w:rPr>
      </w:pPr>
    </w:p>
    <w:p w14:paraId="6913F84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Lauran,</w:t>
      </w:r>
    </w:p>
    <w:p w14:paraId="3E287616" w14:textId="77777777" w:rsidR="000E362F" w:rsidRDefault="000E362F" w:rsidP="00801D49">
      <w:pPr>
        <w:rPr>
          <w:sz w:val="32"/>
          <w:szCs w:val="32"/>
        </w:rPr>
      </w:pPr>
    </w:p>
    <w:p w14:paraId="31470FF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E3C7F1A" w14:textId="77777777" w:rsidR="000E362F" w:rsidRDefault="000E362F" w:rsidP="00801D49">
      <w:pPr>
        <w:rPr>
          <w:sz w:val="32"/>
          <w:szCs w:val="32"/>
        </w:rPr>
      </w:pPr>
    </w:p>
    <w:p w14:paraId="41E4D26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68779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367440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CC16C5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E568BD" wp14:editId="25EFDACD">
                  <wp:extent cx="6399207" cy="3924300"/>
                  <wp:effectExtent l="0" t="0" r="1905" b="0"/>
                  <wp:docPr id="243" name="Picture 24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AA2825" w14:textId="77777777" w:rsidR="000E362F" w:rsidRDefault="000E362F" w:rsidP="00801D49"/>
    <w:p w14:paraId="59D2FE9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Ceola Setter</w:t>
      </w:r>
    </w:p>
    <w:p w14:paraId="0E7DB6F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96263 Greenwood Pl</w:t>
      </w:r>
    </w:p>
    <w:p w14:paraId="07E08F2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Warren, ME 4864</w:t>
      </w:r>
    </w:p>
    <w:p w14:paraId="4CE07CD8" w14:textId="77777777" w:rsidR="000E362F" w:rsidRDefault="000E362F" w:rsidP="00801D49"/>
    <w:p w14:paraId="5B2254B7" w14:textId="77777777" w:rsidR="000E362F" w:rsidRPr="0001239D" w:rsidRDefault="000E362F" w:rsidP="00801D49">
      <w:pPr>
        <w:rPr>
          <w:sz w:val="32"/>
          <w:szCs w:val="32"/>
        </w:rPr>
      </w:pPr>
    </w:p>
    <w:p w14:paraId="4F18E00C" w14:textId="77777777" w:rsidR="000E362F" w:rsidRDefault="000E362F" w:rsidP="00801D49">
      <w:pPr>
        <w:rPr>
          <w:sz w:val="32"/>
          <w:szCs w:val="32"/>
        </w:rPr>
      </w:pPr>
    </w:p>
    <w:p w14:paraId="085817F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Ceola,</w:t>
      </w:r>
    </w:p>
    <w:p w14:paraId="369BE58D" w14:textId="77777777" w:rsidR="000E362F" w:rsidRDefault="000E362F" w:rsidP="00801D49">
      <w:pPr>
        <w:rPr>
          <w:sz w:val="32"/>
          <w:szCs w:val="32"/>
        </w:rPr>
      </w:pPr>
    </w:p>
    <w:p w14:paraId="15C21A0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6C72A7" w14:textId="77777777" w:rsidR="000E362F" w:rsidRDefault="000E362F" w:rsidP="00801D49">
      <w:pPr>
        <w:rPr>
          <w:sz w:val="32"/>
          <w:szCs w:val="32"/>
        </w:rPr>
      </w:pPr>
    </w:p>
    <w:p w14:paraId="257745C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BBD170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15838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029F7D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A9B087" wp14:editId="71E624E0">
                  <wp:extent cx="6399207" cy="3924300"/>
                  <wp:effectExtent l="0" t="0" r="1905" b="0"/>
                  <wp:docPr id="244" name="Picture 24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633053" w14:textId="77777777" w:rsidR="000E362F" w:rsidRDefault="000E362F" w:rsidP="00801D49"/>
    <w:p w14:paraId="5941C42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My Rantanen</w:t>
      </w:r>
    </w:p>
    <w:p w14:paraId="4B10055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Mcarthur Ln</w:t>
      </w:r>
    </w:p>
    <w:p w14:paraId="40AA5C6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Richboro, PA 18954</w:t>
      </w:r>
    </w:p>
    <w:p w14:paraId="62A8E923" w14:textId="77777777" w:rsidR="000E362F" w:rsidRDefault="000E362F" w:rsidP="00801D49"/>
    <w:p w14:paraId="0504C341" w14:textId="77777777" w:rsidR="000E362F" w:rsidRPr="0001239D" w:rsidRDefault="000E362F" w:rsidP="00801D49">
      <w:pPr>
        <w:rPr>
          <w:sz w:val="32"/>
          <w:szCs w:val="32"/>
        </w:rPr>
      </w:pPr>
    </w:p>
    <w:p w14:paraId="22C3386E" w14:textId="77777777" w:rsidR="000E362F" w:rsidRDefault="000E362F" w:rsidP="00801D49">
      <w:pPr>
        <w:rPr>
          <w:sz w:val="32"/>
          <w:szCs w:val="32"/>
        </w:rPr>
      </w:pPr>
    </w:p>
    <w:p w14:paraId="3658A70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My,</w:t>
      </w:r>
    </w:p>
    <w:p w14:paraId="020DAECA" w14:textId="77777777" w:rsidR="000E362F" w:rsidRDefault="000E362F" w:rsidP="00801D49">
      <w:pPr>
        <w:rPr>
          <w:sz w:val="32"/>
          <w:szCs w:val="32"/>
        </w:rPr>
      </w:pPr>
    </w:p>
    <w:p w14:paraId="61F721A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D3965B" w14:textId="77777777" w:rsidR="000E362F" w:rsidRDefault="000E362F" w:rsidP="00801D49">
      <w:pPr>
        <w:rPr>
          <w:sz w:val="32"/>
          <w:szCs w:val="32"/>
        </w:rPr>
      </w:pPr>
    </w:p>
    <w:p w14:paraId="303C0DD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AEC5A8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95A156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58FFC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218CB4" wp14:editId="131F9B74">
                  <wp:extent cx="6399207" cy="3924300"/>
                  <wp:effectExtent l="0" t="0" r="1905" b="0"/>
                  <wp:docPr id="245" name="Picture 24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F386D5" w14:textId="77777777" w:rsidR="000E362F" w:rsidRDefault="000E362F" w:rsidP="00801D49"/>
    <w:p w14:paraId="0C88434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Lorrine Worlds</w:t>
      </w:r>
    </w:p>
    <w:p w14:paraId="62894FC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Fair Lawn Ave</w:t>
      </w:r>
    </w:p>
    <w:p w14:paraId="48C6A1D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Tampa, FL 33614</w:t>
      </w:r>
    </w:p>
    <w:p w14:paraId="073AB9ED" w14:textId="77777777" w:rsidR="000E362F" w:rsidRDefault="000E362F" w:rsidP="00801D49"/>
    <w:p w14:paraId="72FB7B42" w14:textId="77777777" w:rsidR="000E362F" w:rsidRPr="0001239D" w:rsidRDefault="000E362F" w:rsidP="00801D49">
      <w:pPr>
        <w:rPr>
          <w:sz w:val="32"/>
          <w:szCs w:val="32"/>
        </w:rPr>
      </w:pPr>
    </w:p>
    <w:p w14:paraId="34B47BBA" w14:textId="77777777" w:rsidR="000E362F" w:rsidRDefault="000E362F" w:rsidP="00801D49">
      <w:pPr>
        <w:rPr>
          <w:sz w:val="32"/>
          <w:szCs w:val="32"/>
        </w:rPr>
      </w:pPr>
    </w:p>
    <w:p w14:paraId="0AFB660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Lorrine,</w:t>
      </w:r>
    </w:p>
    <w:p w14:paraId="698559F4" w14:textId="77777777" w:rsidR="000E362F" w:rsidRDefault="000E362F" w:rsidP="00801D49">
      <w:pPr>
        <w:rPr>
          <w:sz w:val="32"/>
          <w:szCs w:val="32"/>
        </w:rPr>
      </w:pPr>
    </w:p>
    <w:p w14:paraId="3BD8CFD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7A9472B" w14:textId="77777777" w:rsidR="000E362F" w:rsidRDefault="000E362F" w:rsidP="00801D49">
      <w:pPr>
        <w:rPr>
          <w:sz w:val="32"/>
          <w:szCs w:val="32"/>
        </w:rPr>
      </w:pPr>
    </w:p>
    <w:p w14:paraId="041BDF9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C5E5D3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952877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B2A858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9B5E3F" wp14:editId="697B7E10">
                  <wp:extent cx="6399207" cy="3924300"/>
                  <wp:effectExtent l="0" t="0" r="1905" b="0"/>
                  <wp:docPr id="246" name="Picture 24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244CED" w14:textId="77777777" w:rsidR="000E362F" w:rsidRDefault="000E362F" w:rsidP="00801D49"/>
    <w:p w14:paraId="01A818D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Peggie Sturiale</w:t>
      </w:r>
    </w:p>
    <w:p w14:paraId="28CC88A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N 14th St</w:t>
      </w:r>
    </w:p>
    <w:p w14:paraId="49A3452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El Cajon, CA 92020</w:t>
      </w:r>
    </w:p>
    <w:p w14:paraId="17A02639" w14:textId="77777777" w:rsidR="000E362F" w:rsidRDefault="000E362F" w:rsidP="00801D49"/>
    <w:p w14:paraId="75E7140C" w14:textId="77777777" w:rsidR="000E362F" w:rsidRPr="0001239D" w:rsidRDefault="000E362F" w:rsidP="00801D49">
      <w:pPr>
        <w:rPr>
          <w:sz w:val="32"/>
          <w:szCs w:val="32"/>
        </w:rPr>
      </w:pPr>
    </w:p>
    <w:p w14:paraId="3CF90B2B" w14:textId="77777777" w:rsidR="000E362F" w:rsidRDefault="000E362F" w:rsidP="00801D49">
      <w:pPr>
        <w:rPr>
          <w:sz w:val="32"/>
          <w:szCs w:val="32"/>
        </w:rPr>
      </w:pPr>
    </w:p>
    <w:p w14:paraId="392E3F5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Peggie,</w:t>
      </w:r>
    </w:p>
    <w:p w14:paraId="3E41F5AE" w14:textId="77777777" w:rsidR="000E362F" w:rsidRDefault="000E362F" w:rsidP="00801D49">
      <w:pPr>
        <w:rPr>
          <w:sz w:val="32"/>
          <w:szCs w:val="32"/>
        </w:rPr>
      </w:pPr>
    </w:p>
    <w:p w14:paraId="037AE9B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D6481E6" w14:textId="77777777" w:rsidR="000E362F" w:rsidRDefault="000E362F" w:rsidP="00801D49">
      <w:pPr>
        <w:rPr>
          <w:sz w:val="32"/>
          <w:szCs w:val="32"/>
        </w:rPr>
      </w:pPr>
    </w:p>
    <w:p w14:paraId="33D8106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FADE1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FA6BA7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D2716E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A00A39" wp14:editId="33B50174">
                  <wp:extent cx="6399207" cy="3924300"/>
                  <wp:effectExtent l="0" t="0" r="1905" b="0"/>
                  <wp:docPr id="247" name="Picture 24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4C65A3" w14:textId="77777777" w:rsidR="000E362F" w:rsidRDefault="000E362F" w:rsidP="00801D49"/>
    <w:p w14:paraId="2FE3E21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Marvel Raymo</w:t>
      </w:r>
    </w:p>
    <w:p w14:paraId="5465C8A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Vanowen St</w:t>
      </w:r>
    </w:p>
    <w:p w14:paraId="5FCF73E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College Station, TX 77840</w:t>
      </w:r>
    </w:p>
    <w:p w14:paraId="349E3877" w14:textId="77777777" w:rsidR="000E362F" w:rsidRDefault="000E362F" w:rsidP="00801D49"/>
    <w:p w14:paraId="34E8F503" w14:textId="77777777" w:rsidR="000E362F" w:rsidRPr="0001239D" w:rsidRDefault="000E362F" w:rsidP="00801D49">
      <w:pPr>
        <w:rPr>
          <w:sz w:val="32"/>
          <w:szCs w:val="32"/>
        </w:rPr>
      </w:pPr>
    </w:p>
    <w:p w14:paraId="680C4E60" w14:textId="77777777" w:rsidR="000E362F" w:rsidRDefault="000E362F" w:rsidP="00801D49">
      <w:pPr>
        <w:rPr>
          <w:sz w:val="32"/>
          <w:szCs w:val="32"/>
        </w:rPr>
      </w:pPr>
    </w:p>
    <w:p w14:paraId="3B27B45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Marvel,</w:t>
      </w:r>
    </w:p>
    <w:p w14:paraId="7D3EEE15" w14:textId="77777777" w:rsidR="000E362F" w:rsidRDefault="000E362F" w:rsidP="00801D49">
      <w:pPr>
        <w:rPr>
          <w:sz w:val="32"/>
          <w:szCs w:val="32"/>
        </w:rPr>
      </w:pPr>
    </w:p>
    <w:p w14:paraId="7240927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23FBC5E" w14:textId="77777777" w:rsidR="000E362F" w:rsidRDefault="000E362F" w:rsidP="00801D49">
      <w:pPr>
        <w:rPr>
          <w:sz w:val="32"/>
          <w:szCs w:val="32"/>
        </w:rPr>
      </w:pPr>
    </w:p>
    <w:p w14:paraId="522A339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80A391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C01F8D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B3C1BC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058353" wp14:editId="688BEC3A">
                  <wp:extent cx="6399207" cy="3924300"/>
                  <wp:effectExtent l="0" t="0" r="1905" b="0"/>
                  <wp:docPr id="248" name="Picture 24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B3D9ED" w14:textId="77777777" w:rsidR="000E362F" w:rsidRDefault="000E362F" w:rsidP="00801D49"/>
    <w:p w14:paraId="48BC04B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Daron Dinos</w:t>
      </w:r>
    </w:p>
    <w:p w14:paraId="700D62A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 Waterloo Geneva Rd</w:t>
      </w:r>
    </w:p>
    <w:p w14:paraId="4C8E9BC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Highland Park, IL 60035</w:t>
      </w:r>
    </w:p>
    <w:p w14:paraId="15FAE58E" w14:textId="77777777" w:rsidR="000E362F" w:rsidRDefault="000E362F" w:rsidP="00801D49"/>
    <w:p w14:paraId="55453E45" w14:textId="77777777" w:rsidR="000E362F" w:rsidRPr="0001239D" w:rsidRDefault="000E362F" w:rsidP="00801D49">
      <w:pPr>
        <w:rPr>
          <w:sz w:val="32"/>
          <w:szCs w:val="32"/>
        </w:rPr>
      </w:pPr>
    </w:p>
    <w:p w14:paraId="5C72B40F" w14:textId="77777777" w:rsidR="000E362F" w:rsidRDefault="000E362F" w:rsidP="00801D49">
      <w:pPr>
        <w:rPr>
          <w:sz w:val="32"/>
          <w:szCs w:val="32"/>
        </w:rPr>
      </w:pPr>
    </w:p>
    <w:p w14:paraId="377278D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Daron,</w:t>
      </w:r>
    </w:p>
    <w:p w14:paraId="3D93B92F" w14:textId="77777777" w:rsidR="000E362F" w:rsidRDefault="000E362F" w:rsidP="00801D49">
      <w:pPr>
        <w:rPr>
          <w:sz w:val="32"/>
          <w:szCs w:val="32"/>
        </w:rPr>
      </w:pPr>
    </w:p>
    <w:p w14:paraId="6734266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B30215" w14:textId="77777777" w:rsidR="000E362F" w:rsidRDefault="000E362F" w:rsidP="00801D49">
      <w:pPr>
        <w:rPr>
          <w:sz w:val="32"/>
          <w:szCs w:val="32"/>
        </w:rPr>
      </w:pPr>
    </w:p>
    <w:p w14:paraId="2C63BB5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916DF0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D61700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D771B5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F26E8C" wp14:editId="2187C5E8">
                  <wp:extent cx="6399207" cy="3924300"/>
                  <wp:effectExtent l="0" t="0" r="1905" b="0"/>
                  <wp:docPr id="249" name="Picture 24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1309E4" w14:textId="77777777" w:rsidR="000E362F" w:rsidRDefault="000E362F" w:rsidP="00801D49"/>
    <w:p w14:paraId="4B6F51C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 Fritz</w:t>
      </w:r>
    </w:p>
    <w:p w14:paraId="08A068D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506 S Hacienda Dr</w:t>
      </w:r>
    </w:p>
    <w:p w14:paraId="0CE24F5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Atlantic City, NJ 8401</w:t>
      </w:r>
    </w:p>
    <w:p w14:paraId="610A19D6" w14:textId="77777777" w:rsidR="000E362F" w:rsidRDefault="000E362F" w:rsidP="00801D49"/>
    <w:p w14:paraId="5B8E1C27" w14:textId="77777777" w:rsidR="000E362F" w:rsidRPr="0001239D" w:rsidRDefault="000E362F" w:rsidP="00801D49">
      <w:pPr>
        <w:rPr>
          <w:sz w:val="32"/>
          <w:szCs w:val="32"/>
        </w:rPr>
      </w:pPr>
    </w:p>
    <w:p w14:paraId="75DAF635" w14:textId="77777777" w:rsidR="000E362F" w:rsidRDefault="000E362F" w:rsidP="00801D49">
      <w:pPr>
        <w:rPr>
          <w:sz w:val="32"/>
          <w:szCs w:val="32"/>
        </w:rPr>
      </w:pPr>
    </w:p>
    <w:p w14:paraId="6C243AA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An,</w:t>
      </w:r>
    </w:p>
    <w:p w14:paraId="44E9F134" w14:textId="77777777" w:rsidR="000E362F" w:rsidRDefault="000E362F" w:rsidP="00801D49">
      <w:pPr>
        <w:rPr>
          <w:sz w:val="32"/>
          <w:szCs w:val="32"/>
        </w:rPr>
      </w:pPr>
    </w:p>
    <w:p w14:paraId="5DD7331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3CF6248" w14:textId="77777777" w:rsidR="000E362F" w:rsidRDefault="000E362F" w:rsidP="00801D49">
      <w:pPr>
        <w:rPr>
          <w:sz w:val="32"/>
          <w:szCs w:val="32"/>
        </w:rPr>
      </w:pPr>
    </w:p>
    <w:p w14:paraId="65FA19B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6B9EFE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65077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6354A0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C00EF9" wp14:editId="130B616B">
                  <wp:extent cx="6399207" cy="3924300"/>
                  <wp:effectExtent l="0" t="0" r="1905" b="0"/>
                  <wp:docPr id="250" name="Picture 25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DB564A" w14:textId="77777777" w:rsidR="000E362F" w:rsidRDefault="000E362F" w:rsidP="00801D49"/>
    <w:p w14:paraId="0C8A1F5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Portia Stimmel</w:t>
      </w:r>
    </w:p>
    <w:p w14:paraId="29E1FB6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3732 Sherman Ave</w:t>
      </w:r>
    </w:p>
    <w:p w14:paraId="5D76058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Bridgewater, NJ 8807</w:t>
      </w:r>
    </w:p>
    <w:p w14:paraId="13BF73A6" w14:textId="77777777" w:rsidR="000E362F" w:rsidRDefault="000E362F" w:rsidP="00801D49"/>
    <w:p w14:paraId="32C46C17" w14:textId="77777777" w:rsidR="000E362F" w:rsidRPr="0001239D" w:rsidRDefault="000E362F" w:rsidP="00801D49">
      <w:pPr>
        <w:rPr>
          <w:sz w:val="32"/>
          <w:szCs w:val="32"/>
        </w:rPr>
      </w:pPr>
    </w:p>
    <w:p w14:paraId="34737E74" w14:textId="77777777" w:rsidR="000E362F" w:rsidRDefault="000E362F" w:rsidP="00801D49">
      <w:pPr>
        <w:rPr>
          <w:sz w:val="32"/>
          <w:szCs w:val="32"/>
        </w:rPr>
      </w:pPr>
    </w:p>
    <w:p w14:paraId="4DC708A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Portia,</w:t>
      </w:r>
    </w:p>
    <w:p w14:paraId="67A3A058" w14:textId="77777777" w:rsidR="000E362F" w:rsidRDefault="000E362F" w:rsidP="00801D49">
      <w:pPr>
        <w:rPr>
          <w:sz w:val="32"/>
          <w:szCs w:val="32"/>
        </w:rPr>
      </w:pPr>
    </w:p>
    <w:p w14:paraId="0B4B3A3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053F8C" w14:textId="77777777" w:rsidR="000E362F" w:rsidRDefault="000E362F" w:rsidP="00801D49">
      <w:pPr>
        <w:rPr>
          <w:sz w:val="32"/>
          <w:szCs w:val="32"/>
        </w:rPr>
      </w:pPr>
    </w:p>
    <w:p w14:paraId="4463C97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334610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DD2EA2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B7BF78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A4FC32" wp14:editId="726BD816">
                  <wp:extent cx="6399207" cy="3924300"/>
                  <wp:effectExtent l="0" t="0" r="1905" b="0"/>
                  <wp:docPr id="251" name="Picture 25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6DAF49" w14:textId="77777777" w:rsidR="000E362F" w:rsidRDefault="000E362F" w:rsidP="00801D49"/>
    <w:p w14:paraId="3DEA6A8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Rhea Aredondo</w:t>
      </w:r>
    </w:p>
    <w:p w14:paraId="65064D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25657 Live Oak St</w:t>
      </w:r>
    </w:p>
    <w:p w14:paraId="3DD192D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Brooklyn, NY 11226</w:t>
      </w:r>
    </w:p>
    <w:p w14:paraId="2BFC1216" w14:textId="77777777" w:rsidR="000E362F" w:rsidRDefault="000E362F" w:rsidP="00801D49"/>
    <w:p w14:paraId="004E9BC1" w14:textId="77777777" w:rsidR="000E362F" w:rsidRPr="0001239D" w:rsidRDefault="000E362F" w:rsidP="00801D49">
      <w:pPr>
        <w:rPr>
          <w:sz w:val="32"/>
          <w:szCs w:val="32"/>
        </w:rPr>
      </w:pPr>
    </w:p>
    <w:p w14:paraId="62B9F2B5" w14:textId="77777777" w:rsidR="000E362F" w:rsidRDefault="000E362F" w:rsidP="00801D49">
      <w:pPr>
        <w:rPr>
          <w:sz w:val="32"/>
          <w:szCs w:val="32"/>
        </w:rPr>
      </w:pPr>
    </w:p>
    <w:p w14:paraId="12A1016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Rhea,</w:t>
      </w:r>
    </w:p>
    <w:p w14:paraId="45C02ACE" w14:textId="77777777" w:rsidR="000E362F" w:rsidRDefault="000E362F" w:rsidP="00801D49">
      <w:pPr>
        <w:rPr>
          <w:sz w:val="32"/>
          <w:szCs w:val="32"/>
        </w:rPr>
      </w:pPr>
    </w:p>
    <w:p w14:paraId="7836FED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0DC8946" w14:textId="77777777" w:rsidR="000E362F" w:rsidRDefault="000E362F" w:rsidP="00801D49">
      <w:pPr>
        <w:rPr>
          <w:sz w:val="32"/>
          <w:szCs w:val="32"/>
        </w:rPr>
      </w:pPr>
    </w:p>
    <w:p w14:paraId="578B41B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465942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22CC03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7F1614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4DC099" wp14:editId="77E28A1E">
                  <wp:extent cx="6399207" cy="3924300"/>
                  <wp:effectExtent l="0" t="0" r="1905" b="0"/>
                  <wp:docPr id="252" name="Picture 25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D71ABB" w14:textId="77777777" w:rsidR="000E362F" w:rsidRDefault="000E362F" w:rsidP="00801D49"/>
    <w:p w14:paraId="3C29517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Benedict Sama</w:t>
      </w:r>
    </w:p>
    <w:p w14:paraId="18276B1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4923 Carey Ave</w:t>
      </w:r>
    </w:p>
    <w:p w14:paraId="3B4547C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Saint Louis, MO 63104</w:t>
      </w:r>
    </w:p>
    <w:p w14:paraId="6BDF43A7" w14:textId="77777777" w:rsidR="000E362F" w:rsidRDefault="000E362F" w:rsidP="00801D49"/>
    <w:p w14:paraId="6F335DDE" w14:textId="77777777" w:rsidR="000E362F" w:rsidRPr="0001239D" w:rsidRDefault="000E362F" w:rsidP="00801D49">
      <w:pPr>
        <w:rPr>
          <w:sz w:val="32"/>
          <w:szCs w:val="32"/>
        </w:rPr>
      </w:pPr>
    </w:p>
    <w:p w14:paraId="20A505C3" w14:textId="77777777" w:rsidR="000E362F" w:rsidRDefault="000E362F" w:rsidP="00801D49">
      <w:pPr>
        <w:rPr>
          <w:sz w:val="32"/>
          <w:szCs w:val="32"/>
        </w:rPr>
      </w:pPr>
    </w:p>
    <w:p w14:paraId="75DAC3E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Benedict,</w:t>
      </w:r>
    </w:p>
    <w:p w14:paraId="649A92B7" w14:textId="77777777" w:rsidR="000E362F" w:rsidRDefault="000E362F" w:rsidP="00801D49">
      <w:pPr>
        <w:rPr>
          <w:sz w:val="32"/>
          <w:szCs w:val="32"/>
        </w:rPr>
      </w:pPr>
    </w:p>
    <w:p w14:paraId="18FB650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F5E87C3" w14:textId="77777777" w:rsidR="000E362F" w:rsidRDefault="000E362F" w:rsidP="00801D49">
      <w:pPr>
        <w:rPr>
          <w:sz w:val="32"/>
          <w:szCs w:val="32"/>
        </w:rPr>
      </w:pPr>
    </w:p>
    <w:p w14:paraId="688B511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3B2553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34414F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B7CF15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D98740" wp14:editId="5C2680E2">
                  <wp:extent cx="6399207" cy="3924300"/>
                  <wp:effectExtent l="0" t="0" r="1905" b="0"/>
                  <wp:docPr id="253" name="Picture 25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5FB17" w14:textId="77777777" w:rsidR="000E362F" w:rsidRDefault="000E362F" w:rsidP="00801D49"/>
    <w:p w14:paraId="32DE586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Alyce Arias</w:t>
      </w:r>
    </w:p>
    <w:p w14:paraId="16F33AD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3196 S Rider Trl</w:t>
      </w:r>
    </w:p>
    <w:p w14:paraId="0C2543D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Stockton, CA 95207</w:t>
      </w:r>
    </w:p>
    <w:p w14:paraId="0CA9557F" w14:textId="77777777" w:rsidR="000E362F" w:rsidRDefault="000E362F" w:rsidP="00801D49"/>
    <w:p w14:paraId="5741A54E" w14:textId="77777777" w:rsidR="000E362F" w:rsidRPr="0001239D" w:rsidRDefault="000E362F" w:rsidP="00801D49">
      <w:pPr>
        <w:rPr>
          <w:sz w:val="32"/>
          <w:szCs w:val="32"/>
        </w:rPr>
      </w:pPr>
    </w:p>
    <w:p w14:paraId="0C6F75B5" w14:textId="77777777" w:rsidR="000E362F" w:rsidRDefault="000E362F" w:rsidP="00801D49">
      <w:pPr>
        <w:rPr>
          <w:sz w:val="32"/>
          <w:szCs w:val="32"/>
        </w:rPr>
      </w:pPr>
    </w:p>
    <w:p w14:paraId="2B03687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Alyce,</w:t>
      </w:r>
    </w:p>
    <w:p w14:paraId="3CCB4A30" w14:textId="77777777" w:rsidR="000E362F" w:rsidRDefault="000E362F" w:rsidP="00801D49">
      <w:pPr>
        <w:rPr>
          <w:sz w:val="32"/>
          <w:szCs w:val="32"/>
        </w:rPr>
      </w:pPr>
    </w:p>
    <w:p w14:paraId="5DE9ECA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298F7F" w14:textId="77777777" w:rsidR="000E362F" w:rsidRDefault="000E362F" w:rsidP="00801D49">
      <w:pPr>
        <w:rPr>
          <w:sz w:val="32"/>
          <w:szCs w:val="32"/>
        </w:rPr>
      </w:pPr>
    </w:p>
    <w:p w14:paraId="3F72F57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840D47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83166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A22BB9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2B47C0" wp14:editId="336C6EF0">
                  <wp:extent cx="6399207" cy="3924300"/>
                  <wp:effectExtent l="0" t="0" r="1905" b="0"/>
                  <wp:docPr id="254" name="Picture 25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FE3325" w14:textId="77777777" w:rsidR="000E362F" w:rsidRDefault="000E362F" w:rsidP="00801D49"/>
    <w:p w14:paraId="6EFCFD3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Heike Berganza</w:t>
      </w:r>
    </w:p>
    <w:p w14:paraId="7A8AFA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Railway Ave #75</w:t>
      </w:r>
    </w:p>
    <w:p w14:paraId="40BF94A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Little Falls, NJ 7424</w:t>
      </w:r>
    </w:p>
    <w:p w14:paraId="10B630AC" w14:textId="77777777" w:rsidR="000E362F" w:rsidRDefault="000E362F" w:rsidP="00801D49"/>
    <w:p w14:paraId="3875E8D6" w14:textId="77777777" w:rsidR="000E362F" w:rsidRPr="0001239D" w:rsidRDefault="000E362F" w:rsidP="00801D49">
      <w:pPr>
        <w:rPr>
          <w:sz w:val="32"/>
          <w:szCs w:val="32"/>
        </w:rPr>
      </w:pPr>
    </w:p>
    <w:p w14:paraId="1E7235FB" w14:textId="77777777" w:rsidR="000E362F" w:rsidRDefault="000E362F" w:rsidP="00801D49">
      <w:pPr>
        <w:rPr>
          <w:sz w:val="32"/>
          <w:szCs w:val="32"/>
        </w:rPr>
      </w:pPr>
    </w:p>
    <w:p w14:paraId="1E8DA8A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Heike,</w:t>
      </w:r>
    </w:p>
    <w:p w14:paraId="3B8C4A5D" w14:textId="77777777" w:rsidR="000E362F" w:rsidRDefault="000E362F" w:rsidP="00801D49">
      <w:pPr>
        <w:rPr>
          <w:sz w:val="32"/>
          <w:szCs w:val="32"/>
        </w:rPr>
      </w:pPr>
    </w:p>
    <w:p w14:paraId="100DAC0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78C4A26" w14:textId="77777777" w:rsidR="000E362F" w:rsidRDefault="000E362F" w:rsidP="00801D49">
      <w:pPr>
        <w:rPr>
          <w:sz w:val="32"/>
          <w:szCs w:val="32"/>
        </w:rPr>
      </w:pPr>
    </w:p>
    <w:p w14:paraId="5C057EF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9E426E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1597A7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0B4C0E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E8AD06" wp14:editId="3642B618">
                  <wp:extent cx="6399207" cy="3924300"/>
                  <wp:effectExtent l="0" t="0" r="1905" b="0"/>
                  <wp:docPr id="255" name="Picture 25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BB2C0C" w14:textId="77777777" w:rsidR="000E362F" w:rsidRDefault="000E362F" w:rsidP="00801D49"/>
    <w:p w14:paraId="5795B0E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Carey Dopico</w:t>
      </w:r>
    </w:p>
    <w:p w14:paraId="24AFB6E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87393 E Highland Rd</w:t>
      </w:r>
    </w:p>
    <w:p w14:paraId="0409805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Indianapolis, IN 46220</w:t>
      </w:r>
    </w:p>
    <w:p w14:paraId="7B8E103A" w14:textId="77777777" w:rsidR="000E362F" w:rsidRDefault="000E362F" w:rsidP="00801D49"/>
    <w:p w14:paraId="141173DD" w14:textId="77777777" w:rsidR="000E362F" w:rsidRPr="0001239D" w:rsidRDefault="000E362F" w:rsidP="00801D49">
      <w:pPr>
        <w:rPr>
          <w:sz w:val="32"/>
          <w:szCs w:val="32"/>
        </w:rPr>
      </w:pPr>
    </w:p>
    <w:p w14:paraId="7C96A33F" w14:textId="77777777" w:rsidR="000E362F" w:rsidRDefault="000E362F" w:rsidP="00801D49">
      <w:pPr>
        <w:rPr>
          <w:sz w:val="32"/>
          <w:szCs w:val="32"/>
        </w:rPr>
      </w:pPr>
    </w:p>
    <w:p w14:paraId="3A01B06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Carey,</w:t>
      </w:r>
    </w:p>
    <w:p w14:paraId="6DD95DD2" w14:textId="77777777" w:rsidR="000E362F" w:rsidRDefault="000E362F" w:rsidP="00801D49">
      <w:pPr>
        <w:rPr>
          <w:sz w:val="32"/>
          <w:szCs w:val="32"/>
        </w:rPr>
      </w:pPr>
    </w:p>
    <w:p w14:paraId="46F12B8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D20167D" w14:textId="77777777" w:rsidR="000E362F" w:rsidRDefault="000E362F" w:rsidP="00801D49">
      <w:pPr>
        <w:rPr>
          <w:sz w:val="32"/>
          <w:szCs w:val="32"/>
        </w:rPr>
      </w:pPr>
    </w:p>
    <w:p w14:paraId="430B8C9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1CFB6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8A939C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BE699D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507450" wp14:editId="018AE062">
                  <wp:extent cx="6399207" cy="3924300"/>
                  <wp:effectExtent l="0" t="0" r="1905" b="0"/>
                  <wp:docPr id="256" name="Picture 25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1B661C" w14:textId="77777777" w:rsidR="000E362F" w:rsidRDefault="000E362F" w:rsidP="00801D49"/>
    <w:p w14:paraId="1929049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Dottie Hellickson</w:t>
      </w:r>
    </w:p>
    <w:p w14:paraId="55A19BB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67 E Chestnut Hill Rd</w:t>
      </w:r>
    </w:p>
    <w:p w14:paraId="33E0E38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Seattle, WA 98133</w:t>
      </w:r>
    </w:p>
    <w:p w14:paraId="55847BAB" w14:textId="77777777" w:rsidR="000E362F" w:rsidRDefault="000E362F" w:rsidP="00801D49"/>
    <w:p w14:paraId="5689249D" w14:textId="77777777" w:rsidR="000E362F" w:rsidRPr="0001239D" w:rsidRDefault="000E362F" w:rsidP="00801D49">
      <w:pPr>
        <w:rPr>
          <w:sz w:val="32"/>
          <w:szCs w:val="32"/>
        </w:rPr>
      </w:pPr>
    </w:p>
    <w:p w14:paraId="664E7E8A" w14:textId="77777777" w:rsidR="000E362F" w:rsidRDefault="000E362F" w:rsidP="00801D49">
      <w:pPr>
        <w:rPr>
          <w:sz w:val="32"/>
          <w:szCs w:val="32"/>
        </w:rPr>
      </w:pPr>
    </w:p>
    <w:p w14:paraId="6C59565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Dottie,</w:t>
      </w:r>
    </w:p>
    <w:p w14:paraId="3A530CA5" w14:textId="77777777" w:rsidR="000E362F" w:rsidRDefault="000E362F" w:rsidP="00801D49">
      <w:pPr>
        <w:rPr>
          <w:sz w:val="32"/>
          <w:szCs w:val="32"/>
        </w:rPr>
      </w:pPr>
    </w:p>
    <w:p w14:paraId="1F18EE4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A7A1FEB" w14:textId="77777777" w:rsidR="000E362F" w:rsidRDefault="000E362F" w:rsidP="00801D49">
      <w:pPr>
        <w:rPr>
          <w:sz w:val="32"/>
          <w:szCs w:val="32"/>
        </w:rPr>
      </w:pPr>
    </w:p>
    <w:p w14:paraId="5A27331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DFE67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7B970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498B59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CEAF5F" wp14:editId="5F2AA9F3">
                  <wp:extent cx="6399207" cy="3924300"/>
                  <wp:effectExtent l="0" t="0" r="1905" b="0"/>
                  <wp:docPr id="257" name="Picture 25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5DEFB0" w14:textId="77777777" w:rsidR="000E362F" w:rsidRDefault="000E362F" w:rsidP="00801D49"/>
    <w:p w14:paraId="27C10E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Deandrea Hughey</w:t>
      </w:r>
    </w:p>
    <w:p w14:paraId="34505D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 Lewis Rd #46</w:t>
      </w:r>
    </w:p>
    <w:p w14:paraId="0A162FD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Burlington, NC 27215</w:t>
      </w:r>
    </w:p>
    <w:p w14:paraId="103587C0" w14:textId="77777777" w:rsidR="000E362F" w:rsidRDefault="000E362F" w:rsidP="00801D49"/>
    <w:p w14:paraId="70A578E9" w14:textId="77777777" w:rsidR="000E362F" w:rsidRPr="0001239D" w:rsidRDefault="000E362F" w:rsidP="00801D49">
      <w:pPr>
        <w:rPr>
          <w:sz w:val="32"/>
          <w:szCs w:val="32"/>
        </w:rPr>
      </w:pPr>
    </w:p>
    <w:p w14:paraId="171C6A46" w14:textId="77777777" w:rsidR="000E362F" w:rsidRDefault="000E362F" w:rsidP="00801D49">
      <w:pPr>
        <w:rPr>
          <w:sz w:val="32"/>
          <w:szCs w:val="32"/>
        </w:rPr>
      </w:pPr>
    </w:p>
    <w:p w14:paraId="3825BB0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Deandrea,</w:t>
      </w:r>
    </w:p>
    <w:p w14:paraId="1A83B1FD" w14:textId="77777777" w:rsidR="000E362F" w:rsidRDefault="000E362F" w:rsidP="00801D49">
      <w:pPr>
        <w:rPr>
          <w:sz w:val="32"/>
          <w:szCs w:val="32"/>
        </w:rPr>
      </w:pPr>
    </w:p>
    <w:p w14:paraId="494FF93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C18D008" w14:textId="77777777" w:rsidR="000E362F" w:rsidRDefault="000E362F" w:rsidP="00801D49">
      <w:pPr>
        <w:rPr>
          <w:sz w:val="32"/>
          <w:szCs w:val="32"/>
        </w:rPr>
      </w:pPr>
    </w:p>
    <w:p w14:paraId="7EF191F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4792FA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E025D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82711B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C6BDCD" wp14:editId="1D6C11E1">
                  <wp:extent cx="6399207" cy="3924300"/>
                  <wp:effectExtent l="0" t="0" r="1905" b="0"/>
                  <wp:docPr id="258" name="Picture 25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19CE46" w14:textId="77777777" w:rsidR="000E362F" w:rsidRDefault="000E362F" w:rsidP="00801D49"/>
    <w:p w14:paraId="280B53B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Kimberlie Duenas</w:t>
      </w:r>
    </w:p>
    <w:p w14:paraId="55971F6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8100 Jacksonville Rd #7</w:t>
      </w:r>
    </w:p>
    <w:p w14:paraId="219C3AF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Hays, KS 67601</w:t>
      </w:r>
    </w:p>
    <w:p w14:paraId="018EBDF9" w14:textId="77777777" w:rsidR="000E362F" w:rsidRDefault="000E362F" w:rsidP="00801D49"/>
    <w:p w14:paraId="5C1A9B53" w14:textId="77777777" w:rsidR="000E362F" w:rsidRPr="0001239D" w:rsidRDefault="000E362F" w:rsidP="00801D49">
      <w:pPr>
        <w:rPr>
          <w:sz w:val="32"/>
          <w:szCs w:val="32"/>
        </w:rPr>
      </w:pPr>
    </w:p>
    <w:p w14:paraId="03C59CE5" w14:textId="77777777" w:rsidR="000E362F" w:rsidRDefault="000E362F" w:rsidP="00801D49">
      <w:pPr>
        <w:rPr>
          <w:sz w:val="32"/>
          <w:szCs w:val="32"/>
        </w:rPr>
      </w:pPr>
    </w:p>
    <w:p w14:paraId="4F209EA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Kimberlie,</w:t>
      </w:r>
    </w:p>
    <w:p w14:paraId="317480D5" w14:textId="77777777" w:rsidR="000E362F" w:rsidRDefault="000E362F" w:rsidP="00801D49">
      <w:pPr>
        <w:rPr>
          <w:sz w:val="32"/>
          <w:szCs w:val="32"/>
        </w:rPr>
      </w:pPr>
    </w:p>
    <w:p w14:paraId="5D7F3C6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53C1646" w14:textId="77777777" w:rsidR="000E362F" w:rsidRDefault="000E362F" w:rsidP="00801D49">
      <w:pPr>
        <w:rPr>
          <w:sz w:val="32"/>
          <w:szCs w:val="32"/>
        </w:rPr>
      </w:pPr>
    </w:p>
    <w:p w14:paraId="1D2F6EB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FB85DD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637BCC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EF4F3C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F6A541" wp14:editId="722E8826">
                  <wp:extent cx="6399207" cy="3924300"/>
                  <wp:effectExtent l="0" t="0" r="1905" b="0"/>
                  <wp:docPr id="259" name="Picture 25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5208B2" w14:textId="77777777" w:rsidR="000E362F" w:rsidRDefault="000E362F" w:rsidP="00801D49"/>
    <w:p w14:paraId="4D24457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Martina Staback</w:t>
      </w:r>
    </w:p>
    <w:p w14:paraId="0388E36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W Wabansia Ave #227</w:t>
      </w:r>
    </w:p>
    <w:p w14:paraId="3588E11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Orlando, FL 32822</w:t>
      </w:r>
    </w:p>
    <w:p w14:paraId="5F2F7D01" w14:textId="77777777" w:rsidR="000E362F" w:rsidRDefault="000E362F" w:rsidP="00801D49"/>
    <w:p w14:paraId="3BDB66CE" w14:textId="77777777" w:rsidR="000E362F" w:rsidRPr="0001239D" w:rsidRDefault="000E362F" w:rsidP="00801D49">
      <w:pPr>
        <w:rPr>
          <w:sz w:val="32"/>
          <w:szCs w:val="32"/>
        </w:rPr>
      </w:pPr>
    </w:p>
    <w:p w14:paraId="6B03C5B3" w14:textId="77777777" w:rsidR="000E362F" w:rsidRDefault="000E362F" w:rsidP="00801D49">
      <w:pPr>
        <w:rPr>
          <w:sz w:val="32"/>
          <w:szCs w:val="32"/>
        </w:rPr>
      </w:pPr>
    </w:p>
    <w:p w14:paraId="0AC44E3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Martina,</w:t>
      </w:r>
    </w:p>
    <w:p w14:paraId="27F8E334" w14:textId="77777777" w:rsidR="000E362F" w:rsidRDefault="000E362F" w:rsidP="00801D49">
      <w:pPr>
        <w:rPr>
          <w:sz w:val="32"/>
          <w:szCs w:val="32"/>
        </w:rPr>
      </w:pPr>
    </w:p>
    <w:p w14:paraId="1231123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F949707" w14:textId="77777777" w:rsidR="000E362F" w:rsidRDefault="000E362F" w:rsidP="00801D49">
      <w:pPr>
        <w:rPr>
          <w:sz w:val="32"/>
          <w:szCs w:val="32"/>
        </w:rPr>
      </w:pPr>
    </w:p>
    <w:p w14:paraId="0272D99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B1214A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B1BAEC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AF173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2A1C54" wp14:editId="308DAC8A">
                  <wp:extent cx="6399207" cy="3924300"/>
                  <wp:effectExtent l="0" t="0" r="1905" b="0"/>
                  <wp:docPr id="260" name="Picture 26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0D1695" w14:textId="77777777" w:rsidR="000E362F" w:rsidRDefault="000E362F" w:rsidP="00801D49"/>
    <w:p w14:paraId="5128297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Skye Fillingim</w:t>
      </w:r>
    </w:p>
    <w:p w14:paraId="0CCCBF0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 Minters Chapel Rd #9</w:t>
      </w:r>
    </w:p>
    <w:p w14:paraId="25C9843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Minneapolis, MN 55401</w:t>
      </w:r>
    </w:p>
    <w:p w14:paraId="3EE180C1" w14:textId="77777777" w:rsidR="000E362F" w:rsidRDefault="000E362F" w:rsidP="00801D49"/>
    <w:p w14:paraId="6C1538FD" w14:textId="77777777" w:rsidR="000E362F" w:rsidRPr="0001239D" w:rsidRDefault="000E362F" w:rsidP="00801D49">
      <w:pPr>
        <w:rPr>
          <w:sz w:val="32"/>
          <w:szCs w:val="32"/>
        </w:rPr>
      </w:pPr>
    </w:p>
    <w:p w14:paraId="053829B1" w14:textId="77777777" w:rsidR="000E362F" w:rsidRDefault="000E362F" w:rsidP="00801D49">
      <w:pPr>
        <w:rPr>
          <w:sz w:val="32"/>
          <w:szCs w:val="32"/>
        </w:rPr>
      </w:pPr>
    </w:p>
    <w:p w14:paraId="56A40E7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Skye,</w:t>
      </w:r>
    </w:p>
    <w:p w14:paraId="6ECAE628" w14:textId="77777777" w:rsidR="000E362F" w:rsidRDefault="000E362F" w:rsidP="00801D49">
      <w:pPr>
        <w:rPr>
          <w:sz w:val="32"/>
          <w:szCs w:val="32"/>
        </w:rPr>
      </w:pPr>
    </w:p>
    <w:p w14:paraId="78EC75F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76015C" w14:textId="77777777" w:rsidR="000E362F" w:rsidRDefault="000E362F" w:rsidP="00801D49">
      <w:pPr>
        <w:rPr>
          <w:sz w:val="32"/>
          <w:szCs w:val="32"/>
        </w:rPr>
      </w:pPr>
    </w:p>
    <w:p w14:paraId="241EF9A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35CE76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BFA031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E25D21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2104DF" wp14:editId="7BC4B793">
                  <wp:extent cx="6399207" cy="3924300"/>
                  <wp:effectExtent l="0" t="0" r="1905" b="0"/>
                  <wp:docPr id="261" name="Picture 26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5471ED" w14:textId="77777777" w:rsidR="000E362F" w:rsidRDefault="000E362F" w:rsidP="00801D49"/>
    <w:p w14:paraId="5FA3675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Jade Farrar</w:t>
      </w:r>
    </w:p>
    <w:p w14:paraId="1AC051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6882 Torresdale Ave</w:t>
      </w:r>
    </w:p>
    <w:p w14:paraId="5EF2D88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Columbia, SC 29201</w:t>
      </w:r>
    </w:p>
    <w:p w14:paraId="256AC88F" w14:textId="77777777" w:rsidR="000E362F" w:rsidRDefault="000E362F" w:rsidP="00801D49"/>
    <w:p w14:paraId="0C9CCAED" w14:textId="77777777" w:rsidR="000E362F" w:rsidRPr="0001239D" w:rsidRDefault="000E362F" w:rsidP="00801D49">
      <w:pPr>
        <w:rPr>
          <w:sz w:val="32"/>
          <w:szCs w:val="32"/>
        </w:rPr>
      </w:pPr>
    </w:p>
    <w:p w14:paraId="7621A9AE" w14:textId="77777777" w:rsidR="000E362F" w:rsidRDefault="000E362F" w:rsidP="00801D49">
      <w:pPr>
        <w:rPr>
          <w:sz w:val="32"/>
          <w:szCs w:val="32"/>
        </w:rPr>
      </w:pPr>
    </w:p>
    <w:p w14:paraId="0477724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Jade,</w:t>
      </w:r>
    </w:p>
    <w:p w14:paraId="756796DB" w14:textId="77777777" w:rsidR="000E362F" w:rsidRDefault="000E362F" w:rsidP="00801D49">
      <w:pPr>
        <w:rPr>
          <w:sz w:val="32"/>
          <w:szCs w:val="32"/>
        </w:rPr>
      </w:pPr>
    </w:p>
    <w:p w14:paraId="22134EF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C81EEF" w14:textId="77777777" w:rsidR="000E362F" w:rsidRDefault="000E362F" w:rsidP="00801D49">
      <w:pPr>
        <w:rPr>
          <w:sz w:val="32"/>
          <w:szCs w:val="32"/>
        </w:rPr>
      </w:pPr>
    </w:p>
    <w:p w14:paraId="6D57972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44FB02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4F8006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026A0E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C37711" wp14:editId="19BB99F9">
                  <wp:extent cx="6399207" cy="3924300"/>
                  <wp:effectExtent l="0" t="0" r="1905" b="0"/>
                  <wp:docPr id="262" name="Picture 26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356A7B" w14:textId="77777777" w:rsidR="000E362F" w:rsidRDefault="000E362F" w:rsidP="00801D49"/>
    <w:p w14:paraId="0142C77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Charlene Hamilton</w:t>
      </w:r>
    </w:p>
    <w:p w14:paraId="79EA6DA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985 E 6th Ave</w:t>
      </w:r>
    </w:p>
    <w:p w14:paraId="317D889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Santa Rosa, CA 95407</w:t>
      </w:r>
    </w:p>
    <w:p w14:paraId="37ED1372" w14:textId="77777777" w:rsidR="000E362F" w:rsidRDefault="000E362F" w:rsidP="00801D49"/>
    <w:p w14:paraId="1D0FBE0E" w14:textId="77777777" w:rsidR="000E362F" w:rsidRPr="0001239D" w:rsidRDefault="000E362F" w:rsidP="00801D49">
      <w:pPr>
        <w:rPr>
          <w:sz w:val="32"/>
          <w:szCs w:val="32"/>
        </w:rPr>
      </w:pPr>
    </w:p>
    <w:p w14:paraId="7FFAD70E" w14:textId="77777777" w:rsidR="000E362F" w:rsidRDefault="000E362F" w:rsidP="00801D49">
      <w:pPr>
        <w:rPr>
          <w:sz w:val="32"/>
          <w:szCs w:val="32"/>
        </w:rPr>
      </w:pPr>
    </w:p>
    <w:p w14:paraId="5519283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Charlene,</w:t>
      </w:r>
    </w:p>
    <w:p w14:paraId="41290187" w14:textId="77777777" w:rsidR="000E362F" w:rsidRDefault="000E362F" w:rsidP="00801D49">
      <w:pPr>
        <w:rPr>
          <w:sz w:val="32"/>
          <w:szCs w:val="32"/>
        </w:rPr>
      </w:pPr>
    </w:p>
    <w:p w14:paraId="5D2C645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B11742F" w14:textId="77777777" w:rsidR="000E362F" w:rsidRDefault="000E362F" w:rsidP="00801D49">
      <w:pPr>
        <w:rPr>
          <w:sz w:val="32"/>
          <w:szCs w:val="32"/>
        </w:rPr>
      </w:pPr>
    </w:p>
    <w:p w14:paraId="37A2F31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155505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C720D2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0F6F06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0EB448" wp14:editId="48270B4B">
                  <wp:extent cx="6399207" cy="3924300"/>
                  <wp:effectExtent l="0" t="0" r="1905" b="0"/>
                  <wp:docPr id="263" name="Picture 26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6FF6D3" w14:textId="77777777" w:rsidR="000E362F" w:rsidRDefault="000E362F" w:rsidP="00801D49"/>
    <w:p w14:paraId="485CCC1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Geoffrey Acey</w:t>
      </w:r>
    </w:p>
    <w:p w14:paraId="2B0DE36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West Ave #1</w:t>
      </w:r>
    </w:p>
    <w:p w14:paraId="4EDA7D0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Palatine, IL 60067</w:t>
      </w:r>
    </w:p>
    <w:p w14:paraId="2EFA4FE1" w14:textId="77777777" w:rsidR="000E362F" w:rsidRDefault="000E362F" w:rsidP="00801D49"/>
    <w:p w14:paraId="53D72D46" w14:textId="77777777" w:rsidR="000E362F" w:rsidRPr="0001239D" w:rsidRDefault="000E362F" w:rsidP="00801D49">
      <w:pPr>
        <w:rPr>
          <w:sz w:val="32"/>
          <w:szCs w:val="32"/>
        </w:rPr>
      </w:pPr>
    </w:p>
    <w:p w14:paraId="00F0BBA9" w14:textId="77777777" w:rsidR="000E362F" w:rsidRDefault="000E362F" w:rsidP="00801D49">
      <w:pPr>
        <w:rPr>
          <w:sz w:val="32"/>
          <w:szCs w:val="32"/>
        </w:rPr>
      </w:pPr>
    </w:p>
    <w:p w14:paraId="2E5C051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Geoffrey,</w:t>
      </w:r>
    </w:p>
    <w:p w14:paraId="1B3BC36F" w14:textId="77777777" w:rsidR="000E362F" w:rsidRDefault="000E362F" w:rsidP="00801D49">
      <w:pPr>
        <w:rPr>
          <w:sz w:val="32"/>
          <w:szCs w:val="32"/>
        </w:rPr>
      </w:pPr>
    </w:p>
    <w:p w14:paraId="5EC53F4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0191644" w14:textId="77777777" w:rsidR="000E362F" w:rsidRDefault="000E362F" w:rsidP="00801D49">
      <w:pPr>
        <w:rPr>
          <w:sz w:val="32"/>
          <w:szCs w:val="32"/>
        </w:rPr>
      </w:pPr>
    </w:p>
    <w:p w14:paraId="6D7808E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FAED8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F436F3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576F28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E90D9F" wp14:editId="33BC4A47">
                  <wp:extent cx="6399207" cy="3924300"/>
                  <wp:effectExtent l="0" t="0" r="1905" b="0"/>
                  <wp:docPr id="264" name="Picture 26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0DD3EA" w14:textId="77777777" w:rsidR="000E362F" w:rsidRDefault="000E362F" w:rsidP="00801D49"/>
    <w:p w14:paraId="6287906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Stevie Westerbeck</w:t>
      </w:r>
    </w:p>
    <w:p w14:paraId="05BC65F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26659 N 13th St</w:t>
      </w:r>
    </w:p>
    <w:p w14:paraId="27A0695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Costa Mesa, CA 92626</w:t>
      </w:r>
    </w:p>
    <w:p w14:paraId="4FF5A8FC" w14:textId="77777777" w:rsidR="000E362F" w:rsidRDefault="000E362F" w:rsidP="00801D49"/>
    <w:p w14:paraId="1E60B3D9" w14:textId="77777777" w:rsidR="000E362F" w:rsidRPr="0001239D" w:rsidRDefault="000E362F" w:rsidP="00801D49">
      <w:pPr>
        <w:rPr>
          <w:sz w:val="32"/>
          <w:szCs w:val="32"/>
        </w:rPr>
      </w:pPr>
    </w:p>
    <w:p w14:paraId="7EE05FAC" w14:textId="77777777" w:rsidR="000E362F" w:rsidRDefault="000E362F" w:rsidP="00801D49">
      <w:pPr>
        <w:rPr>
          <w:sz w:val="32"/>
          <w:szCs w:val="32"/>
        </w:rPr>
      </w:pPr>
    </w:p>
    <w:p w14:paraId="00C3538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Stevie,</w:t>
      </w:r>
    </w:p>
    <w:p w14:paraId="606745D1" w14:textId="77777777" w:rsidR="000E362F" w:rsidRDefault="000E362F" w:rsidP="00801D49">
      <w:pPr>
        <w:rPr>
          <w:sz w:val="32"/>
          <w:szCs w:val="32"/>
        </w:rPr>
      </w:pPr>
    </w:p>
    <w:p w14:paraId="74EE477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43915D8" w14:textId="77777777" w:rsidR="000E362F" w:rsidRDefault="000E362F" w:rsidP="00801D49">
      <w:pPr>
        <w:rPr>
          <w:sz w:val="32"/>
          <w:szCs w:val="32"/>
        </w:rPr>
      </w:pPr>
    </w:p>
    <w:p w14:paraId="4D07E97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395618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FE147D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4CAB72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7A6480" wp14:editId="476E731E">
                  <wp:extent cx="6399207" cy="3924300"/>
                  <wp:effectExtent l="0" t="0" r="1905" b="0"/>
                  <wp:docPr id="265" name="Picture 26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8D891B" w14:textId="77777777" w:rsidR="000E362F" w:rsidRDefault="000E362F" w:rsidP="00801D49"/>
    <w:p w14:paraId="50D1724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Pamella Fortino</w:t>
      </w:r>
    </w:p>
    <w:p w14:paraId="0E1AD53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669 Packerland Dr #1438</w:t>
      </w:r>
    </w:p>
    <w:p w14:paraId="367314E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Denver, CO 80212</w:t>
      </w:r>
    </w:p>
    <w:p w14:paraId="77F57492" w14:textId="77777777" w:rsidR="000E362F" w:rsidRDefault="000E362F" w:rsidP="00801D49"/>
    <w:p w14:paraId="1E860E03" w14:textId="77777777" w:rsidR="000E362F" w:rsidRPr="0001239D" w:rsidRDefault="000E362F" w:rsidP="00801D49">
      <w:pPr>
        <w:rPr>
          <w:sz w:val="32"/>
          <w:szCs w:val="32"/>
        </w:rPr>
      </w:pPr>
    </w:p>
    <w:p w14:paraId="17D43E11" w14:textId="77777777" w:rsidR="000E362F" w:rsidRDefault="000E362F" w:rsidP="00801D49">
      <w:pPr>
        <w:rPr>
          <w:sz w:val="32"/>
          <w:szCs w:val="32"/>
        </w:rPr>
      </w:pPr>
    </w:p>
    <w:p w14:paraId="445DD5C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Pamella,</w:t>
      </w:r>
    </w:p>
    <w:p w14:paraId="5EDE6D88" w14:textId="77777777" w:rsidR="000E362F" w:rsidRDefault="000E362F" w:rsidP="00801D49">
      <w:pPr>
        <w:rPr>
          <w:sz w:val="32"/>
          <w:szCs w:val="32"/>
        </w:rPr>
      </w:pPr>
    </w:p>
    <w:p w14:paraId="161CF67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028EB74" w14:textId="77777777" w:rsidR="000E362F" w:rsidRDefault="000E362F" w:rsidP="00801D49">
      <w:pPr>
        <w:rPr>
          <w:sz w:val="32"/>
          <w:szCs w:val="32"/>
        </w:rPr>
      </w:pPr>
    </w:p>
    <w:p w14:paraId="6CDDBD5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B6C5A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ED9DB3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BC9269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431FF6" wp14:editId="712E06F1">
                  <wp:extent cx="6399207" cy="3924300"/>
                  <wp:effectExtent l="0" t="0" r="1905" b="0"/>
                  <wp:docPr id="266" name="Picture 26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BC0347" w14:textId="77777777" w:rsidR="000E362F" w:rsidRDefault="000E362F" w:rsidP="00801D49"/>
    <w:p w14:paraId="55D6B85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Harrison Haufler</w:t>
      </w:r>
    </w:p>
    <w:p w14:paraId="296BFE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759 Eldora St</w:t>
      </w:r>
    </w:p>
    <w:p w14:paraId="2F1C27E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Haven, CT 6515</w:t>
      </w:r>
    </w:p>
    <w:p w14:paraId="6634237B" w14:textId="77777777" w:rsidR="000E362F" w:rsidRDefault="000E362F" w:rsidP="00801D49"/>
    <w:p w14:paraId="79421FF7" w14:textId="77777777" w:rsidR="000E362F" w:rsidRPr="0001239D" w:rsidRDefault="000E362F" w:rsidP="00801D49">
      <w:pPr>
        <w:rPr>
          <w:sz w:val="32"/>
          <w:szCs w:val="32"/>
        </w:rPr>
      </w:pPr>
    </w:p>
    <w:p w14:paraId="78D1315A" w14:textId="77777777" w:rsidR="000E362F" w:rsidRDefault="000E362F" w:rsidP="00801D49">
      <w:pPr>
        <w:rPr>
          <w:sz w:val="32"/>
          <w:szCs w:val="32"/>
        </w:rPr>
      </w:pPr>
    </w:p>
    <w:p w14:paraId="0C5F35D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Harrison,</w:t>
      </w:r>
    </w:p>
    <w:p w14:paraId="3BA070F6" w14:textId="77777777" w:rsidR="000E362F" w:rsidRDefault="000E362F" w:rsidP="00801D49">
      <w:pPr>
        <w:rPr>
          <w:sz w:val="32"/>
          <w:szCs w:val="32"/>
        </w:rPr>
      </w:pPr>
    </w:p>
    <w:p w14:paraId="151A65A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0B9D0A5" w14:textId="77777777" w:rsidR="000E362F" w:rsidRDefault="000E362F" w:rsidP="00801D49">
      <w:pPr>
        <w:rPr>
          <w:sz w:val="32"/>
          <w:szCs w:val="32"/>
        </w:rPr>
      </w:pPr>
    </w:p>
    <w:p w14:paraId="638606C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BF136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3AF00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857393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CD3F05" wp14:editId="15F752D9">
                  <wp:extent cx="6399207" cy="3924300"/>
                  <wp:effectExtent l="0" t="0" r="1905" b="0"/>
                  <wp:docPr id="267" name="Picture 26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17692D" w14:textId="77777777" w:rsidR="000E362F" w:rsidRDefault="000E362F" w:rsidP="00801D49"/>
    <w:p w14:paraId="2A2AD05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Johnna Engelberg</w:t>
      </w:r>
    </w:p>
    <w:p w14:paraId="47888B1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S Colorado Blvd #449</w:t>
      </w:r>
    </w:p>
    <w:p w14:paraId="5C4C4B7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Bothell, WA 98021</w:t>
      </w:r>
    </w:p>
    <w:p w14:paraId="75F70B55" w14:textId="77777777" w:rsidR="000E362F" w:rsidRDefault="000E362F" w:rsidP="00801D49"/>
    <w:p w14:paraId="217AC18E" w14:textId="77777777" w:rsidR="000E362F" w:rsidRPr="0001239D" w:rsidRDefault="000E362F" w:rsidP="00801D49">
      <w:pPr>
        <w:rPr>
          <w:sz w:val="32"/>
          <w:szCs w:val="32"/>
        </w:rPr>
      </w:pPr>
    </w:p>
    <w:p w14:paraId="7D6019DB" w14:textId="77777777" w:rsidR="000E362F" w:rsidRDefault="000E362F" w:rsidP="00801D49">
      <w:pPr>
        <w:rPr>
          <w:sz w:val="32"/>
          <w:szCs w:val="32"/>
        </w:rPr>
      </w:pPr>
    </w:p>
    <w:p w14:paraId="6ACCEC6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Johnna,</w:t>
      </w:r>
    </w:p>
    <w:p w14:paraId="52952EF6" w14:textId="77777777" w:rsidR="000E362F" w:rsidRDefault="000E362F" w:rsidP="00801D49">
      <w:pPr>
        <w:rPr>
          <w:sz w:val="32"/>
          <w:szCs w:val="32"/>
        </w:rPr>
      </w:pPr>
    </w:p>
    <w:p w14:paraId="4037789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B1A4845" w14:textId="77777777" w:rsidR="000E362F" w:rsidRDefault="000E362F" w:rsidP="00801D49">
      <w:pPr>
        <w:rPr>
          <w:sz w:val="32"/>
          <w:szCs w:val="32"/>
        </w:rPr>
      </w:pPr>
    </w:p>
    <w:p w14:paraId="2A534BD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892647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09CB4D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24AA0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3212DE" wp14:editId="380AA5CA">
                  <wp:extent cx="6399207" cy="3924300"/>
                  <wp:effectExtent l="0" t="0" r="1905" b="0"/>
                  <wp:docPr id="268" name="Picture 26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D2D9E8" w14:textId="77777777" w:rsidR="000E362F" w:rsidRDefault="000E362F" w:rsidP="00801D49"/>
    <w:p w14:paraId="61FE411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Buddy Cloney</w:t>
      </w:r>
    </w:p>
    <w:p w14:paraId="7213145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944 Gaither Dr</w:t>
      </w:r>
    </w:p>
    <w:p w14:paraId="60FF844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Strongsville, OH 44136</w:t>
      </w:r>
    </w:p>
    <w:p w14:paraId="45816BD5" w14:textId="77777777" w:rsidR="000E362F" w:rsidRDefault="000E362F" w:rsidP="00801D49"/>
    <w:p w14:paraId="1112A964" w14:textId="77777777" w:rsidR="000E362F" w:rsidRPr="0001239D" w:rsidRDefault="000E362F" w:rsidP="00801D49">
      <w:pPr>
        <w:rPr>
          <w:sz w:val="32"/>
          <w:szCs w:val="32"/>
        </w:rPr>
      </w:pPr>
    </w:p>
    <w:p w14:paraId="13F92118" w14:textId="77777777" w:rsidR="000E362F" w:rsidRDefault="000E362F" w:rsidP="00801D49">
      <w:pPr>
        <w:rPr>
          <w:sz w:val="32"/>
          <w:szCs w:val="32"/>
        </w:rPr>
      </w:pPr>
    </w:p>
    <w:p w14:paraId="57775F4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Buddy,</w:t>
      </w:r>
    </w:p>
    <w:p w14:paraId="198FCEB0" w14:textId="77777777" w:rsidR="000E362F" w:rsidRDefault="000E362F" w:rsidP="00801D49">
      <w:pPr>
        <w:rPr>
          <w:sz w:val="32"/>
          <w:szCs w:val="32"/>
        </w:rPr>
      </w:pPr>
    </w:p>
    <w:p w14:paraId="3CF8F4E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5D72565" w14:textId="77777777" w:rsidR="000E362F" w:rsidRDefault="000E362F" w:rsidP="00801D49">
      <w:pPr>
        <w:rPr>
          <w:sz w:val="32"/>
          <w:szCs w:val="32"/>
        </w:rPr>
      </w:pPr>
    </w:p>
    <w:p w14:paraId="19C25C6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05E89B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05FE0D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D53BB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8719BE" wp14:editId="58F33BF4">
                  <wp:extent cx="6399207" cy="3924300"/>
                  <wp:effectExtent l="0" t="0" r="1905" b="0"/>
                  <wp:docPr id="269" name="Picture 26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40CB3B" w14:textId="77777777" w:rsidR="000E362F" w:rsidRDefault="000E362F" w:rsidP="00801D49"/>
    <w:p w14:paraId="35C1627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Dalene Riden</w:t>
      </w:r>
    </w:p>
    <w:p w14:paraId="56EC16E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66552 Malone Rd</w:t>
      </w:r>
    </w:p>
    <w:p w14:paraId="3A3745F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Plaistow, NH 3865</w:t>
      </w:r>
    </w:p>
    <w:p w14:paraId="758377A8" w14:textId="77777777" w:rsidR="000E362F" w:rsidRDefault="000E362F" w:rsidP="00801D49"/>
    <w:p w14:paraId="4F9255F3" w14:textId="77777777" w:rsidR="000E362F" w:rsidRPr="0001239D" w:rsidRDefault="000E362F" w:rsidP="00801D49">
      <w:pPr>
        <w:rPr>
          <w:sz w:val="32"/>
          <w:szCs w:val="32"/>
        </w:rPr>
      </w:pPr>
    </w:p>
    <w:p w14:paraId="3BF8371A" w14:textId="77777777" w:rsidR="000E362F" w:rsidRDefault="000E362F" w:rsidP="00801D49">
      <w:pPr>
        <w:rPr>
          <w:sz w:val="32"/>
          <w:szCs w:val="32"/>
        </w:rPr>
      </w:pPr>
    </w:p>
    <w:p w14:paraId="3C66A28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Dalene,</w:t>
      </w:r>
    </w:p>
    <w:p w14:paraId="48761D30" w14:textId="77777777" w:rsidR="000E362F" w:rsidRDefault="000E362F" w:rsidP="00801D49">
      <w:pPr>
        <w:rPr>
          <w:sz w:val="32"/>
          <w:szCs w:val="32"/>
        </w:rPr>
      </w:pPr>
    </w:p>
    <w:p w14:paraId="764A95D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66396C0" w14:textId="77777777" w:rsidR="000E362F" w:rsidRDefault="000E362F" w:rsidP="00801D49">
      <w:pPr>
        <w:rPr>
          <w:sz w:val="32"/>
          <w:szCs w:val="32"/>
        </w:rPr>
      </w:pPr>
    </w:p>
    <w:p w14:paraId="559B136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9440D1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83D2BF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B8024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4FE6BF" wp14:editId="4253DE77">
                  <wp:extent cx="6399207" cy="3924300"/>
                  <wp:effectExtent l="0" t="0" r="1905" b="0"/>
                  <wp:docPr id="270" name="Picture 27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CCCDCC" w14:textId="77777777" w:rsidR="000E362F" w:rsidRDefault="000E362F" w:rsidP="00801D49"/>
    <w:p w14:paraId="04FFC98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Jerry Zurcher</w:t>
      </w:r>
    </w:p>
    <w:p w14:paraId="63E2FF4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77 Massillon Rd #822</w:t>
      </w:r>
    </w:p>
    <w:p w14:paraId="166852B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Satellite Beach, FL 32937</w:t>
      </w:r>
    </w:p>
    <w:p w14:paraId="3B38E222" w14:textId="77777777" w:rsidR="000E362F" w:rsidRDefault="000E362F" w:rsidP="00801D49"/>
    <w:p w14:paraId="10481509" w14:textId="77777777" w:rsidR="000E362F" w:rsidRPr="0001239D" w:rsidRDefault="000E362F" w:rsidP="00801D49">
      <w:pPr>
        <w:rPr>
          <w:sz w:val="32"/>
          <w:szCs w:val="32"/>
        </w:rPr>
      </w:pPr>
    </w:p>
    <w:p w14:paraId="385BB637" w14:textId="77777777" w:rsidR="000E362F" w:rsidRDefault="000E362F" w:rsidP="00801D49">
      <w:pPr>
        <w:rPr>
          <w:sz w:val="32"/>
          <w:szCs w:val="32"/>
        </w:rPr>
      </w:pPr>
    </w:p>
    <w:p w14:paraId="316A1B7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Jerry,</w:t>
      </w:r>
    </w:p>
    <w:p w14:paraId="4EABB87C" w14:textId="77777777" w:rsidR="000E362F" w:rsidRDefault="000E362F" w:rsidP="00801D49">
      <w:pPr>
        <w:rPr>
          <w:sz w:val="32"/>
          <w:szCs w:val="32"/>
        </w:rPr>
      </w:pPr>
    </w:p>
    <w:p w14:paraId="2CD13F3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741153" w14:textId="77777777" w:rsidR="000E362F" w:rsidRDefault="000E362F" w:rsidP="00801D49">
      <w:pPr>
        <w:rPr>
          <w:sz w:val="32"/>
          <w:szCs w:val="32"/>
        </w:rPr>
      </w:pPr>
    </w:p>
    <w:p w14:paraId="69C99B4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656016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1FB0AB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C81934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8A5419" wp14:editId="23C906E5">
                  <wp:extent cx="6399207" cy="3924300"/>
                  <wp:effectExtent l="0" t="0" r="1905" b="0"/>
                  <wp:docPr id="271" name="Picture 27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D7E49A" w14:textId="77777777" w:rsidR="000E362F" w:rsidRDefault="000E362F" w:rsidP="00801D49"/>
    <w:p w14:paraId="6369D0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Haydee Denooyer</w:t>
      </w:r>
    </w:p>
    <w:p w14:paraId="6D63F4D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25346 New Rd</w:t>
      </w:r>
    </w:p>
    <w:p w14:paraId="2EB583B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10016</w:t>
      </w:r>
    </w:p>
    <w:p w14:paraId="048A3389" w14:textId="77777777" w:rsidR="000E362F" w:rsidRDefault="000E362F" w:rsidP="00801D49"/>
    <w:p w14:paraId="44E7C983" w14:textId="77777777" w:rsidR="000E362F" w:rsidRPr="0001239D" w:rsidRDefault="000E362F" w:rsidP="00801D49">
      <w:pPr>
        <w:rPr>
          <w:sz w:val="32"/>
          <w:szCs w:val="32"/>
        </w:rPr>
      </w:pPr>
    </w:p>
    <w:p w14:paraId="0B2A9004" w14:textId="77777777" w:rsidR="000E362F" w:rsidRDefault="000E362F" w:rsidP="00801D49">
      <w:pPr>
        <w:rPr>
          <w:sz w:val="32"/>
          <w:szCs w:val="32"/>
        </w:rPr>
      </w:pPr>
    </w:p>
    <w:p w14:paraId="7AE3B2B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Haydee,</w:t>
      </w:r>
    </w:p>
    <w:p w14:paraId="0C4CA281" w14:textId="77777777" w:rsidR="000E362F" w:rsidRDefault="000E362F" w:rsidP="00801D49">
      <w:pPr>
        <w:rPr>
          <w:sz w:val="32"/>
          <w:szCs w:val="32"/>
        </w:rPr>
      </w:pPr>
    </w:p>
    <w:p w14:paraId="7302D7F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F254720" w14:textId="77777777" w:rsidR="000E362F" w:rsidRDefault="000E362F" w:rsidP="00801D49">
      <w:pPr>
        <w:rPr>
          <w:sz w:val="32"/>
          <w:szCs w:val="32"/>
        </w:rPr>
      </w:pPr>
    </w:p>
    <w:p w14:paraId="6426694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A1635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C41527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A6BFFC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1A416D" wp14:editId="744CE250">
                  <wp:extent cx="6399207" cy="3924300"/>
                  <wp:effectExtent l="0" t="0" r="1905" b="0"/>
                  <wp:docPr id="272" name="Picture 27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053D6D" w14:textId="77777777" w:rsidR="000E362F" w:rsidRDefault="000E362F" w:rsidP="00801D49"/>
    <w:p w14:paraId="5112602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Joseph Cryer</w:t>
      </w:r>
    </w:p>
    <w:p w14:paraId="48FFA5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60 Fillmore Ave</w:t>
      </w:r>
    </w:p>
    <w:p w14:paraId="126B478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Huntington Beach, CA 92647</w:t>
      </w:r>
    </w:p>
    <w:p w14:paraId="38A4BAAC" w14:textId="77777777" w:rsidR="000E362F" w:rsidRDefault="000E362F" w:rsidP="00801D49"/>
    <w:p w14:paraId="229A3925" w14:textId="77777777" w:rsidR="000E362F" w:rsidRPr="0001239D" w:rsidRDefault="000E362F" w:rsidP="00801D49">
      <w:pPr>
        <w:rPr>
          <w:sz w:val="32"/>
          <w:szCs w:val="32"/>
        </w:rPr>
      </w:pPr>
    </w:p>
    <w:p w14:paraId="118F000F" w14:textId="77777777" w:rsidR="000E362F" w:rsidRDefault="000E362F" w:rsidP="00801D49">
      <w:pPr>
        <w:rPr>
          <w:sz w:val="32"/>
          <w:szCs w:val="32"/>
        </w:rPr>
      </w:pPr>
    </w:p>
    <w:p w14:paraId="3601FB1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Joseph,</w:t>
      </w:r>
    </w:p>
    <w:p w14:paraId="050A91AD" w14:textId="77777777" w:rsidR="000E362F" w:rsidRDefault="000E362F" w:rsidP="00801D49">
      <w:pPr>
        <w:rPr>
          <w:sz w:val="32"/>
          <w:szCs w:val="32"/>
        </w:rPr>
      </w:pPr>
    </w:p>
    <w:p w14:paraId="0183580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6D54855" w14:textId="77777777" w:rsidR="000E362F" w:rsidRDefault="000E362F" w:rsidP="00801D49">
      <w:pPr>
        <w:rPr>
          <w:sz w:val="32"/>
          <w:szCs w:val="32"/>
        </w:rPr>
      </w:pPr>
    </w:p>
    <w:p w14:paraId="5F44B06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306EB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276CC9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145E6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9310AC" wp14:editId="58F368D4">
                  <wp:extent cx="6399207" cy="3924300"/>
                  <wp:effectExtent l="0" t="0" r="1905" b="0"/>
                  <wp:docPr id="273" name="Picture 27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94A784" w14:textId="77777777" w:rsidR="000E362F" w:rsidRDefault="000E362F" w:rsidP="00801D49"/>
    <w:p w14:paraId="1BEB1C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Deonna Kippley</w:t>
      </w:r>
    </w:p>
    <w:p w14:paraId="25AFCC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57 Haven Ave #90</w:t>
      </w:r>
    </w:p>
    <w:p w14:paraId="645202C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Southfield, MI 48075</w:t>
      </w:r>
    </w:p>
    <w:p w14:paraId="3941B914" w14:textId="77777777" w:rsidR="000E362F" w:rsidRDefault="000E362F" w:rsidP="00801D49"/>
    <w:p w14:paraId="296608DD" w14:textId="77777777" w:rsidR="000E362F" w:rsidRPr="0001239D" w:rsidRDefault="000E362F" w:rsidP="00801D49">
      <w:pPr>
        <w:rPr>
          <w:sz w:val="32"/>
          <w:szCs w:val="32"/>
        </w:rPr>
      </w:pPr>
    </w:p>
    <w:p w14:paraId="4A6EBC88" w14:textId="77777777" w:rsidR="000E362F" w:rsidRDefault="000E362F" w:rsidP="00801D49">
      <w:pPr>
        <w:rPr>
          <w:sz w:val="32"/>
          <w:szCs w:val="32"/>
        </w:rPr>
      </w:pPr>
    </w:p>
    <w:p w14:paraId="15439AB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Deonna,</w:t>
      </w:r>
    </w:p>
    <w:p w14:paraId="5D93ABEF" w14:textId="77777777" w:rsidR="000E362F" w:rsidRDefault="000E362F" w:rsidP="00801D49">
      <w:pPr>
        <w:rPr>
          <w:sz w:val="32"/>
          <w:szCs w:val="32"/>
        </w:rPr>
      </w:pPr>
    </w:p>
    <w:p w14:paraId="0537CBE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8968C8D" w14:textId="77777777" w:rsidR="000E362F" w:rsidRDefault="000E362F" w:rsidP="00801D49">
      <w:pPr>
        <w:rPr>
          <w:sz w:val="32"/>
          <w:szCs w:val="32"/>
        </w:rPr>
      </w:pPr>
    </w:p>
    <w:p w14:paraId="529ACE1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7E0620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1A2569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61C958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097EC3" wp14:editId="4050A7FA">
                  <wp:extent cx="6399207" cy="3924300"/>
                  <wp:effectExtent l="0" t="0" r="1905" b="0"/>
                  <wp:docPr id="274" name="Picture 27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E05E7B" w14:textId="77777777" w:rsidR="000E362F" w:rsidRDefault="000E362F" w:rsidP="00801D49"/>
    <w:p w14:paraId="5995720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Raymon Calvaresi</w:t>
      </w:r>
    </w:p>
    <w:p w14:paraId="5544F64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6538 E Pomona St #60</w:t>
      </w:r>
    </w:p>
    <w:p w14:paraId="51A8B2F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Indianapolis, IN 46222</w:t>
      </w:r>
    </w:p>
    <w:p w14:paraId="4FE5CDBF" w14:textId="77777777" w:rsidR="000E362F" w:rsidRDefault="000E362F" w:rsidP="00801D49"/>
    <w:p w14:paraId="3E12FE71" w14:textId="77777777" w:rsidR="000E362F" w:rsidRPr="0001239D" w:rsidRDefault="000E362F" w:rsidP="00801D49">
      <w:pPr>
        <w:rPr>
          <w:sz w:val="32"/>
          <w:szCs w:val="32"/>
        </w:rPr>
      </w:pPr>
    </w:p>
    <w:p w14:paraId="79B7F7A9" w14:textId="77777777" w:rsidR="000E362F" w:rsidRDefault="000E362F" w:rsidP="00801D49">
      <w:pPr>
        <w:rPr>
          <w:sz w:val="32"/>
          <w:szCs w:val="32"/>
        </w:rPr>
      </w:pPr>
    </w:p>
    <w:p w14:paraId="21A4FA9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Raymon,</w:t>
      </w:r>
    </w:p>
    <w:p w14:paraId="512E57C8" w14:textId="77777777" w:rsidR="000E362F" w:rsidRDefault="000E362F" w:rsidP="00801D49">
      <w:pPr>
        <w:rPr>
          <w:sz w:val="32"/>
          <w:szCs w:val="32"/>
        </w:rPr>
      </w:pPr>
    </w:p>
    <w:p w14:paraId="79EA873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5516673" w14:textId="77777777" w:rsidR="000E362F" w:rsidRDefault="000E362F" w:rsidP="00801D49">
      <w:pPr>
        <w:rPr>
          <w:sz w:val="32"/>
          <w:szCs w:val="32"/>
        </w:rPr>
      </w:pPr>
    </w:p>
    <w:p w14:paraId="0ED4292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C3BEC7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36E8CC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1ECC5D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48F0F1" wp14:editId="16504690">
                  <wp:extent cx="6399207" cy="3924300"/>
                  <wp:effectExtent l="0" t="0" r="1905" b="0"/>
                  <wp:docPr id="275" name="Picture 27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1B15DF" w14:textId="77777777" w:rsidR="000E362F" w:rsidRDefault="000E362F" w:rsidP="00801D49"/>
    <w:p w14:paraId="1122B7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Alecia Bubash</w:t>
      </w:r>
    </w:p>
    <w:p w14:paraId="7BDCBE4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6535 Joyce St</w:t>
      </w:r>
    </w:p>
    <w:p w14:paraId="5E7DAF0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Wichita Falls, TX 76301</w:t>
      </w:r>
    </w:p>
    <w:p w14:paraId="16B12AD1" w14:textId="77777777" w:rsidR="000E362F" w:rsidRDefault="000E362F" w:rsidP="00801D49"/>
    <w:p w14:paraId="25C44408" w14:textId="77777777" w:rsidR="000E362F" w:rsidRPr="0001239D" w:rsidRDefault="000E362F" w:rsidP="00801D49">
      <w:pPr>
        <w:rPr>
          <w:sz w:val="32"/>
          <w:szCs w:val="32"/>
        </w:rPr>
      </w:pPr>
    </w:p>
    <w:p w14:paraId="7572B1E8" w14:textId="77777777" w:rsidR="000E362F" w:rsidRDefault="000E362F" w:rsidP="00801D49">
      <w:pPr>
        <w:rPr>
          <w:sz w:val="32"/>
          <w:szCs w:val="32"/>
        </w:rPr>
      </w:pPr>
    </w:p>
    <w:p w14:paraId="4C200AA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Alecia,</w:t>
      </w:r>
    </w:p>
    <w:p w14:paraId="0445FF7E" w14:textId="77777777" w:rsidR="000E362F" w:rsidRDefault="000E362F" w:rsidP="00801D49">
      <w:pPr>
        <w:rPr>
          <w:sz w:val="32"/>
          <w:szCs w:val="32"/>
        </w:rPr>
      </w:pPr>
    </w:p>
    <w:p w14:paraId="0C672F3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D89F091" w14:textId="77777777" w:rsidR="000E362F" w:rsidRDefault="000E362F" w:rsidP="00801D49">
      <w:pPr>
        <w:rPr>
          <w:sz w:val="32"/>
          <w:szCs w:val="32"/>
        </w:rPr>
      </w:pPr>
    </w:p>
    <w:p w14:paraId="5FDEEA5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5D16C5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964689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E352F4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AFC347" wp14:editId="11E340C7">
                  <wp:extent cx="6399207" cy="3924300"/>
                  <wp:effectExtent l="0" t="0" r="1905" b="0"/>
                  <wp:docPr id="276" name="Picture 27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0CB3CE" w14:textId="77777777" w:rsidR="000E362F" w:rsidRDefault="000E362F" w:rsidP="00801D49"/>
    <w:p w14:paraId="1E5ACEF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 Layous</w:t>
      </w:r>
    </w:p>
    <w:p w14:paraId="1CC2872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78112 Morris Ave</w:t>
      </w:r>
    </w:p>
    <w:p w14:paraId="6DC7266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North Haven, CT 6473</w:t>
      </w:r>
    </w:p>
    <w:p w14:paraId="0C190B59" w14:textId="77777777" w:rsidR="000E362F" w:rsidRDefault="000E362F" w:rsidP="00801D49"/>
    <w:p w14:paraId="37D50536" w14:textId="77777777" w:rsidR="000E362F" w:rsidRPr="0001239D" w:rsidRDefault="000E362F" w:rsidP="00801D49">
      <w:pPr>
        <w:rPr>
          <w:sz w:val="32"/>
          <w:szCs w:val="32"/>
        </w:rPr>
      </w:pPr>
    </w:p>
    <w:p w14:paraId="0235C515" w14:textId="77777777" w:rsidR="000E362F" w:rsidRDefault="000E362F" w:rsidP="00801D49">
      <w:pPr>
        <w:rPr>
          <w:sz w:val="32"/>
          <w:szCs w:val="32"/>
        </w:rPr>
      </w:pPr>
    </w:p>
    <w:p w14:paraId="63D66FA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Ma,</w:t>
      </w:r>
    </w:p>
    <w:p w14:paraId="348615EA" w14:textId="77777777" w:rsidR="000E362F" w:rsidRDefault="000E362F" w:rsidP="00801D49">
      <w:pPr>
        <w:rPr>
          <w:sz w:val="32"/>
          <w:szCs w:val="32"/>
        </w:rPr>
      </w:pPr>
    </w:p>
    <w:p w14:paraId="17037DF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C050D6D" w14:textId="77777777" w:rsidR="000E362F" w:rsidRDefault="000E362F" w:rsidP="00801D49">
      <w:pPr>
        <w:rPr>
          <w:sz w:val="32"/>
          <w:szCs w:val="32"/>
        </w:rPr>
      </w:pPr>
    </w:p>
    <w:p w14:paraId="68E1097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C35895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AEF6F3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CE2269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38DECB" wp14:editId="5EC7FD0B">
                  <wp:extent cx="6399207" cy="3924300"/>
                  <wp:effectExtent l="0" t="0" r="1905" b="0"/>
                  <wp:docPr id="277" name="Picture 27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8A23DC" w14:textId="77777777" w:rsidR="000E362F" w:rsidRDefault="000E362F" w:rsidP="00801D49"/>
    <w:p w14:paraId="448EA66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Detra Coyier</w:t>
      </w:r>
    </w:p>
    <w:p w14:paraId="2F93BF6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96950 Hidden Ln</w:t>
      </w:r>
    </w:p>
    <w:p w14:paraId="5221918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Aberdeen, MD 21001</w:t>
      </w:r>
    </w:p>
    <w:p w14:paraId="6CD9B998" w14:textId="77777777" w:rsidR="000E362F" w:rsidRDefault="000E362F" w:rsidP="00801D49"/>
    <w:p w14:paraId="77B1E138" w14:textId="77777777" w:rsidR="000E362F" w:rsidRPr="0001239D" w:rsidRDefault="000E362F" w:rsidP="00801D49">
      <w:pPr>
        <w:rPr>
          <w:sz w:val="32"/>
          <w:szCs w:val="32"/>
        </w:rPr>
      </w:pPr>
    </w:p>
    <w:p w14:paraId="7E1A1BD9" w14:textId="77777777" w:rsidR="000E362F" w:rsidRDefault="000E362F" w:rsidP="00801D49">
      <w:pPr>
        <w:rPr>
          <w:sz w:val="32"/>
          <w:szCs w:val="32"/>
        </w:rPr>
      </w:pPr>
    </w:p>
    <w:p w14:paraId="4AAB536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Detra,</w:t>
      </w:r>
    </w:p>
    <w:p w14:paraId="29ACB00D" w14:textId="77777777" w:rsidR="000E362F" w:rsidRDefault="000E362F" w:rsidP="00801D49">
      <w:pPr>
        <w:rPr>
          <w:sz w:val="32"/>
          <w:szCs w:val="32"/>
        </w:rPr>
      </w:pPr>
    </w:p>
    <w:p w14:paraId="60EABDA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7BD00C" w14:textId="77777777" w:rsidR="000E362F" w:rsidRDefault="000E362F" w:rsidP="00801D49">
      <w:pPr>
        <w:rPr>
          <w:sz w:val="32"/>
          <w:szCs w:val="32"/>
        </w:rPr>
      </w:pPr>
    </w:p>
    <w:p w14:paraId="30E91E4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A3C1D7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104321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F42CEC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436D08" wp14:editId="6ABAA42B">
                  <wp:extent cx="6399207" cy="3924300"/>
                  <wp:effectExtent l="0" t="0" r="1905" b="0"/>
                  <wp:docPr id="278" name="Picture 27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017471" w14:textId="77777777" w:rsidR="000E362F" w:rsidRDefault="000E362F" w:rsidP="00801D49"/>
    <w:p w14:paraId="57DCEAC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Terrilyn Rodeigues</w:t>
      </w:r>
    </w:p>
    <w:p w14:paraId="51283C1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3718 S Main St</w:t>
      </w:r>
    </w:p>
    <w:p w14:paraId="0F974AF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Orleans, LA 70130</w:t>
      </w:r>
    </w:p>
    <w:p w14:paraId="3A233660" w14:textId="77777777" w:rsidR="000E362F" w:rsidRDefault="000E362F" w:rsidP="00801D49"/>
    <w:p w14:paraId="73E9E281" w14:textId="77777777" w:rsidR="000E362F" w:rsidRPr="0001239D" w:rsidRDefault="000E362F" w:rsidP="00801D49">
      <w:pPr>
        <w:rPr>
          <w:sz w:val="32"/>
          <w:szCs w:val="32"/>
        </w:rPr>
      </w:pPr>
    </w:p>
    <w:p w14:paraId="6EA362B3" w14:textId="77777777" w:rsidR="000E362F" w:rsidRDefault="000E362F" w:rsidP="00801D49">
      <w:pPr>
        <w:rPr>
          <w:sz w:val="32"/>
          <w:szCs w:val="32"/>
        </w:rPr>
      </w:pPr>
    </w:p>
    <w:p w14:paraId="0D0E665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Terrilyn,</w:t>
      </w:r>
    </w:p>
    <w:p w14:paraId="7C78CE13" w14:textId="77777777" w:rsidR="000E362F" w:rsidRDefault="000E362F" w:rsidP="00801D49">
      <w:pPr>
        <w:rPr>
          <w:sz w:val="32"/>
          <w:szCs w:val="32"/>
        </w:rPr>
      </w:pPr>
    </w:p>
    <w:p w14:paraId="4186B12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7460D23" w14:textId="77777777" w:rsidR="000E362F" w:rsidRDefault="000E362F" w:rsidP="00801D49">
      <w:pPr>
        <w:rPr>
          <w:sz w:val="32"/>
          <w:szCs w:val="32"/>
        </w:rPr>
      </w:pPr>
    </w:p>
    <w:p w14:paraId="0572E2D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376086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F08A23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2C781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3904C7" wp14:editId="47790322">
                  <wp:extent cx="6399207" cy="3924300"/>
                  <wp:effectExtent l="0" t="0" r="1905" b="0"/>
                  <wp:docPr id="279" name="Picture 27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43DBDF" w14:textId="77777777" w:rsidR="000E362F" w:rsidRDefault="000E362F" w:rsidP="00801D49"/>
    <w:p w14:paraId="0B56B3E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Salome Lacovara</w:t>
      </w:r>
    </w:p>
    <w:p w14:paraId="18419AF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9677 Commerce Dr</w:t>
      </w:r>
    </w:p>
    <w:p w14:paraId="27E29F9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Richmond, VA 23219</w:t>
      </w:r>
    </w:p>
    <w:p w14:paraId="3C12387B" w14:textId="77777777" w:rsidR="000E362F" w:rsidRDefault="000E362F" w:rsidP="00801D49"/>
    <w:p w14:paraId="220D967C" w14:textId="77777777" w:rsidR="000E362F" w:rsidRPr="0001239D" w:rsidRDefault="000E362F" w:rsidP="00801D49">
      <w:pPr>
        <w:rPr>
          <w:sz w:val="32"/>
          <w:szCs w:val="32"/>
        </w:rPr>
      </w:pPr>
    </w:p>
    <w:p w14:paraId="7E52D7AD" w14:textId="77777777" w:rsidR="000E362F" w:rsidRDefault="000E362F" w:rsidP="00801D49">
      <w:pPr>
        <w:rPr>
          <w:sz w:val="32"/>
          <w:szCs w:val="32"/>
        </w:rPr>
      </w:pPr>
    </w:p>
    <w:p w14:paraId="4B2916B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Salome,</w:t>
      </w:r>
    </w:p>
    <w:p w14:paraId="025A1320" w14:textId="77777777" w:rsidR="000E362F" w:rsidRDefault="000E362F" w:rsidP="00801D49">
      <w:pPr>
        <w:rPr>
          <w:sz w:val="32"/>
          <w:szCs w:val="32"/>
        </w:rPr>
      </w:pPr>
    </w:p>
    <w:p w14:paraId="549C6A8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FAF5D7E" w14:textId="77777777" w:rsidR="000E362F" w:rsidRDefault="000E362F" w:rsidP="00801D49">
      <w:pPr>
        <w:rPr>
          <w:sz w:val="32"/>
          <w:szCs w:val="32"/>
        </w:rPr>
      </w:pPr>
    </w:p>
    <w:p w14:paraId="55A267D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767E5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0E32CC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6DABF2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7A1C14" wp14:editId="4F93CDE2">
                  <wp:extent cx="6399207" cy="3924300"/>
                  <wp:effectExtent l="0" t="0" r="1905" b="0"/>
                  <wp:docPr id="280" name="Picture 28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3AB02F" w14:textId="77777777" w:rsidR="000E362F" w:rsidRDefault="000E362F" w:rsidP="00801D49"/>
    <w:p w14:paraId="6485AA4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Garry Keetch</w:t>
      </w:r>
    </w:p>
    <w:p w14:paraId="76E2504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Green Pond Rd #4</w:t>
      </w:r>
    </w:p>
    <w:p w14:paraId="632E1ED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Southampton, PA 18966</w:t>
      </w:r>
    </w:p>
    <w:p w14:paraId="7B60F0CB" w14:textId="77777777" w:rsidR="000E362F" w:rsidRDefault="000E362F" w:rsidP="00801D49"/>
    <w:p w14:paraId="510296C7" w14:textId="77777777" w:rsidR="000E362F" w:rsidRPr="0001239D" w:rsidRDefault="000E362F" w:rsidP="00801D49">
      <w:pPr>
        <w:rPr>
          <w:sz w:val="32"/>
          <w:szCs w:val="32"/>
        </w:rPr>
      </w:pPr>
    </w:p>
    <w:p w14:paraId="6B5F3405" w14:textId="77777777" w:rsidR="000E362F" w:rsidRDefault="000E362F" w:rsidP="00801D49">
      <w:pPr>
        <w:rPr>
          <w:sz w:val="32"/>
          <w:szCs w:val="32"/>
        </w:rPr>
      </w:pPr>
    </w:p>
    <w:p w14:paraId="3E5B9AF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Garry,</w:t>
      </w:r>
    </w:p>
    <w:p w14:paraId="5B545549" w14:textId="77777777" w:rsidR="000E362F" w:rsidRDefault="000E362F" w:rsidP="00801D49">
      <w:pPr>
        <w:rPr>
          <w:sz w:val="32"/>
          <w:szCs w:val="32"/>
        </w:rPr>
      </w:pPr>
    </w:p>
    <w:p w14:paraId="4D58B8C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FB542F1" w14:textId="77777777" w:rsidR="000E362F" w:rsidRDefault="000E362F" w:rsidP="00801D49">
      <w:pPr>
        <w:rPr>
          <w:sz w:val="32"/>
          <w:szCs w:val="32"/>
        </w:rPr>
      </w:pPr>
    </w:p>
    <w:p w14:paraId="47D60E8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9F888B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A52F19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EA0CFD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4E2DCA" wp14:editId="763FA4A7">
                  <wp:extent cx="6399207" cy="3924300"/>
                  <wp:effectExtent l="0" t="0" r="1905" b="0"/>
                  <wp:docPr id="281" name="Picture 28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0A9F9F" w14:textId="77777777" w:rsidR="000E362F" w:rsidRDefault="000E362F" w:rsidP="00801D49"/>
    <w:p w14:paraId="519A5CF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Matthew Neither</w:t>
      </w:r>
    </w:p>
    <w:p w14:paraId="29ED778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636 Commerce Dr #42</w:t>
      </w:r>
    </w:p>
    <w:p w14:paraId="160E487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Shakopee, MN 55379</w:t>
      </w:r>
    </w:p>
    <w:p w14:paraId="3CFDA97C" w14:textId="77777777" w:rsidR="000E362F" w:rsidRDefault="000E362F" w:rsidP="00801D49"/>
    <w:p w14:paraId="6A5BC7BF" w14:textId="77777777" w:rsidR="000E362F" w:rsidRPr="0001239D" w:rsidRDefault="000E362F" w:rsidP="00801D49">
      <w:pPr>
        <w:rPr>
          <w:sz w:val="32"/>
          <w:szCs w:val="32"/>
        </w:rPr>
      </w:pPr>
    </w:p>
    <w:p w14:paraId="5E0AD216" w14:textId="77777777" w:rsidR="000E362F" w:rsidRDefault="000E362F" w:rsidP="00801D49">
      <w:pPr>
        <w:rPr>
          <w:sz w:val="32"/>
          <w:szCs w:val="32"/>
        </w:rPr>
      </w:pPr>
    </w:p>
    <w:p w14:paraId="602A7ED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Matthew,</w:t>
      </w:r>
    </w:p>
    <w:p w14:paraId="594FF62F" w14:textId="77777777" w:rsidR="000E362F" w:rsidRDefault="000E362F" w:rsidP="00801D49">
      <w:pPr>
        <w:rPr>
          <w:sz w:val="32"/>
          <w:szCs w:val="32"/>
        </w:rPr>
      </w:pPr>
    </w:p>
    <w:p w14:paraId="6BA4563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A8D7B51" w14:textId="77777777" w:rsidR="000E362F" w:rsidRDefault="000E362F" w:rsidP="00801D49">
      <w:pPr>
        <w:rPr>
          <w:sz w:val="32"/>
          <w:szCs w:val="32"/>
        </w:rPr>
      </w:pPr>
    </w:p>
    <w:p w14:paraId="40C0906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6702E7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1AD2D8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8B422F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9C87B1" wp14:editId="4A0E4FDE">
                  <wp:extent cx="6399207" cy="3924300"/>
                  <wp:effectExtent l="0" t="0" r="1905" b="0"/>
                  <wp:docPr id="282" name="Picture 28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758F2" w14:textId="77777777" w:rsidR="000E362F" w:rsidRDefault="000E362F" w:rsidP="00801D49"/>
    <w:p w14:paraId="73DC26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Theodora Restrepo</w:t>
      </w:r>
    </w:p>
    <w:p w14:paraId="5FC7F88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42744 Hamann Industrial Pky #82</w:t>
      </w:r>
    </w:p>
    <w:p w14:paraId="15955BD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Miami, FL 33136</w:t>
      </w:r>
    </w:p>
    <w:p w14:paraId="1DF0D498" w14:textId="77777777" w:rsidR="000E362F" w:rsidRDefault="000E362F" w:rsidP="00801D49"/>
    <w:p w14:paraId="3B18995F" w14:textId="77777777" w:rsidR="000E362F" w:rsidRPr="0001239D" w:rsidRDefault="000E362F" w:rsidP="00801D49">
      <w:pPr>
        <w:rPr>
          <w:sz w:val="32"/>
          <w:szCs w:val="32"/>
        </w:rPr>
      </w:pPr>
    </w:p>
    <w:p w14:paraId="39C0964C" w14:textId="77777777" w:rsidR="000E362F" w:rsidRDefault="000E362F" w:rsidP="00801D49">
      <w:pPr>
        <w:rPr>
          <w:sz w:val="32"/>
          <w:szCs w:val="32"/>
        </w:rPr>
      </w:pPr>
    </w:p>
    <w:p w14:paraId="2C52B1B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Theodora,</w:t>
      </w:r>
    </w:p>
    <w:p w14:paraId="7B784D42" w14:textId="77777777" w:rsidR="000E362F" w:rsidRDefault="000E362F" w:rsidP="00801D49">
      <w:pPr>
        <w:rPr>
          <w:sz w:val="32"/>
          <w:szCs w:val="32"/>
        </w:rPr>
      </w:pPr>
    </w:p>
    <w:p w14:paraId="5138DB6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D450291" w14:textId="77777777" w:rsidR="000E362F" w:rsidRDefault="000E362F" w:rsidP="00801D49">
      <w:pPr>
        <w:rPr>
          <w:sz w:val="32"/>
          <w:szCs w:val="32"/>
        </w:rPr>
      </w:pPr>
    </w:p>
    <w:p w14:paraId="2B801E7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D1E628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BD123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1B6829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1AC4D4" wp14:editId="77FDC6F0">
                  <wp:extent cx="6399207" cy="3924300"/>
                  <wp:effectExtent l="0" t="0" r="1905" b="0"/>
                  <wp:docPr id="283" name="Picture 28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7040F1" w14:textId="77777777" w:rsidR="000E362F" w:rsidRDefault="000E362F" w:rsidP="00801D49"/>
    <w:p w14:paraId="76780E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Noah Kalafatis</w:t>
      </w:r>
    </w:p>
    <w:p w14:paraId="76C4D02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1950 5th Ave</w:t>
      </w:r>
    </w:p>
    <w:p w14:paraId="77715E8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Milwaukee, WI 53209</w:t>
      </w:r>
    </w:p>
    <w:p w14:paraId="5344211B" w14:textId="77777777" w:rsidR="000E362F" w:rsidRDefault="000E362F" w:rsidP="00801D49"/>
    <w:p w14:paraId="77B6EE55" w14:textId="77777777" w:rsidR="000E362F" w:rsidRPr="0001239D" w:rsidRDefault="000E362F" w:rsidP="00801D49">
      <w:pPr>
        <w:rPr>
          <w:sz w:val="32"/>
          <w:szCs w:val="32"/>
        </w:rPr>
      </w:pPr>
    </w:p>
    <w:p w14:paraId="3FE237CD" w14:textId="77777777" w:rsidR="000E362F" w:rsidRDefault="000E362F" w:rsidP="00801D49">
      <w:pPr>
        <w:rPr>
          <w:sz w:val="32"/>
          <w:szCs w:val="32"/>
        </w:rPr>
      </w:pPr>
    </w:p>
    <w:p w14:paraId="6483964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Noah,</w:t>
      </w:r>
    </w:p>
    <w:p w14:paraId="2729F838" w14:textId="77777777" w:rsidR="000E362F" w:rsidRDefault="000E362F" w:rsidP="00801D49">
      <w:pPr>
        <w:rPr>
          <w:sz w:val="32"/>
          <w:szCs w:val="32"/>
        </w:rPr>
      </w:pPr>
    </w:p>
    <w:p w14:paraId="1024339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7DB167E" w14:textId="77777777" w:rsidR="000E362F" w:rsidRDefault="000E362F" w:rsidP="00801D49">
      <w:pPr>
        <w:rPr>
          <w:sz w:val="32"/>
          <w:szCs w:val="32"/>
        </w:rPr>
      </w:pPr>
    </w:p>
    <w:p w14:paraId="0AFAD14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33BE4D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8AF83B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BC6E79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C5E1CB" wp14:editId="0B740549">
                  <wp:extent cx="6399207" cy="3924300"/>
                  <wp:effectExtent l="0" t="0" r="1905" b="0"/>
                  <wp:docPr id="284" name="Picture 28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DDB79" w14:textId="77777777" w:rsidR="000E362F" w:rsidRDefault="000E362F" w:rsidP="00801D49"/>
    <w:p w14:paraId="0BB9ADC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Carmen Sweigard</w:t>
      </w:r>
    </w:p>
    <w:p w14:paraId="6D4CE96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61304 N French Rd</w:t>
      </w:r>
    </w:p>
    <w:p w14:paraId="3AA24DF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Somerset, NJ 8873</w:t>
      </w:r>
    </w:p>
    <w:p w14:paraId="7F96A046" w14:textId="77777777" w:rsidR="000E362F" w:rsidRDefault="000E362F" w:rsidP="00801D49"/>
    <w:p w14:paraId="508F9491" w14:textId="77777777" w:rsidR="000E362F" w:rsidRPr="0001239D" w:rsidRDefault="000E362F" w:rsidP="00801D49">
      <w:pPr>
        <w:rPr>
          <w:sz w:val="32"/>
          <w:szCs w:val="32"/>
        </w:rPr>
      </w:pPr>
    </w:p>
    <w:p w14:paraId="2F435153" w14:textId="77777777" w:rsidR="000E362F" w:rsidRDefault="000E362F" w:rsidP="00801D49">
      <w:pPr>
        <w:rPr>
          <w:sz w:val="32"/>
          <w:szCs w:val="32"/>
        </w:rPr>
      </w:pPr>
    </w:p>
    <w:p w14:paraId="44939E0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Carmen,</w:t>
      </w:r>
    </w:p>
    <w:p w14:paraId="6E22CB02" w14:textId="77777777" w:rsidR="000E362F" w:rsidRDefault="000E362F" w:rsidP="00801D49">
      <w:pPr>
        <w:rPr>
          <w:sz w:val="32"/>
          <w:szCs w:val="32"/>
        </w:rPr>
      </w:pPr>
    </w:p>
    <w:p w14:paraId="47D302B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51BEB0B" w14:textId="77777777" w:rsidR="000E362F" w:rsidRDefault="000E362F" w:rsidP="00801D49">
      <w:pPr>
        <w:rPr>
          <w:sz w:val="32"/>
          <w:szCs w:val="32"/>
        </w:rPr>
      </w:pPr>
    </w:p>
    <w:p w14:paraId="1B14C03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61DDE5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922A2D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2E6539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FB8181" wp14:editId="57A436B6">
                  <wp:extent cx="6399207" cy="3924300"/>
                  <wp:effectExtent l="0" t="0" r="1905" b="0"/>
                  <wp:docPr id="285" name="Picture 28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CE3F7D" w14:textId="77777777" w:rsidR="000E362F" w:rsidRDefault="000E362F" w:rsidP="00801D49"/>
    <w:p w14:paraId="6366846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Lavonda Hengel</w:t>
      </w:r>
    </w:p>
    <w:p w14:paraId="6EF1ABF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 Imperial Ct #79</w:t>
      </w:r>
    </w:p>
    <w:p w14:paraId="485F396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Fargo, ND 58102</w:t>
      </w:r>
    </w:p>
    <w:p w14:paraId="082A55C7" w14:textId="77777777" w:rsidR="000E362F" w:rsidRDefault="000E362F" w:rsidP="00801D49"/>
    <w:p w14:paraId="5B296498" w14:textId="77777777" w:rsidR="000E362F" w:rsidRPr="0001239D" w:rsidRDefault="000E362F" w:rsidP="00801D49">
      <w:pPr>
        <w:rPr>
          <w:sz w:val="32"/>
          <w:szCs w:val="32"/>
        </w:rPr>
      </w:pPr>
    </w:p>
    <w:p w14:paraId="5E0508FD" w14:textId="77777777" w:rsidR="000E362F" w:rsidRDefault="000E362F" w:rsidP="00801D49">
      <w:pPr>
        <w:rPr>
          <w:sz w:val="32"/>
          <w:szCs w:val="32"/>
        </w:rPr>
      </w:pPr>
    </w:p>
    <w:p w14:paraId="0236AFB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Lavonda,</w:t>
      </w:r>
    </w:p>
    <w:p w14:paraId="07000F92" w14:textId="77777777" w:rsidR="000E362F" w:rsidRDefault="000E362F" w:rsidP="00801D49">
      <w:pPr>
        <w:rPr>
          <w:sz w:val="32"/>
          <w:szCs w:val="32"/>
        </w:rPr>
      </w:pPr>
    </w:p>
    <w:p w14:paraId="286212D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5794817" w14:textId="77777777" w:rsidR="000E362F" w:rsidRDefault="000E362F" w:rsidP="00801D49">
      <w:pPr>
        <w:rPr>
          <w:sz w:val="32"/>
          <w:szCs w:val="32"/>
        </w:rPr>
      </w:pPr>
    </w:p>
    <w:p w14:paraId="28CF795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A6E5AF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FFD18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6A397B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D3BFE7" wp14:editId="4375EE50">
                  <wp:extent cx="6399207" cy="3924300"/>
                  <wp:effectExtent l="0" t="0" r="1905" b="0"/>
                  <wp:docPr id="286" name="Picture 28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15C232" w14:textId="77777777" w:rsidR="000E362F" w:rsidRDefault="000E362F" w:rsidP="00801D49"/>
    <w:p w14:paraId="06C7BAB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Junita Stoltzman</w:t>
      </w:r>
    </w:p>
    <w:p w14:paraId="37524A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94 W Dodge Rd</w:t>
      </w:r>
    </w:p>
    <w:p w14:paraId="6AF788A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Carson City, NV 89701</w:t>
      </w:r>
    </w:p>
    <w:p w14:paraId="3542AE8F" w14:textId="77777777" w:rsidR="000E362F" w:rsidRDefault="000E362F" w:rsidP="00801D49"/>
    <w:p w14:paraId="5A2F84D5" w14:textId="77777777" w:rsidR="000E362F" w:rsidRPr="0001239D" w:rsidRDefault="000E362F" w:rsidP="00801D49">
      <w:pPr>
        <w:rPr>
          <w:sz w:val="32"/>
          <w:szCs w:val="32"/>
        </w:rPr>
      </w:pPr>
    </w:p>
    <w:p w14:paraId="6C07B3E5" w14:textId="77777777" w:rsidR="000E362F" w:rsidRDefault="000E362F" w:rsidP="00801D49">
      <w:pPr>
        <w:rPr>
          <w:sz w:val="32"/>
          <w:szCs w:val="32"/>
        </w:rPr>
      </w:pPr>
    </w:p>
    <w:p w14:paraId="7E8D543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Junita,</w:t>
      </w:r>
    </w:p>
    <w:p w14:paraId="0EE3F3AF" w14:textId="77777777" w:rsidR="000E362F" w:rsidRDefault="000E362F" w:rsidP="00801D49">
      <w:pPr>
        <w:rPr>
          <w:sz w:val="32"/>
          <w:szCs w:val="32"/>
        </w:rPr>
      </w:pPr>
    </w:p>
    <w:p w14:paraId="5A083B3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8D59BFC" w14:textId="77777777" w:rsidR="000E362F" w:rsidRDefault="000E362F" w:rsidP="00801D49">
      <w:pPr>
        <w:rPr>
          <w:sz w:val="32"/>
          <w:szCs w:val="32"/>
        </w:rPr>
      </w:pPr>
    </w:p>
    <w:p w14:paraId="05CDB99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0557B5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5CC81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A68CBB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445466" wp14:editId="3E667EA8">
                  <wp:extent cx="6399207" cy="3924300"/>
                  <wp:effectExtent l="0" t="0" r="1905" b="0"/>
                  <wp:docPr id="287" name="Picture 28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73BC58" w14:textId="77777777" w:rsidR="000E362F" w:rsidRDefault="000E362F" w:rsidP="00801D49"/>
    <w:p w14:paraId="060D4E1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Herminia Nicolozakes</w:t>
      </w:r>
    </w:p>
    <w:p w14:paraId="4779A53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58th St #3519</w:t>
      </w:r>
    </w:p>
    <w:p w14:paraId="20C324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Scottsdale, AZ 85254</w:t>
      </w:r>
    </w:p>
    <w:p w14:paraId="79625BC1" w14:textId="77777777" w:rsidR="000E362F" w:rsidRDefault="000E362F" w:rsidP="00801D49"/>
    <w:p w14:paraId="4D66FEB0" w14:textId="77777777" w:rsidR="000E362F" w:rsidRPr="0001239D" w:rsidRDefault="000E362F" w:rsidP="00801D49">
      <w:pPr>
        <w:rPr>
          <w:sz w:val="32"/>
          <w:szCs w:val="32"/>
        </w:rPr>
      </w:pPr>
    </w:p>
    <w:p w14:paraId="03457E48" w14:textId="77777777" w:rsidR="000E362F" w:rsidRDefault="000E362F" w:rsidP="00801D49">
      <w:pPr>
        <w:rPr>
          <w:sz w:val="32"/>
          <w:szCs w:val="32"/>
        </w:rPr>
      </w:pPr>
    </w:p>
    <w:p w14:paraId="1C0A498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Herminia,</w:t>
      </w:r>
    </w:p>
    <w:p w14:paraId="51B4854F" w14:textId="77777777" w:rsidR="000E362F" w:rsidRDefault="000E362F" w:rsidP="00801D49">
      <w:pPr>
        <w:rPr>
          <w:sz w:val="32"/>
          <w:szCs w:val="32"/>
        </w:rPr>
      </w:pPr>
    </w:p>
    <w:p w14:paraId="156B057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5BC5614" w14:textId="77777777" w:rsidR="000E362F" w:rsidRDefault="000E362F" w:rsidP="00801D49">
      <w:pPr>
        <w:rPr>
          <w:sz w:val="32"/>
          <w:szCs w:val="32"/>
        </w:rPr>
      </w:pPr>
    </w:p>
    <w:p w14:paraId="653F268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2B65DD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1F50E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93AD58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15D64F" wp14:editId="49CB8863">
                  <wp:extent cx="6399207" cy="3924300"/>
                  <wp:effectExtent l="0" t="0" r="1905" b="0"/>
                  <wp:docPr id="288" name="Picture 28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6F56C0" w14:textId="77777777" w:rsidR="000E362F" w:rsidRDefault="000E362F" w:rsidP="00801D49"/>
    <w:p w14:paraId="3F6003B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Casie Good</w:t>
      </w:r>
    </w:p>
    <w:p w14:paraId="617BD9B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5221 Bear Valley Rd</w:t>
      </w:r>
    </w:p>
    <w:p w14:paraId="675B8DC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Nashville, TN 37211</w:t>
      </w:r>
    </w:p>
    <w:p w14:paraId="3E5AFEC2" w14:textId="77777777" w:rsidR="000E362F" w:rsidRDefault="000E362F" w:rsidP="00801D49"/>
    <w:p w14:paraId="43EC2ECB" w14:textId="77777777" w:rsidR="000E362F" w:rsidRPr="0001239D" w:rsidRDefault="000E362F" w:rsidP="00801D49">
      <w:pPr>
        <w:rPr>
          <w:sz w:val="32"/>
          <w:szCs w:val="32"/>
        </w:rPr>
      </w:pPr>
    </w:p>
    <w:p w14:paraId="56CC052D" w14:textId="77777777" w:rsidR="000E362F" w:rsidRDefault="000E362F" w:rsidP="00801D49">
      <w:pPr>
        <w:rPr>
          <w:sz w:val="32"/>
          <w:szCs w:val="32"/>
        </w:rPr>
      </w:pPr>
    </w:p>
    <w:p w14:paraId="6BEF6A9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Casie,</w:t>
      </w:r>
    </w:p>
    <w:p w14:paraId="5AD9C5A7" w14:textId="77777777" w:rsidR="000E362F" w:rsidRDefault="000E362F" w:rsidP="00801D49">
      <w:pPr>
        <w:rPr>
          <w:sz w:val="32"/>
          <w:szCs w:val="32"/>
        </w:rPr>
      </w:pPr>
    </w:p>
    <w:p w14:paraId="6F806F8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D449D43" w14:textId="77777777" w:rsidR="000E362F" w:rsidRDefault="000E362F" w:rsidP="00801D49">
      <w:pPr>
        <w:rPr>
          <w:sz w:val="32"/>
          <w:szCs w:val="32"/>
        </w:rPr>
      </w:pPr>
    </w:p>
    <w:p w14:paraId="3C51E4C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CC2DDD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899B6C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AC6683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3C2931" wp14:editId="3F04ED81">
                  <wp:extent cx="6399207" cy="3924300"/>
                  <wp:effectExtent l="0" t="0" r="1905" b="0"/>
                  <wp:docPr id="289" name="Picture 28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0639EC" w14:textId="77777777" w:rsidR="000E362F" w:rsidRDefault="000E362F" w:rsidP="00801D49"/>
    <w:p w14:paraId="15E90B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Reena Maisto</w:t>
      </w:r>
    </w:p>
    <w:p w14:paraId="285A80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9648 S Main</w:t>
      </w:r>
    </w:p>
    <w:p w14:paraId="3303EC8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Salisbury, MD 21801</w:t>
      </w:r>
    </w:p>
    <w:p w14:paraId="389608C7" w14:textId="77777777" w:rsidR="000E362F" w:rsidRDefault="000E362F" w:rsidP="00801D49"/>
    <w:p w14:paraId="6EDB9F4B" w14:textId="77777777" w:rsidR="000E362F" w:rsidRPr="0001239D" w:rsidRDefault="000E362F" w:rsidP="00801D49">
      <w:pPr>
        <w:rPr>
          <w:sz w:val="32"/>
          <w:szCs w:val="32"/>
        </w:rPr>
      </w:pPr>
    </w:p>
    <w:p w14:paraId="7A7AFAC0" w14:textId="77777777" w:rsidR="000E362F" w:rsidRDefault="000E362F" w:rsidP="00801D49">
      <w:pPr>
        <w:rPr>
          <w:sz w:val="32"/>
          <w:szCs w:val="32"/>
        </w:rPr>
      </w:pPr>
    </w:p>
    <w:p w14:paraId="5AF2975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Reena,</w:t>
      </w:r>
    </w:p>
    <w:p w14:paraId="27A53E6C" w14:textId="77777777" w:rsidR="000E362F" w:rsidRDefault="000E362F" w:rsidP="00801D49">
      <w:pPr>
        <w:rPr>
          <w:sz w:val="32"/>
          <w:szCs w:val="32"/>
        </w:rPr>
      </w:pPr>
    </w:p>
    <w:p w14:paraId="0958903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5A0BBA3" w14:textId="77777777" w:rsidR="000E362F" w:rsidRDefault="000E362F" w:rsidP="00801D49">
      <w:pPr>
        <w:rPr>
          <w:sz w:val="32"/>
          <w:szCs w:val="32"/>
        </w:rPr>
      </w:pPr>
    </w:p>
    <w:p w14:paraId="224B1E2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6D0920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52493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A7E60B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184A40" wp14:editId="2DE551AB">
                  <wp:extent cx="6399207" cy="3924300"/>
                  <wp:effectExtent l="0" t="0" r="1905" b="0"/>
                  <wp:docPr id="290" name="Picture 29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CEB37E" w14:textId="77777777" w:rsidR="000E362F" w:rsidRDefault="000E362F" w:rsidP="00801D49"/>
    <w:p w14:paraId="6CC8C8A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Mirta Mallett</w:t>
      </w:r>
    </w:p>
    <w:p w14:paraId="6DC7A83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S San Marcos Rd</w:t>
      </w:r>
    </w:p>
    <w:p w14:paraId="1F8DC45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10004</w:t>
      </w:r>
    </w:p>
    <w:p w14:paraId="1CB2F10A" w14:textId="77777777" w:rsidR="000E362F" w:rsidRDefault="000E362F" w:rsidP="00801D49"/>
    <w:p w14:paraId="17D5CA87" w14:textId="77777777" w:rsidR="000E362F" w:rsidRPr="0001239D" w:rsidRDefault="000E362F" w:rsidP="00801D49">
      <w:pPr>
        <w:rPr>
          <w:sz w:val="32"/>
          <w:szCs w:val="32"/>
        </w:rPr>
      </w:pPr>
    </w:p>
    <w:p w14:paraId="7FC751DD" w14:textId="77777777" w:rsidR="000E362F" w:rsidRDefault="000E362F" w:rsidP="00801D49">
      <w:pPr>
        <w:rPr>
          <w:sz w:val="32"/>
          <w:szCs w:val="32"/>
        </w:rPr>
      </w:pPr>
    </w:p>
    <w:p w14:paraId="1C9C8DA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Mirta,</w:t>
      </w:r>
    </w:p>
    <w:p w14:paraId="3CF36855" w14:textId="77777777" w:rsidR="000E362F" w:rsidRDefault="000E362F" w:rsidP="00801D49">
      <w:pPr>
        <w:rPr>
          <w:sz w:val="32"/>
          <w:szCs w:val="32"/>
        </w:rPr>
      </w:pPr>
    </w:p>
    <w:p w14:paraId="60F659D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5E1B2EB" w14:textId="77777777" w:rsidR="000E362F" w:rsidRDefault="000E362F" w:rsidP="00801D49">
      <w:pPr>
        <w:rPr>
          <w:sz w:val="32"/>
          <w:szCs w:val="32"/>
        </w:rPr>
      </w:pPr>
    </w:p>
    <w:p w14:paraId="1E99E07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044780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619C86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BCFBE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7ACD7C" wp14:editId="6F29E902">
                  <wp:extent cx="6399207" cy="3924300"/>
                  <wp:effectExtent l="0" t="0" r="1905" b="0"/>
                  <wp:docPr id="291" name="Picture 29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2AFE2C" w14:textId="77777777" w:rsidR="000E362F" w:rsidRDefault="000E362F" w:rsidP="00801D49"/>
    <w:p w14:paraId="1A65D28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Cathrine Pontoriero</w:t>
      </w:r>
    </w:p>
    <w:p w14:paraId="4F493D4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812 S Haven St</w:t>
      </w:r>
    </w:p>
    <w:p w14:paraId="47C0E99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Amarillo, TX 79109</w:t>
      </w:r>
    </w:p>
    <w:p w14:paraId="4ECF32E8" w14:textId="77777777" w:rsidR="000E362F" w:rsidRDefault="000E362F" w:rsidP="00801D49"/>
    <w:p w14:paraId="7DE0C652" w14:textId="77777777" w:rsidR="000E362F" w:rsidRPr="0001239D" w:rsidRDefault="000E362F" w:rsidP="00801D49">
      <w:pPr>
        <w:rPr>
          <w:sz w:val="32"/>
          <w:szCs w:val="32"/>
        </w:rPr>
      </w:pPr>
    </w:p>
    <w:p w14:paraId="3325220A" w14:textId="77777777" w:rsidR="000E362F" w:rsidRDefault="000E362F" w:rsidP="00801D49">
      <w:pPr>
        <w:rPr>
          <w:sz w:val="32"/>
          <w:szCs w:val="32"/>
        </w:rPr>
      </w:pPr>
    </w:p>
    <w:p w14:paraId="3297A2F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Cathrine,</w:t>
      </w:r>
    </w:p>
    <w:p w14:paraId="7E549714" w14:textId="77777777" w:rsidR="000E362F" w:rsidRDefault="000E362F" w:rsidP="00801D49">
      <w:pPr>
        <w:rPr>
          <w:sz w:val="32"/>
          <w:szCs w:val="32"/>
        </w:rPr>
      </w:pPr>
    </w:p>
    <w:p w14:paraId="0E34CBE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A80586F" w14:textId="77777777" w:rsidR="000E362F" w:rsidRDefault="000E362F" w:rsidP="00801D49">
      <w:pPr>
        <w:rPr>
          <w:sz w:val="32"/>
          <w:szCs w:val="32"/>
        </w:rPr>
      </w:pPr>
    </w:p>
    <w:p w14:paraId="48CD4E2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73CE28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36C799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5CA0D4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DCDF33" wp14:editId="756B6989">
                  <wp:extent cx="6399207" cy="3924300"/>
                  <wp:effectExtent l="0" t="0" r="1905" b="0"/>
                  <wp:docPr id="292" name="Picture 29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8282E8" w14:textId="77777777" w:rsidR="000E362F" w:rsidRDefault="000E362F" w:rsidP="00801D49"/>
    <w:p w14:paraId="60E4D65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Filiberto Tawil</w:t>
      </w:r>
    </w:p>
    <w:p w14:paraId="45FEF2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3882 W Congress St #799</w:t>
      </w:r>
    </w:p>
    <w:p w14:paraId="609832D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Los Angeles, CA 90016</w:t>
      </w:r>
    </w:p>
    <w:p w14:paraId="49E32757" w14:textId="77777777" w:rsidR="000E362F" w:rsidRDefault="000E362F" w:rsidP="00801D49"/>
    <w:p w14:paraId="2A690827" w14:textId="77777777" w:rsidR="000E362F" w:rsidRPr="0001239D" w:rsidRDefault="000E362F" w:rsidP="00801D49">
      <w:pPr>
        <w:rPr>
          <w:sz w:val="32"/>
          <w:szCs w:val="32"/>
        </w:rPr>
      </w:pPr>
    </w:p>
    <w:p w14:paraId="1A6A87F4" w14:textId="77777777" w:rsidR="000E362F" w:rsidRDefault="000E362F" w:rsidP="00801D49">
      <w:pPr>
        <w:rPr>
          <w:sz w:val="32"/>
          <w:szCs w:val="32"/>
        </w:rPr>
      </w:pPr>
    </w:p>
    <w:p w14:paraId="03EE4F9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Filiberto,</w:t>
      </w:r>
    </w:p>
    <w:p w14:paraId="686F42CB" w14:textId="77777777" w:rsidR="000E362F" w:rsidRDefault="000E362F" w:rsidP="00801D49">
      <w:pPr>
        <w:rPr>
          <w:sz w:val="32"/>
          <w:szCs w:val="32"/>
        </w:rPr>
      </w:pPr>
    </w:p>
    <w:p w14:paraId="0F624CC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281867" w14:textId="77777777" w:rsidR="000E362F" w:rsidRDefault="000E362F" w:rsidP="00801D49">
      <w:pPr>
        <w:rPr>
          <w:sz w:val="32"/>
          <w:szCs w:val="32"/>
        </w:rPr>
      </w:pPr>
    </w:p>
    <w:p w14:paraId="223D046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9DECD3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644FA6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73A31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BCADF2" wp14:editId="4569FC73">
                  <wp:extent cx="6399207" cy="3924300"/>
                  <wp:effectExtent l="0" t="0" r="1905" b="0"/>
                  <wp:docPr id="293" name="Picture 29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473914" w14:textId="77777777" w:rsidR="000E362F" w:rsidRDefault="000E362F" w:rsidP="00801D49"/>
    <w:p w14:paraId="5A6591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Raul Upthegrove</w:t>
      </w:r>
    </w:p>
    <w:p w14:paraId="057F4E2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E Colonial Dr</w:t>
      </w:r>
    </w:p>
    <w:p w14:paraId="7FE7049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 Mesa, CA 91942</w:t>
      </w:r>
    </w:p>
    <w:p w14:paraId="5CA7F271" w14:textId="77777777" w:rsidR="000E362F" w:rsidRDefault="000E362F" w:rsidP="00801D49"/>
    <w:p w14:paraId="320CADF2" w14:textId="77777777" w:rsidR="000E362F" w:rsidRPr="0001239D" w:rsidRDefault="000E362F" w:rsidP="00801D49">
      <w:pPr>
        <w:rPr>
          <w:sz w:val="32"/>
          <w:szCs w:val="32"/>
        </w:rPr>
      </w:pPr>
    </w:p>
    <w:p w14:paraId="2B79EF09" w14:textId="77777777" w:rsidR="000E362F" w:rsidRDefault="000E362F" w:rsidP="00801D49">
      <w:pPr>
        <w:rPr>
          <w:sz w:val="32"/>
          <w:szCs w:val="32"/>
        </w:rPr>
      </w:pPr>
    </w:p>
    <w:p w14:paraId="7FD4091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Raul,</w:t>
      </w:r>
    </w:p>
    <w:p w14:paraId="046E2CAD" w14:textId="77777777" w:rsidR="000E362F" w:rsidRDefault="000E362F" w:rsidP="00801D49">
      <w:pPr>
        <w:rPr>
          <w:sz w:val="32"/>
          <w:szCs w:val="32"/>
        </w:rPr>
      </w:pPr>
    </w:p>
    <w:p w14:paraId="11B490A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71D81FF" w14:textId="77777777" w:rsidR="000E362F" w:rsidRDefault="000E362F" w:rsidP="00801D49">
      <w:pPr>
        <w:rPr>
          <w:sz w:val="32"/>
          <w:szCs w:val="32"/>
        </w:rPr>
      </w:pPr>
    </w:p>
    <w:p w14:paraId="22110A1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BD419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976DC7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18A15E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0691F6" wp14:editId="2D1A371A">
                  <wp:extent cx="6399207" cy="3924300"/>
                  <wp:effectExtent l="0" t="0" r="1905" b="0"/>
                  <wp:docPr id="294" name="Picture 29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F3BB41" w14:textId="77777777" w:rsidR="000E362F" w:rsidRDefault="000E362F" w:rsidP="00801D49"/>
    <w:p w14:paraId="4463B58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Sarah Candlish</w:t>
      </w:r>
    </w:p>
    <w:p w14:paraId="403710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45 2nd Ave #9759</w:t>
      </w:r>
    </w:p>
    <w:p w14:paraId="1B87652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Atlanta, GA 30328</w:t>
      </w:r>
    </w:p>
    <w:p w14:paraId="3440A518" w14:textId="77777777" w:rsidR="000E362F" w:rsidRDefault="000E362F" w:rsidP="00801D49"/>
    <w:p w14:paraId="2F0A6356" w14:textId="77777777" w:rsidR="000E362F" w:rsidRPr="0001239D" w:rsidRDefault="000E362F" w:rsidP="00801D49">
      <w:pPr>
        <w:rPr>
          <w:sz w:val="32"/>
          <w:szCs w:val="32"/>
        </w:rPr>
      </w:pPr>
    </w:p>
    <w:p w14:paraId="3C919702" w14:textId="77777777" w:rsidR="000E362F" w:rsidRDefault="000E362F" w:rsidP="00801D49">
      <w:pPr>
        <w:rPr>
          <w:sz w:val="32"/>
          <w:szCs w:val="32"/>
        </w:rPr>
      </w:pPr>
    </w:p>
    <w:p w14:paraId="385B0D7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Sarah,</w:t>
      </w:r>
    </w:p>
    <w:p w14:paraId="1820F4CA" w14:textId="77777777" w:rsidR="000E362F" w:rsidRDefault="000E362F" w:rsidP="00801D49">
      <w:pPr>
        <w:rPr>
          <w:sz w:val="32"/>
          <w:szCs w:val="32"/>
        </w:rPr>
      </w:pPr>
    </w:p>
    <w:p w14:paraId="435B995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C165BAC" w14:textId="77777777" w:rsidR="000E362F" w:rsidRDefault="000E362F" w:rsidP="00801D49">
      <w:pPr>
        <w:rPr>
          <w:sz w:val="32"/>
          <w:szCs w:val="32"/>
        </w:rPr>
      </w:pPr>
    </w:p>
    <w:p w14:paraId="70C7B0B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7D4725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F2253F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34580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C0A4C7" wp14:editId="367E594F">
                  <wp:extent cx="6399207" cy="3924300"/>
                  <wp:effectExtent l="0" t="0" r="1905" b="0"/>
                  <wp:docPr id="295" name="Picture 29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FB3C5C" w14:textId="77777777" w:rsidR="000E362F" w:rsidRDefault="000E362F" w:rsidP="00801D49"/>
    <w:p w14:paraId="0B47804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Lucy Treston</w:t>
      </w:r>
    </w:p>
    <w:p w14:paraId="5110B1A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57254 Brickell Ave #372</w:t>
      </w:r>
    </w:p>
    <w:p w14:paraId="087C44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Worcester, MA 1602</w:t>
      </w:r>
    </w:p>
    <w:p w14:paraId="2262DDF0" w14:textId="77777777" w:rsidR="000E362F" w:rsidRDefault="000E362F" w:rsidP="00801D49"/>
    <w:p w14:paraId="45E91229" w14:textId="77777777" w:rsidR="000E362F" w:rsidRPr="0001239D" w:rsidRDefault="000E362F" w:rsidP="00801D49">
      <w:pPr>
        <w:rPr>
          <w:sz w:val="32"/>
          <w:szCs w:val="32"/>
        </w:rPr>
      </w:pPr>
    </w:p>
    <w:p w14:paraId="196A7DCC" w14:textId="77777777" w:rsidR="000E362F" w:rsidRDefault="000E362F" w:rsidP="00801D49">
      <w:pPr>
        <w:rPr>
          <w:sz w:val="32"/>
          <w:szCs w:val="32"/>
        </w:rPr>
      </w:pPr>
    </w:p>
    <w:p w14:paraId="2568B8D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Lucy,</w:t>
      </w:r>
    </w:p>
    <w:p w14:paraId="3D885072" w14:textId="77777777" w:rsidR="000E362F" w:rsidRDefault="000E362F" w:rsidP="00801D49">
      <w:pPr>
        <w:rPr>
          <w:sz w:val="32"/>
          <w:szCs w:val="32"/>
        </w:rPr>
      </w:pPr>
    </w:p>
    <w:p w14:paraId="318309A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B16C050" w14:textId="77777777" w:rsidR="000E362F" w:rsidRDefault="000E362F" w:rsidP="00801D49">
      <w:pPr>
        <w:rPr>
          <w:sz w:val="32"/>
          <w:szCs w:val="32"/>
        </w:rPr>
      </w:pPr>
    </w:p>
    <w:p w14:paraId="02DC72B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298C0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5CA6B2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AEECA0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34FE92" wp14:editId="1416FCD6">
                  <wp:extent cx="6399207" cy="3924300"/>
                  <wp:effectExtent l="0" t="0" r="1905" b="0"/>
                  <wp:docPr id="296" name="Picture 29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7E935C" w14:textId="77777777" w:rsidR="000E362F" w:rsidRDefault="000E362F" w:rsidP="00801D49"/>
    <w:p w14:paraId="5FE80D7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Judy Aquas</w:t>
      </w:r>
    </w:p>
    <w:p w14:paraId="645A187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8977 Connecticut Ave Nw #3</w:t>
      </w:r>
    </w:p>
    <w:p w14:paraId="6F68DBC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Niles, MI 49120</w:t>
      </w:r>
    </w:p>
    <w:p w14:paraId="24C43FA1" w14:textId="77777777" w:rsidR="000E362F" w:rsidRDefault="000E362F" w:rsidP="00801D49"/>
    <w:p w14:paraId="17C9D157" w14:textId="77777777" w:rsidR="000E362F" w:rsidRPr="0001239D" w:rsidRDefault="000E362F" w:rsidP="00801D49">
      <w:pPr>
        <w:rPr>
          <w:sz w:val="32"/>
          <w:szCs w:val="32"/>
        </w:rPr>
      </w:pPr>
    </w:p>
    <w:p w14:paraId="3470C5E1" w14:textId="77777777" w:rsidR="000E362F" w:rsidRDefault="000E362F" w:rsidP="00801D49">
      <w:pPr>
        <w:rPr>
          <w:sz w:val="32"/>
          <w:szCs w:val="32"/>
        </w:rPr>
      </w:pPr>
    </w:p>
    <w:p w14:paraId="6564295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Judy,</w:t>
      </w:r>
    </w:p>
    <w:p w14:paraId="4E920DCC" w14:textId="77777777" w:rsidR="000E362F" w:rsidRDefault="000E362F" w:rsidP="00801D49">
      <w:pPr>
        <w:rPr>
          <w:sz w:val="32"/>
          <w:szCs w:val="32"/>
        </w:rPr>
      </w:pPr>
    </w:p>
    <w:p w14:paraId="5428313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4F5BABE" w14:textId="77777777" w:rsidR="000E362F" w:rsidRDefault="000E362F" w:rsidP="00801D49">
      <w:pPr>
        <w:rPr>
          <w:sz w:val="32"/>
          <w:szCs w:val="32"/>
        </w:rPr>
      </w:pPr>
    </w:p>
    <w:p w14:paraId="0209CCB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D002D9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35591A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AE2369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E5065" wp14:editId="618F0470">
                  <wp:extent cx="6399207" cy="3924300"/>
                  <wp:effectExtent l="0" t="0" r="1905" b="0"/>
                  <wp:docPr id="297" name="Picture 29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C0A59B" w14:textId="77777777" w:rsidR="000E362F" w:rsidRDefault="000E362F" w:rsidP="00801D49"/>
    <w:p w14:paraId="5D9DF62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Yvonne Tjepkema</w:t>
      </w:r>
    </w:p>
    <w:p w14:paraId="0FF96E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Waydell St</w:t>
      </w:r>
    </w:p>
    <w:p w14:paraId="6F0AEB9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Fairfield, NJ 7004</w:t>
      </w:r>
    </w:p>
    <w:p w14:paraId="10FC5CCB" w14:textId="77777777" w:rsidR="000E362F" w:rsidRDefault="000E362F" w:rsidP="00801D49"/>
    <w:p w14:paraId="3C808AEC" w14:textId="77777777" w:rsidR="000E362F" w:rsidRPr="0001239D" w:rsidRDefault="000E362F" w:rsidP="00801D49">
      <w:pPr>
        <w:rPr>
          <w:sz w:val="32"/>
          <w:szCs w:val="32"/>
        </w:rPr>
      </w:pPr>
    </w:p>
    <w:p w14:paraId="2A5E5BE6" w14:textId="77777777" w:rsidR="000E362F" w:rsidRDefault="000E362F" w:rsidP="00801D49">
      <w:pPr>
        <w:rPr>
          <w:sz w:val="32"/>
          <w:szCs w:val="32"/>
        </w:rPr>
      </w:pPr>
    </w:p>
    <w:p w14:paraId="00F84A1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Yvonne,</w:t>
      </w:r>
    </w:p>
    <w:p w14:paraId="503E3AE7" w14:textId="77777777" w:rsidR="000E362F" w:rsidRDefault="000E362F" w:rsidP="00801D49">
      <w:pPr>
        <w:rPr>
          <w:sz w:val="32"/>
          <w:szCs w:val="32"/>
        </w:rPr>
      </w:pPr>
    </w:p>
    <w:p w14:paraId="7E6689C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EBFB49D" w14:textId="77777777" w:rsidR="000E362F" w:rsidRDefault="000E362F" w:rsidP="00801D49">
      <w:pPr>
        <w:rPr>
          <w:sz w:val="32"/>
          <w:szCs w:val="32"/>
        </w:rPr>
      </w:pPr>
    </w:p>
    <w:p w14:paraId="5B80BC7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4CBA58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CBCFD5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39A2CF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AA1D0C" wp14:editId="07291F78">
                  <wp:extent cx="6399207" cy="3924300"/>
                  <wp:effectExtent l="0" t="0" r="1905" b="0"/>
                  <wp:docPr id="298" name="Picture 29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4FD01E" w14:textId="77777777" w:rsidR="000E362F" w:rsidRDefault="000E362F" w:rsidP="00801D49"/>
    <w:p w14:paraId="15EFDCC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Kayleigh Lace</w:t>
      </w:r>
    </w:p>
    <w:p w14:paraId="2DF4810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43 Huey P Long Ave</w:t>
      </w:r>
    </w:p>
    <w:p w14:paraId="1806A3C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Lafayette, LA 70508</w:t>
      </w:r>
    </w:p>
    <w:p w14:paraId="51C54ED9" w14:textId="77777777" w:rsidR="000E362F" w:rsidRDefault="000E362F" w:rsidP="00801D49"/>
    <w:p w14:paraId="196EC0F6" w14:textId="77777777" w:rsidR="000E362F" w:rsidRPr="0001239D" w:rsidRDefault="000E362F" w:rsidP="00801D49">
      <w:pPr>
        <w:rPr>
          <w:sz w:val="32"/>
          <w:szCs w:val="32"/>
        </w:rPr>
      </w:pPr>
    </w:p>
    <w:p w14:paraId="48ED66F2" w14:textId="77777777" w:rsidR="000E362F" w:rsidRDefault="000E362F" w:rsidP="00801D49">
      <w:pPr>
        <w:rPr>
          <w:sz w:val="32"/>
          <w:szCs w:val="32"/>
        </w:rPr>
      </w:pPr>
    </w:p>
    <w:p w14:paraId="569339F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Kayleigh,</w:t>
      </w:r>
    </w:p>
    <w:p w14:paraId="69248436" w14:textId="77777777" w:rsidR="000E362F" w:rsidRDefault="000E362F" w:rsidP="00801D49">
      <w:pPr>
        <w:rPr>
          <w:sz w:val="32"/>
          <w:szCs w:val="32"/>
        </w:rPr>
      </w:pPr>
    </w:p>
    <w:p w14:paraId="38F0FBA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FF264E6" w14:textId="77777777" w:rsidR="000E362F" w:rsidRDefault="000E362F" w:rsidP="00801D49">
      <w:pPr>
        <w:rPr>
          <w:sz w:val="32"/>
          <w:szCs w:val="32"/>
        </w:rPr>
      </w:pPr>
    </w:p>
    <w:p w14:paraId="6115865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D0DAE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A5AAA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46ABB7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A8E45B" wp14:editId="1D4D65E1">
                  <wp:extent cx="6399207" cy="3924300"/>
                  <wp:effectExtent l="0" t="0" r="1905" b="0"/>
                  <wp:docPr id="299" name="Picture 29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8FAE64" w14:textId="77777777" w:rsidR="000E362F" w:rsidRDefault="000E362F" w:rsidP="00801D49"/>
    <w:p w14:paraId="1E220C3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Felix Hirpara</w:t>
      </w:r>
    </w:p>
    <w:p w14:paraId="1B3C7F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7563 Cornwall Rd #4462</w:t>
      </w:r>
    </w:p>
    <w:p w14:paraId="7AE7438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Denver, PA 17517</w:t>
      </w:r>
    </w:p>
    <w:p w14:paraId="151660A5" w14:textId="77777777" w:rsidR="000E362F" w:rsidRDefault="000E362F" w:rsidP="00801D49"/>
    <w:p w14:paraId="16866240" w14:textId="77777777" w:rsidR="000E362F" w:rsidRPr="0001239D" w:rsidRDefault="000E362F" w:rsidP="00801D49">
      <w:pPr>
        <w:rPr>
          <w:sz w:val="32"/>
          <w:szCs w:val="32"/>
        </w:rPr>
      </w:pPr>
    </w:p>
    <w:p w14:paraId="3C73EF97" w14:textId="77777777" w:rsidR="000E362F" w:rsidRDefault="000E362F" w:rsidP="00801D49">
      <w:pPr>
        <w:rPr>
          <w:sz w:val="32"/>
          <w:szCs w:val="32"/>
        </w:rPr>
      </w:pPr>
    </w:p>
    <w:p w14:paraId="46BB527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Felix,</w:t>
      </w:r>
    </w:p>
    <w:p w14:paraId="1B586F10" w14:textId="77777777" w:rsidR="000E362F" w:rsidRDefault="000E362F" w:rsidP="00801D49">
      <w:pPr>
        <w:rPr>
          <w:sz w:val="32"/>
          <w:szCs w:val="32"/>
        </w:rPr>
      </w:pPr>
    </w:p>
    <w:p w14:paraId="2AA970A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152DD0E" w14:textId="77777777" w:rsidR="000E362F" w:rsidRDefault="000E362F" w:rsidP="00801D49">
      <w:pPr>
        <w:rPr>
          <w:sz w:val="32"/>
          <w:szCs w:val="32"/>
        </w:rPr>
      </w:pPr>
    </w:p>
    <w:p w14:paraId="22F732A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5E54C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332B61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DE8488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4A3504" wp14:editId="62E0B0D8">
                  <wp:extent cx="6399207" cy="3924300"/>
                  <wp:effectExtent l="0" t="0" r="1905" b="0"/>
                  <wp:docPr id="300" name="Picture 30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8052D2" w14:textId="77777777" w:rsidR="000E362F" w:rsidRDefault="000E362F" w:rsidP="00801D49"/>
    <w:p w14:paraId="24F5FA3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Tresa Sweely</w:t>
      </w:r>
    </w:p>
    <w:p w14:paraId="0B8BCA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22 Bridle Ln</w:t>
      </w:r>
    </w:p>
    <w:p w14:paraId="0CDA9F5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Valley Park, MO 63088</w:t>
      </w:r>
    </w:p>
    <w:p w14:paraId="3A1EA464" w14:textId="77777777" w:rsidR="000E362F" w:rsidRDefault="000E362F" w:rsidP="00801D49"/>
    <w:p w14:paraId="4495727C" w14:textId="77777777" w:rsidR="000E362F" w:rsidRPr="0001239D" w:rsidRDefault="000E362F" w:rsidP="00801D49">
      <w:pPr>
        <w:rPr>
          <w:sz w:val="32"/>
          <w:szCs w:val="32"/>
        </w:rPr>
      </w:pPr>
    </w:p>
    <w:p w14:paraId="3455D6F0" w14:textId="77777777" w:rsidR="000E362F" w:rsidRDefault="000E362F" w:rsidP="00801D49">
      <w:pPr>
        <w:rPr>
          <w:sz w:val="32"/>
          <w:szCs w:val="32"/>
        </w:rPr>
      </w:pPr>
    </w:p>
    <w:p w14:paraId="5C23917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Tresa,</w:t>
      </w:r>
    </w:p>
    <w:p w14:paraId="5B91ACF2" w14:textId="77777777" w:rsidR="000E362F" w:rsidRDefault="000E362F" w:rsidP="00801D49">
      <w:pPr>
        <w:rPr>
          <w:sz w:val="32"/>
          <w:szCs w:val="32"/>
        </w:rPr>
      </w:pPr>
    </w:p>
    <w:p w14:paraId="7EA4AAC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E37D56E" w14:textId="77777777" w:rsidR="000E362F" w:rsidRDefault="000E362F" w:rsidP="00801D49">
      <w:pPr>
        <w:rPr>
          <w:sz w:val="32"/>
          <w:szCs w:val="32"/>
        </w:rPr>
      </w:pPr>
    </w:p>
    <w:p w14:paraId="0F03A7A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44024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4CFACA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E17DEE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ED38DE" wp14:editId="07AB73CB">
                  <wp:extent cx="6399207" cy="3924300"/>
                  <wp:effectExtent l="0" t="0" r="1905" b="0"/>
                  <wp:docPr id="301" name="Picture 30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1F1687" w14:textId="77777777" w:rsidR="000E362F" w:rsidRDefault="000E362F" w:rsidP="00801D49"/>
    <w:p w14:paraId="29AFF1B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Kristeen Turinetti</w:t>
      </w:r>
    </w:p>
    <w:p w14:paraId="5DD7D31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70099 E North Ave</w:t>
      </w:r>
    </w:p>
    <w:p w14:paraId="3BC8FCC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Arlington, TX 76013</w:t>
      </w:r>
    </w:p>
    <w:p w14:paraId="28956031" w14:textId="77777777" w:rsidR="000E362F" w:rsidRDefault="000E362F" w:rsidP="00801D49"/>
    <w:p w14:paraId="0597F6BF" w14:textId="77777777" w:rsidR="000E362F" w:rsidRPr="0001239D" w:rsidRDefault="000E362F" w:rsidP="00801D49">
      <w:pPr>
        <w:rPr>
          <w:sz w:val="32"/>
          <w:szCs w:val="32"/>
        </w:rPr>
      </w:pPr>
    </w:p>
    <w:p w14:paraId="31E1A0AE" w14:textId="77777777" w:rsidR="000E362F" w:rsidRDefault="000E362F" w:rsidP="00801D49">
      <w:pPr>
        <w:rPr>
          <w:sz w:val="32"/>
          <w:szCs w:val="32"/>
        </w:rPr>
      </w:pPr>
    </w:p>
    <w:p w14:paraId="37DDFBE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Kristeen,</w:t>
      </w:r>
    </w:p>
    <w:p w14:paraId="5A153B02" w14:textId="77777777" w:rsidR="000E362F" w:rsidRDefault="000E362F" w:rsidP="00801D49">
      <w:pPr>
        <w:rPr>
          <w:sz w:val="32"/>
          <w:szCs w:val="32"/>
        </w:rPr>
      </w:pPr>
    </w:p>
    <w:p w14:paraId="7B85AC1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28E66B" w14:textId="77777777" w:rsidR="000E362F" w:rsidRDefault="000E362F" w:rsidP="00801D49">
      <w:pPr>
        <w:rPr>
          <w:sz w:val="32"/>
          <w:szCs w:val="32"/>
        </w:rPr>
      </w:pPr>
    </w:p>
    <w:p w14:paraId="061C89E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FE29C5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EF4E3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94650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85EFBD" wp14:editId="484AF9F4">
                  <wp:extent cx="6399207" cy="3924300"/>
                  <wp:effectExtent l="0" t="0" r="1905" b="0"/>
                  <wp:docPr id="302" name="Picture 30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C03944" w14:textId="77777777" w:rsidR="000E362F" w:rsidRDefault="000E362F" w:rsidP="00801D49"/>
    <w:p w14:paraId="4061C62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Jenelle Regusters</w:t>
      </w:r>
    </w:p>
    <w:p w14:paraId="01FAFDC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3211 E Northeast Loop</w:t>
      </w:r>
    </w:p>
    <w:p w14:paraId="14E6F66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Tampa, FL 33619</w:t>
      </w:r>
    </w:p>
    <w:p w14:paraId="7B872328" w14:textId="77777777" w:rsidR="000E362F" w:rsidRDefault="000E362F" w:rsidP="00801D49"/>
    <w:p w14:paraId="0A5CBBA8" w14:textId="77777777" w:rsidR="000E362F" w:rsidRPr="0001239D" w:rsidRDefault="000E362F" w:rsidP="00801D49">
      <w:pPr>
        <w:rPr>
          <w:sz w:val="32"/>
          <w:szCs w:val="32"/>
        </w:rPr>
      </w:pPr>
    </w:p>
    <w:p w14:paraId="2297D4E7" w14:textId="77777777" w:rsidR="000E362F" w:rsidRDefault="000E362F" w:rsidP="00801D49">
      <w:pPr>
        <w:rPr>
          <w:sz w:val="32"/>
          <w:szCs w:val="32"/>
        </w:rPr>
      </w:pPr>
    </w:p>
    <w:p w14:paraId="35CF769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Jenelle,</w:t>
      </w:r>
    </w:p>
    <w:p w14:paraId="73053C12" w14:textId="77777777" w:rsidR="000E362F" w:rsidRDefault="000E362F" w:rsidP="00801D49">
      <w:pPr>
        <w:rPr>
          <w:sz w:val="32"/>
          <w:szCs w:val="32"/>
        </w:rPr>
      </w:pPr>
    </w:p>
    <w:p w14:paraId="2ADE67B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13E9866" w14:textId="77777777" w:rsidR="000E362F" w:rsidRDefault="000E362F" w:rsidP="00801D49">
      <w:pPr>
        <w:rPr>
          <w:sz w:val="32"/>
          <w:szCs w:val="32"/>
        </w:rPr>
      </w:pPr>
    </w:p>
    <w:p w14:paraId="4969599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9FF70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2EC96A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8D5F38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63ECBD" wp14:editId="377E0C77">
                  <wp:extent cx="6399207" cy="3924300"/>
                  <wp:effectExtent l="0" t="0" r="1905" b="0"/>
                  <wp:docPr id="303" name="Picture 30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5B5962" w14:textId="77777777" w:rsidR="000E362F" w:rsidRDefault="000E362F" w:rsidP="00801D49"/>
    <w:p w14:paraId="5080D59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Renea Monterrubio</w:t>
      </w:r>
    </w:p>
    <w:p w14:paraId="798F4CF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26 Montgomery St</w:t>
      </w:r>
    </w:p>
    <w:p w14:paraId="098949C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Atlanta, GA 30328</w:t>
      </w:r>
    </w:p>
    <w:p w14:paraId="72E0E076" w14:textId="77777777" w:rsidR="000E362F" w:rsidRDefault="000E362F" w:rsidP="00801D49"/>
    <w:p w14:paraId="38100867" w14:textId="77777777" w:rsidR="000E362F" w:rsidRPr="0001239D" w:rsidRDefault="000E362F" w:rsidP="00801D49">
      <w:pPr>
        <w:rPr>
          <w:sz w:val="32"/>
          <w:szCs w:val="32"/>
        </w:rPr>
      </w:pPr>
    </w:p>
    <w:p w14:paraId="5A1F22DF" w14:textId="77777777" w:rsidR="000E362F" w:rsidRDefault="000E362F" w:rsidP="00801D49">
      <w:pPr>
        <w:rPr>
          <w:sz w:val="32"/>
          <w:szCs w:val="32"/>
        </w:rPr>
      </w:pPr>
    </w:p>
    <w:p w14:paraId="77899B7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Renea,</w:t>
      </w:r>
    </w:p>
    <w:p w14:paraId="751E88AF" w14:textId="77777777" w:rsidR="000E362F" w:rsidRDefault="000E362F" w:rsidP="00801D49">
      <w:pPr>
        <w:rPr>
          <w:sz w:val="32"/>
          <w:szCs w:val="32"/>
        </w:rPr>
      </w:pPr>
    </w:p>
    <w:p w14:paraId="2F6E9B0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13E6CAE" w14:textId="77777777" w:rsidR="000E362F" w:rsidRDefault="000E362F" w:rsidP="00801D49">
      <w:pPr>
        <w:rPr>
          <w:sz w:val="32"/>
          <w:szCs w:val="32"/>
        </w:rPr>
      </w:pPr>
    </w:p>
    <w:p w14:paraId="12DC22D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231142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485300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DE0C2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B10A2B" wp14:editId="17E004C4">
                  <wp:extent cx="6399207" cy="3924300"/>
                  <wp:effectExtent l="0" t="0" r="1905" b="0"/>
                  <wp:docPr id="304" name="Picture 30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039AF" w14:textId="77777777" w:rsidR="000E362F" w:rsidRDefault="000E362F" w:rsidP="00801D49"/>
    <w:p w14:paraId="3C01D0C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Olive Matuszak</w:t>
      </w:r>
    </w:p>
    <w:p w14:paraId="2CB44D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13252 Lighthouse Ave</w:t>
      </w:r>
    </w:p>
    <w:p w14:paraId="1C157DD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Cathedral City, CA 92234</w:t>
      </w:r>
    </w:p>
    <w:p w14:paraId="7F8A0C60" w14:textId="77777777" w:rsidR="000E362F" w:rsidRDefault="000E362F" w:rsidP="00801D49"/>
    <w:p w14:paraId="6E09CC90" w14:textId="77777777" w:rsidR="000E362F" w:rsidRPr="0001239D" w:rsidRDefault="000E362F" w:rsidP="00801D49">
      <w:pPr>
        <w:rPr>
          <w:sz w:val="32"/>
          <w:szCs w:val="32"/>
        </w:rPr>
      </w:pPr>
    </w:p>
    <w:p w14:paraId="08F99CBD" w14:textId="77777777" w:rsidR="000E362F" w:rsidRDefault="000E362F" w:rsidP="00801D49">
      <w:pPr>
        <w:rPr>
          <w:sz w:val="32"/>
          <w:szCs w:val="32"/>
        </w:rPr>
      </w:pPr>
    </w:p>
    <w:p w14:paraId="6AFEABD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Olive,</w:t>
      </w:r>
    </w:p>
    <w:p w14:paraId="47134540" w14:textId="77777777" w:rsidR="000E362F" w:rsidRDefault="000E362F" w:rsidP="00801D49">
      <w:pPr>
        <w:rPr>
          <w:sz w:val="32"/>
          <w:szCs w:val="32"/>
        </w:rPr>
      </w:pPr>
    </w:p>
    <w:p w14:paraId="495482B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267CFE" w14:textId="77777777" w:rsidR="000E362F" w:rsidRDefault="000E362F" w:rsidP="00801D49">
      <w:pPr>
        <w:rPr>
          <w:sz w:val="32"/>
          <w:szCs w:val="32"/>
        </w:rPr>
      </w:pPr>
    </w:p>
    <w:p w14:paraId="4195FB0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1CD3FA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5F55F8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A107F6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239179" wp14:editId="57908042">
                  <wp:extent cx="6399207" cy="3924300"/>
                  <wp:effectExtent l="0" t="0" r="1905" b="0"/>
                  <wp:docPr id="305" name="Picture 30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5F6DBA" w14:textId="77777777" w:rsidR="000E362F" w:rsidRDefault="000E362F" w:rsidP="00801D49"/>
    <w:p w14:paraId="050159A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Ligia Reiber</w:t>
      </w:r>
    </w:p>
    <w:p w14:paraId="1FDA2B4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206 Main St #2804</w:t>
      </w:r>
    </w:p>
    <w:p w14:paraId="0FBAE5B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Lansing, MI 48933</w:t>
      </w:r>
    </w:p>
    <w:p w14:paraId="100B4353" w14:textId="77777777" w:rsidR="000E362F" w:rsidRDefault="000E362F" w:rsidP="00801D49"/>
    <w:p w14:paraId="1B227037" w14:textId="77777777" w:rsidR="000E362F" w:rsidRPr="0001239D" w:rsidRDefault="000E362F" w:rsidP="00801D49">
      <w:pPr>
        <w:rPr>
          <w:sz w:val="32"/>
          <w:szCs w:val="32"/>
        </w:rPr>
      </w:pPr>
    </w:p>
    <w:p w14:paraId="1337B624" w14:textId="77777777" w:rsidR="000E362F" w:rsidRDefault="000E362F" w:rsidP="00801D49">
      <w:pPr>
        <w:rPr>
          <w:sz w:val="32"/>
          <w:szCs w:val="32"/>
        </w:rPr>
      </w:pPr>
    </w:p>
    <w:p w14:paraId="5B53337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Ligia,</w:t>
      </w:r>
    </w:p>
    <w:p w14:paraId="21EADC90" w14:textId="77777777" w:rsidR="000E362F" w:rsidRDefault="000E362F" w:rsidP="00801D49">
      <w:pPr>
        <w:rPr>
          <w:sz w:val="32"/>
          <w:szCs w:val="32"/>
        </w:rPr>
      </w:pPr>
    </w:p>
    <w:p w14:paraId="4A1C42D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93D6410" w14:textId="77777777" w:rsidR="000E362F" w:rsidRDefault="000E362F" w:rsidP="00801D49">
      <w:pPr>
        <w:rPr>
          <w:sz w:val="32"/>
          <w:szCs w:val="32"/>
        </w:rPr>
      </w:pPr>
    </w:p>
    <w:p w14:paraId="03347C8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F99074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516DE3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CB9F5C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9551BF" wp14:editId="446DEA32">
                  <wp:extent cx="6399207" cy="3924300"/>
                  <wp:effectExtent l="0" t="0" r="1905" b="0"/>
                  <wp:docPr id="306" name="Picture 30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578E77" w14:textId="77777777" w:rsidR="000E362F" w:rsidRDefault="000E362F" w:rsidP="00801D49"/>
    <w:p w14:paraId="0F0144B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Christiane Eschberger</w:t>
      </w:r>
    </w:p>
    <w:p w14:paraId="3EB535D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96541 W Central Blvd</w:t>
      </w:r>
    </w:p>
    <w:p w14:paraId="48E0008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Phoenix, AZ 85034</w:t>
      </w:r>
    </w:p>
    <w:p w14:paraId="548213F0" w14:textId="77777777" w:rsidR="000E362F" w:rsidRDefault="000E362F" w:rsidP="00801D49"/>
    <w:p w14:paraId="1D43BB8D" w14:textId="77777777" w:rsidR="000E362F" w:rsidRPr="0001239D" w:rsidRDefault="000E362F" w:rsidP="00801D49">
      <w:pPr>
        <w:rPr>
          <w:sz w:val="32"/>
          <w:szCs w:val="32"/>
        </w:rPr>
      </w:pPr>
    </w:p>
    <w:p w14:paraId="4A7ED023" w14:textId="77777777" w:rsidR="000E362F" w:rsidRDefault="000E362F" w:rsidP="00801D49">
      <w:pPr>
        <w:rPr>
          <w:sz w:val="32"/>
          <w:szCs w:val="32"/>
        </w:rPr>
      </w:pPr>
    </w:p>
    <w:p w14:paraId="7E03A63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Christiane,</w:t>
      </w:r>
    </w:p>
    <w:p w14:paraId="6D0D0544" w14:textId="77777777" w:rsidR="000E362F" w:rsidRDefault="000E362F" w:rsidP="00801D49">
      <w:pPr>
        <w:rPr>
          <w:sz w:val="32"/>
          <w:szCs w:val="32"/>
        </w:rPr>
      </w:pPr>
    </w:p>
    <w:p w14:paraId="278FE7D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BDA008" w14:textId="77777777" w:rsidR="000E362F" w:rsidRDefault="000E362F" w:rsidP="00801D49">
      <w:pPr>
        <w:rPr>
          <w:sz w:val="32"/>
          <w:szCs w:val="32"/>
        </w:rPr>
      </w:pPr>
    </w:p>
    <w:p w14:paraId="43B141F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3BE87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E61FCB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51C0E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BE69E3" wp14:editId="6EF10E9E">
                  <wp:extent cx="6399207" cy="3924300"/>
                  <wp:effectExtent l="0" t="0" r="1905" b="0"/>
                  <wp:docPr id="307" name="Picture 30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28DC0F" w14:textId="77777777" w:rsidR="000E362F" w:rsidRDefault="000E362F" w:rsidP="00801D49"/>
    <w:p w14:paraId="1A8F14A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Goldie Schirpke</w:t>
      </w:r>
    </w:p>
    <w:p w14:paraId="7E17FF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34 Saint George Ave #2</w:t>
      </w:r>
    </w:p>
    <w:p w14:paraId="79A0218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Bangor, ME 4401</w:t>
      </w:r>
    </w:p>
    <w:p w14:paraId="0F345FC4" w14:textId="77777777" w:rsidR="000E362F" w:rsidRDefault="000E362F" w:rsidP="00801D49"/>
    <w:p w14:paraId="674A9C92" w14:textId="77777777" w:rsidR="000E362F" w:rsidRPr="0001239D" w:rsidRDefault="000E362F" w:rsidP="00801D49">
      <w:pPr>
        <w:rPr>
          <w:sz w:val="32"/>
          <w:szCs w:val="32"/>
        </w:rPr>
      </w:pPr>
    </w:p>
    <w:p w14:paraId="346579FC" w14:textId="77777777" w:rsidR="000E362F" w:rsidRDefault="000E362F" w:rsidP="00801D49">
      <w:pPr>
        <w:rPr>
          <w:sz w:val="32"/>
          <w:szCs w:val="32"/>
        </w:rPr>
      </w:pPr>
    </w:p>
    <w:p w14:paraId="3405966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Goldie,</w:t>
      </w:r>
    </w:p>
    <w:p w14:paraId="5568EAA7" w14:textId="77777777" w:rsidR="000E362F" w:rsidRDefault="000E362F" w:rsidP="00801D49">
      <w:pPr>
        <w:rPr>
          <w:sz w:val="32"/>
          <w:szCs w:val="32"/>
        </w:rPr>
      </w:pPr>
    </w:p>
    <w:p w14:paraId="34FEE9B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2585A7C" w14:textId="77777777" w:rsidR="000E362F" w:rsidRDefault="000E362F" w:rsidP="00801D49">
      <w:pPr>
        <w:rPr>
          <w:sz w:val="32"/>
          <w:szCs w:val="32"/>
        </w:rPr>
      </w:pPr>
    </w:p>
    <w:p w14:paraId="0294147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5E14B9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8604D5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F1E4C4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CAA57B" wp14:editId="693B30AE">
                  <wp:extent cx="6399207" cy="3924300"/>
                  <wp:effectExtent l="0" t="0" r="1905" b="0"/>
                  <wp:docPr id="308" name="Picture 30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84F217" w14:textId="77777777" w:rsidR="000E362F" w:rsidRDefault="000E362F" w:rsidP="00801D49"/>
    <w:p w14:paraId="444843E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Loreta Timenez</w:t>
      </w:r>
    </w:p>
    <w:p w14:paraId="2361F62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47857 Coney Island Ave</w:t>
      </w:r>
    </w:p>
    <w:p w14:paraId="002DB62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Clinton, MD 20735</w:t>
      </w:r>
    </w:p>
    <w:p w14:paraId="74B0AFAE" w14:textId="77777777" w:rsidR="000E362F" w:rsidRDefault="000E362F" w:rsidP="00801D49"/>
    <w:p w14:paraId="3950A00C" w14:textId="77777777" w:rsidR="000E362F" w:rsidRPr="0001239D" w:rsidRDefault="000E362F" w:rsidP="00801D49">
      <w:pPr>
        <w:rPr>
          <w:sz w:val="32"/>
          <w:szCs w:val="32"/>
        </w:rPr>
      </w:pPr>
    </w:p>
    <w:p w14:paraId="6518BB8F" w14:textId="77777777" w:rsidR="000E362F" w:rsidRDefault="000E362F" w:rsidP="00801D49">
      <w:pPr>
        <w:rPr>
          <w:sz w:val="32"/>
          <w:szCs w:val="32"/>
        </w:rPr>
      </w:pPr>
    </w:p>
    <w:p w14:paraId="00E0369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Loreta,</w:t>
      </w:r>
    </w:p>
    <w:p w14:paraId="349A1572" w14:textId="77777777" w:rsidR="000E362F" w:rsidRDefault="000E362F" w:rsidP="00801D49">
      <w:pPr>
        <w:rPr>
          <w:sz w:val="32"/>
          <w:szCs w:val="32"/>
        </w:rPr>
      </w:pPr>
    </w:p>
    <w:p w14:paraId="163575C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BF53871" w14:textId="77777777" w:rsidR="000E362F" w:rsidRDefault="000E362F" w:rsidP="00801D49">
      <w:pPr>
        <w:rPr>
          <w:sz w:val="32"/>
          <w:szCs w:val="32"/>
        </w:rPr>
      </w:pPr>
    </w:p>
    <w:p w14:paraId="298305A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27CBB8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47F1E5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63258A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C76A9D" wp14:editId="6351D5FC">
                  <wp:extent cx="6399207" cy="3924300"/>
                  <wp:effectExtent l="0" t="0" r="1905" b="0"/>
                  <wp:docPr id="309" name="Picture 30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BC1635" w14:textId="77777777" w:rsidR="000E362F" w:rsidRDefault="000E362F" w:rsidP="00801D49"/>
    <w:p w14:paraId="09ACD7A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Fabiola Hauenstein</w:t>
      </w:r>
    </w:p>
    <w:p w14:paraId="46D9164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8573 Lincoln Blvd</w:t>
      </w:r>
    </w:p>
    <w:p w14:paraId="113967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York, PA 17404</w:t>
      </w:r>
    </w:p>
    <w:p w14:paraId="6244B067" w14:textId="77777777" w:rsidR="000E362F" w:rsidRDefault="000E362F" w:rsidP="00801D49"/>
    <w:p w14:paraId="003058E2" w14:textId="77777777" w:rsidR="000E362F" w:rsidRPr="0001239D" w:rsidRDefault="000E362F" w:rsidP="00801D49">
      <w:pPr>
        <w:rPr>
          <w:sz w:val="32"/>
          <w:szCs w:val="32"/>
        </w:rPr>
      </w:pPr>
    </w:p>
    <w:p w14:paraId="59CE7412" w14:textId="77777777" w:rsidR="000E362F" w:rsidRDefault="000E362F" w:rsidP="00801D49">
      <w:pPr>
        <w:rPr>
          <w:sz w:val="32"/>
          <w:szCs w:val="32"/>
        </w:rPr>
      </w:pPr>
    </w:p>
    <w:p w14:paraId="6047C98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Fabiola,</w:t>
      </w:r>
    </w:p>
    <w:p w14:paraId="3D0C2DD8" w14:textId="77777777" w:rsidR="000E362F" w:rsidRDefault="000E362F" w:rsidP="00801D49">
      <w:pPr>
        <w:rPr>
          <w:sz w:val="32"/>
          <w:szCs w:val="32"/>
        </w:rPr>
      </w:pPr>
    </w:p>
    <w:p w14:paraId="1747887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E4B24A2" w14:textId="77777777" w:rsidR="000E362F" w:rsidRDefault="000E362F" w:rsidP="00801D49">
      <w:pPr>
        <w:rPr>
          <w:sz w:val="32"/>
          <w:szCs w:val="32"/>
        </w:rPr>
      </w:pPr>
    </w:p>
    <w:p w14:paraId="13C927C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08D23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CE2A82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87573A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8B134A" wp14:editId="536FE98E">
                  <wp:extent cx="6399207" cy="3924300"/>
                  <wp:effectExtent l="0" t="0" r="1905" b="0"/>
                  <wp:docPr id="310" name="Picture 31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5AD6BC" w14:textId="77777777" w:rsidR="000E362F" w:rsidRDefault="000E362F" w:rsidP="00801D49"/>
    <w:p w14:paraId="0DECC5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Amie Perigo</w:t>
      </w:r>
    </w:p>
    <w:p w14:paraId="4F4FC2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596 Santa Maria Ave #7913</w:t>
      </w:r>
    </w:p>
    <w:p w14:paraId="41F25A0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Mesquite, TX 75150</w:t>
      </w:r>
    </w:p>
    <w:p w14:paraId="09752AB8" w14:textId="77777777" w:rsidR="000E362F" w:rsidRDefault="000E362F" w:rsidP="00801D49"/>
    <w:p w14:paraId="6EF49CB3" w14:textId="77777777" w:rsidR="000E362F" w:rsidRPr="0001239D" w:rsidRDefault="000E362F" w:rsidP="00801D49">
      <w:pPr>
        <w:rPr>
          <w:sz w:val="32"/>
          <w:szCs w:val="32"/>
        </w:rPr>
      </w:pPr>
    </w:p>
    <w:p w14:paraId="392C6049" w14:textId="77777777" w:rsidR="000E362F" w:rsidRDefault="000E362F" w:rsidP="00801D49">
      <w:pPr>
        <w:rPr>
          <w:sz w:val="32"/>
          <w:szCs w:val="32"/>
        </w:rPr>
      </w:pPr>
    </w:p>
    <w:p w14:paraId="7676A1A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Amie,</w:t>
      </w:r>
    </w:p>
    <w:p w14:paraId="4024EC19" w14:textId="77777777" w:rsidR="000E362F" w:rsidRDefault="000E362F" w:rsidP="00801D49">
      <w:pPr>
        <w:rPr>
          <w:sz w:val="32"/>
          <w:szCs w:val="32"/>
        </w:rPr>
      </w:pPr>
    </w:p>
    <w:p w14:paraId="63823FF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6DBD79F" w14:textId="77777777" w:rsidR="000E362F" w:rsidRDefault="000E362F" w:rsidP="00801D49">
      <w:pPr>
        <w:rPr>
          <w:sz w:val="32"/>
          <w:szCs w:val="32"/>
        </w:rPr>
      </w:pPr>
    </w:p>
    <w:p w14:paraId="0AEBA4C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1D8B7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7F0B5B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17B080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5FC71A" wp14:editId="0065F41C">
                  <wp:extent cx="6399207" cy="3924300"/>
                  <wp:effectExtent l="0" t="0" r="1905" b="0"/>
                  <wp:docPr id="311" name="Picture 31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76E80B" w14:textId="77777777" w:rsidR="000E362F" w:rsidRDefault="000E362F" w:rsidP="00801D49"/>
    <w:p w14:paraId="64B0D64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Raina Brachle</w:t>
      </w:r>
    </w:p>
    <w:p w14:paraId="6F19F57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3829 Ventura Blvd</w:t>
      </w:r>
    </w:p>
    <w:p w14:paraId="51EA46C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Butte, MT 59701</w:t>
      </w:r>
    </w:p>
    <w:p w14:paraId="23AACA11" w14:textId="77777777" w:rsidR="000E362F" w:rsidRDefault="000E362F" w:rsidP="00801D49"/>
    <w:p w14:paraId="6A16AC5D" w14:textId="77777777" w:rsidR="000E362F" w:rsidRPr="0001239D" w:rsidRDefault="000E362F" w:rsidP="00801D49">
      <w:pPr>
        <w:rPr>
          <w:sz w:val="32"/>
          <w:szCs w:val="32"/>
        </w:rPr>
      </w:pPr>
    </w:p>
    <w:p w14:paraId="02DF62DA" w14:textId="77777777" w:rsidR="000E362F" w:rsidRDefault="000E362F" w:rsidP="00801D49">
      <w:pPr>
        <w:rPr>
          <w:sz w:val="32"/>
          <w:szCs w:val="32"/>
        </w:rPr>
      </w:pPr>
    </w:p>
    <w:p w14:paraId="4EDFEA5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Raina,</w:t>
      </w:r>
    </w:p>
    <w:p w14:paraId="7F2EA8DB" w14:textId="77777777" w:rsidR="000E362F" w:rsidRDefault="000E362F" w:rsidP="00801D49">
      <w:pPr>
        <w:rPr>
          <w:sz w:val="32"/>
          <w:szCs w:val="32"/>
        </w:rPr>
      </w:pPr>
    </w:p>
    <w:p w14:paraId="3C10DDC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E1A189A" w14:textId="77777777" w:rsidR="000E362F" w:rsidRDefault="000E362F" w:rsidP="00801D49">
      <w:pPr>
        <w:rPr>
          <w:sz w:val="32"/>
          <w:szCs w:val="32"/>
        </w:rPr>
      </w:pPr>
    </w:p>
    <w:p w14:paraId="7A2EB3F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CBA293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AA096C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CCD4A1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528A78" wp14:editId="1397158F">
                  <wp:extent cx="6399207" cy="3924300"/>
                  <wp:effectExtent l="0" t="0" r="1905" b="0"/>
                  <wp:docPr id="312" name="Picture 31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C5D14B" w14:textId="77777777" w:rsidR="000E362F" w:rsidRDefault="000E362F" w:rsidP="00801D49"/>
    <w:p w14:paraId="58FB2B7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Erinn Canlas</w:t>
      </w:r>
    </w:p>
    <w:p w14:paraId="36C08DB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13 S Hacienda Dr</w:t>
      </w:r>
    </w:p>
    <w:p w14:paraId="140972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Livingston, NJ 7039</w:t>
      </w:r>
    </w:p>
    <w:p w14:paraId="497AB493" w14:textId="77777777" w:rsidR="000E362F" w:rsidRDefault="000E362F" w:rsidP="00801D49"/>
    <w:p w14:paraId="036E52F5" w14:textId="77777777" w:rsidR="000E362F" w:rsidRPr="0001239D" w:rsidRDefault="000E362F" w:rsidP="00801D49">
      <w:pPr>
        <w:rPr>
          <w:sz w:val="32"/>
          <w:szCs w:val="32"/>
        </w:rPr>
      </w:pPr>
    </w:p>
    <w:p w14:paraId="3A713588" w14:textId="77777777" w:rsidR="000E362F" w:rsidRDefault="000E362F" w:rsidP="00801D49">
      <w:pPr>
        <w:rPr>
          <w:sz w:val="32"/>
          <w:szCs w:val="32"/>
        </w:rPr>
      </w:pPr>
    </w:p>
    <w:p w14:paraId="241F628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Erinn,</w:t>
      </w:r>
    </w:p>
    <w:p w14:paraId="63145AEA" w14:textId="77777777" w:rsidR="000E362F" w:rsidRDefault="000E362F" w:rsidP="00801D49">
      <w:pPr>
        <w:rPr>
          <w:sz w:val="32"/>
          <w:szCs w:val="32"/>
        </w:rPr>
      </w:pPr>
    </w:p>
    <w:p w14:paraId="1EF0BCD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4896B49" w14:textId="77777777" w:rsidR="000E362F" w:rsidRDefault="000E362F" w:rsidP="00801D49">
      <w:pPr>
        <w:rPr>
          <w:sz w:val="32"/>
          <w:szCs w:val="32"/>
        </w:rPr>
      </w:pPr>
    </w:p>
    <w:p w14:paraId="76E5879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8E9A6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C5EFED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FC6E57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22C965" wp14:editId="1F94F53F">
                  <wp:extent cx="6399207" cy="3924300"/>
                  <wp:effectExtent l="0" t="0" r="1905" b="0"/>
                  <wp:docPr id="313" name="Picture 31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629548" w14:textId="77777777" w:rsidR="000E362F" w:rsidRDefault="000E362F" w:rsidP="00801D49"/>
    <w:p w14:paraId="0805C09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Cherry Lietz</w:t>
      </w:r>
    </w:p>
    <w:p w14:paraId="5FB9A3F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40 9th Ave Sw #91</w:t>
      </w:r>
    </w:p>
    <w:p w14:paraId="6FD3148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Waterford, MI 48329</w:t>
      </w:r>
    </w:p>
    <w:p w14:paraId="0FC7D09F" w14:textId="77777777" w:rsidR="000E362F" w:rsidRDefault="000E362F" w:rsidP="00801D49"/>
    <w:p w14:paraId="7F9B192F" w14:textId="77777777" w:rsidR="000E362F" w:rsidRPr="0001239D" w:rsidRDefault="000E362F" w:rsidP="00801D49">
      <w:pPr>
        <w:rPr>
          <w:sz w:val="32"/>
          <w:szCs w:val="32"/>
        </w:rPr>
      </w:pPr>
    </w:p>
    <w:p w14:paraId="7C220D77" w14:textId="77777777" w:rsidR="000E362F" w:rsidRDefault="000E362F" w:rsidP="00801D49">
      <w:pPr>
        <w:rPr>
          <w:sz w:val="32"/>
          <w:szCs w:val="32"/>
        </w:rPr>
      </w:pPr>
    </w:p>
    <w:p w14:paraId="416B95E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Cherry,</w:t>
      </w:r>
    </w:p>
    <w:p w14:paraId="57637D23" w14:textId="77777777" w:rsidR="000E362F" w:rsidRDefault="000E362F" w:rsidP="00801D49">
      <w:pPr>
        <w:rPr>
          <w:sz w:val="32"/>
          <w:szCs w:val="32"/>
        </w:rPr>
      </w:pPr>
    </w:p>
    <w:p w14:paraId="1EC491F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62079EF" w14:textId="77777777" w:rsidR="000E362F" w:rsidRDefault="000E362F" w:rsidP="00801D49">
      <w:pPr>
        <w:rPr>
          <w:sz w:val="32"/>
          <w:szCs w:val="32"/>
        </w:rPr>
      </w:pPr>
    </w:p>
    <w:p w14:paraId="56F2B16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78D4FC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46B69F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33A737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91254A" wp14:editId="4B505296">
                  <wp:extent cx="6399207" cy="3924300"/>
                  <wp:effectExtent l="0" t="0" r="1905" b="0"/>
                  <wp:docPr id="314" name="Picture 31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CD70F1" w14:textId="77777777" w:rsidR="000E362F" w:rsidRDefault="000E362F" w:rsidP="00801D49"/>
    <w:p w14:paraId="3F728E3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Kattie Vonasek</w:t>
      </w:r>
    </w:p>
    <w:p w14:paraId="28C6A47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2845 Boulder Crescent St</w:t>
      </w:r>
    </w:p>
    <w:p w14:paraId="679FD32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Cleveland, OH 44103</w:t>
      </w:r>
    </w:p>
    <w:p w14:paraId="79735C6C" w14:textId="77777777" w:rsidR="000E362F" w:rsidRDefault="000E362F" w:rsidP="00801D49"/>
    <w:p w14:paraId="59AD875B" w14:textId="77777777" w:rsidR="000E362F" w:rsidRPr="0001239D" w:rsidRDefault="000E362F" w:rsidP="00801D49">
      <w:pPr>
        <w:rPr>
          <w:sz w:val="32"/>
          <w:szCs w:val="32"/>
        </w:rPr>
      </w:pPr>
    </w:p>
    <w:p w14:paraId="712E8C17" w14:textId="77777777" w:rsidR="000E362F" w:rsidRDefault="000E362F" w:rsidP="00801D49">
      <w:pPr>
        <w:rPr>
          <w:sz w:val="32"/>
          <w:szCs w:val="32"/>
        </w:rPr>
      </w:pPr>
    </w:p>
    <w:p w14:paraId="21C14CF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Kattie,</w:t>
      </w:r>
    </w:p>
    <w:p w14:paraId="0FB3387D" w14:textId="77777777" w:rsidR="000E362F" w:rsidRDefault="000E362F" w:rsidP="00801D49">
      <w:pPr>
        <w:rPr>
          <w:sz w:val="32"/>
          <w:szCs w:val="32"/>
        </w:rPr>
      </w:pPr>
    </w:p>
    <w:p w14:paraId="698ADE3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F7ABBEB" w14:textId="77777777" w:rsidR="000E362F" w:rsidRDefault="000E362F" w:rsidP="00801D49">
      <w:pPr>
        <w:rPr>
          <w:sz w:val="32"/>
          <w:szCs w:val="32"/>
        </w:rPr>
      </w:pPr>
    </w:p>
    <w:p w14:paraId="7287F01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412E51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26CF0E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3EBA6D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7D2200" wp14:editId="528E4E37">
                  <wp:extent cx="6399207" cy="3924300"/>
                  <wp:effectExtent l="0" t="0" r="1905" b="0"/>
                  <wp:docPr id="315" name="Picture 31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3BE57" w14:textId="77777777" w:rsidR="000E362F" w:rsidRDefault="000E362F" w:rsidP="00801D49"/>
    <w:p w14:paraId="5589EE5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Lilli Scriven</w:t>
      </w:r>
    </w:p>
    <w:p w14:paraId="278863A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 State St</w:t>
      </w:r>
    </w:p>
    <w:p w14:paraId="3664E44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Abilene, TX 79601</w:t>
      </w:r>
    </w:p>
    <w:p w14:paraId="57963801" w14:textId="77777777" w:rsidR="000E362F" w:rsidRDefault="000E362F" w:rsidP="00801D49"/>
    <w:p w14:paraId="38EF71C1" w14:textId="77777777" w:rsidR="000E362F" w:rsidRPr="0001239D" w:rsidRDefault="000E362F" w:rsidP="00801D49">
      <w:pPr>
        <w:rPr>
          <w:sz w:val="32"/>
          <w:szCs w:val="32"/>
        </w:rPr>
      </w:pPr>
    </w:p>
    <w:p w14:paraId="54EBC876" w14:textId="77777777" w:rsidR="000E362F" w:rsidRDefault="000E362F" w:rsidP="00801D49">
      <w:pPr>
        <w:rPr>
          <w:sz w:val="32"/>
          <w:szCs w:val="32"/>
        </w:rPr>
      </w:pPr>
    </w:p>
    <w:p w14:paraId="74763E6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Lilli,</w:t>
      </w:r>
    </w:p>
    <w:p w14:paraId="774569C2" w14:textId="77777777" w:rsidR="000E362F" w:rsidRDefault="000E362F" w:rsidP="00801D49">
      <w:pPr>
        <w:rPr>
          <w:sz w:val="32"/>
          <w:szCs w:val="32"/>
        </w:rPr>
      </w:pPr>
    </w:p>
    <w:p w14:paraId="3CF71E0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F48CC2F" w14:textId="77777777" w:rsidR="000E362F" w:rsidRDefault="000E362F" w:rsidP="00801D49">
      <w:pPr>
        <w:rPr>
          <w:sz w:val="32"/>
          <w:szCs w:val="32"/>
        </w:rPr>
      </w:pPr>
    </w:p>
    <w:p w14:paraId="56CE23C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D3E868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F65BE7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2BC5DC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5B6341" wp14:editId="24FB9533">
                  <wp:extent cx="6399207" cy="3924300"/>
                  <wp:effectExtent l="0" t="0" r="1905" b="0"/>
                  <wp:docPr id="316" name="Picture 31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486651" w14:textId="77777777" w:rsidR="000E362F" w:rsidRDefault="000E362F" w:rsidP="00801D49"/>
    <w:p w14:paraId="0D8A2D2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Whitley Tomasulo</w:t>
      </w:r>
    </w:p>
    <w:p w14:paraId="08F2470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S 15th St</w:t>
      </w:r>
    </w:p>
    <w:p w14:paraId="519A6FB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Fort Worth, TX 76107</w:t>
      </w:r>
    </w:p>
    <w:p w14:paraId="2CBC9979" w14:textId="77777777" w:rsidR="000E362F" w:rsidRDefault="000E362F" w:rsidP="00801D49"/>
    <w:p w14:paraId="5A587033" w14:textId="77777777" w:rsidR="000E362F" w:rsidRPr="0001239D" w:rsidRDefault="000E362F" w:rsidP="00801D49">
      <w:pPr>
        <w:rPr>
          <w:sz w:val="32"/>
          <w:szCs w:val="32"/>
        </w:rPr>
      </w:pPr>
    </w:p>
    <w:p w14:paraId="0DD54C0B" w14:textId="77777777" w:rsidR="000E362F" w:rsidRDefault="000E362F" w:rsidP="00801D49">
      <w:pPr>
        <w:rPr>
          <w:sz w:val="32"/>
          <w:szCs w:val="32"/>
        </w:rPr>
      </w:pPr>
    </w:p>
    <w:p w14:paraId="4AD2EA9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Whitley,</w:t>
      </w:r>
    </w:p>
    <w:p w14:paraId="187F2762" w14:textId="77777777" w:rsidR="000E362F" w:rsidRDefault="000E362F" w:rsidP="00801D49">
      <w:pPr>
        <w:rPr>
          <w:sz w:val="32"/>
          <w:szCs w:val="32"/>
        </w:rPr>
      </w:pPr>
    </w:p>
    <w:p w14:paraId="6116A3B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C942190" w14:textId="77777777" w:rsidR="000E362F" w:rsidRDefault="000E362F" w:rsidP="00801D49">
      <w:pPr>
        <w:rPr>
          <w:sz w:val="32"/>
          <w:szCs w:val="32"/>
        </w:rPr>
      </w:pPr>
    </w:p>
    <w:p w14:paraId="19D868F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402C9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09DB57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EFB7AA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977E2C" wp14:editId="68D0441C">
                  <wp:extent cx="6399207" cy="3924300"/>
                  <wp:effectExtent l="0" t="0" r="1905" b="0"/>
                  <wp:docPr id="317" name="Picture 31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4814D7" w14:textId="77777777" w:rsidR="000E362F" w:rsidRDefault="000E362F" w:rsidP="00801D49"/>
    <w:p w14:paraId="415437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Barbra Adkin</w:t>
      </w:r>
    </w:p>
    <w:p w14:paraId="56EE6A9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Kohler Memorial Dr</w:t>
      </w:r>
    </w:p>
    <w:p w14:paraId="137B69D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Brooklyn, NY 11230</w:t>
      </w:r>
    </w:p>
    <w:p w14:paraId="009807D2" w14:textId="77777777" w:rsidR="000E362F" w:rsidRDefault="000E362F" w:rsidP="00801D49"/>
    <w:p w14:paraId="6370A4EE" w14:textId="77777777" w:rsidR="000E362F" w:rsidRPr="0001239D" w:rsidRDefault="000E362F" w:rsidP="00801D49">
      <w:pPr>
        <w:rPr>
          <w:sz w:val="32"/>
          <w:szCs w:val="32"/>
        </w:rPr>
      </w:pPr>
    </w:p>
    <w:p w14:paraId="73742DA7" w14:textId="77777777" w:rsidR="000E362F" w:rsidRDefault="000E362F" w:rsidP="00801D49">
      <w:pPr>
        <w:rPr>
          <w:sz w:val="32"/>
          <w:szCs w:val="32"/>
        </w:rPr>
      </w:pPr>
    </w:p>
    <w:p w14:paraId="4B085A4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Barbra,</w:t>
      </w:r>
    </w:p>
    <w:p w14:paraId="1A7B2963" w14:textId="77777777" w:rsidR="000E362F" w:rsidRDefault="000E362F" w:rsidP="00801D49">
      <w:pPr>
        <w:rPr>
          <w:sz w:val="32"/>
          <w:szCs w:val="32"/>
        </w:rPr>
      </w:pPr>
    </w:p>
    <w:p w14:paraId="01EF702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AED3BF" w14:textId="77777777" w:rsidR="000E362F" w:rsidRDefault="000E362F" w:rsidP="00801D49">
      <w:pPr>
        <w:rPr>
          <w:sz w:val="32"/>
          <w:szCs w:val="32"/>
        </w:rPr>
      </w:pPr>
    </w:p>
    <w:p w14:paraId="22FE341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20F77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8F2EE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4C2C1B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D1D61E" wp14:editId="450FFE9C">
                  <wp:extent cx="6399207" cy="3924300"/>
                  <wp:effectExtent l="0" t="0" r="1905" b="0"/>
                  <wp:docPr id="318" name="Picture 31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071315" w14:textId="77777777" w:rsidR="000E362F" w:rsidRDefault="000E362F" w:rsidP="00801D49"/>
    <w:p w14:paraId="6873EB4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Hermila Thyberg</w:t>
      </w:r>
    </w:p>
    <w:p w14:paraId="421552F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Rancho Del Mar Shopping C</w:t>
      </w:r>
    </w:p>
    <w:p w14:paraId="471D921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Providence, RI 2903</w:t>
      </w:r>
    </w:p>
    <w:p w14:paraId="547A88EC" w14:textId="77777777" w:rsidR="000E362F" w:rsidRDefault="000E362F" w:rsidP="00801D49"/>
    <w:p w14:paraId="7BE39647" w14:textId="77777777" w:rsidR="000E362F" w:rsidRPr="0001239D" w:rsidRDefault="000E362F" w:rsidP="00801D49">
      <w:pPr>
        <w:rPr>
          <w:sz w:val="32"/>
          <w:szCs w:val="32"/>
        </w:rPr>
      </w:pPr>
    </w:p>
    <w:p w14:paraId="65092C1C" w14:textId="77777777" w:rsidR="000E362F" w:rsidRDefault="000E362F" w:rsidP="00801D49">
      <w:pPr>
        <w:rPr>
          <w:sz w:val="32"/>
          <w:szCs w:val="32"/>
        </w:rPr>
      </w:pPr>
    </w:p>
    <w:p w14:paraId="2BEE140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Hermila,</w:t>
      </w:r>
    </w:p>
    <w:p w14:paraId="67821811" w14:textId="77777777" w:rsidR="000E362F" w:rsidRDefault="000E362F" w:rsidP="00801D49">
      <w:pPr>
        <w:rPr>
          <w:sz w:val="32"/>
          <w:szCs w:val="32"/>
        </w:rPr>
      </w:pPr>
    </w:p>
    <w:p w14:paraId="04E23CB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640DC19" w14:textId="77777777" w:rsidR="000E362F" w:rsidRDefault="000E362F" w:rsidP="00801D49">
      <w:pPr>
        <w:rPr>
          <w:sz w:val="32"/>
          <w:szCs w:val="32"/>
        </w:rPr>
      </w:pPr>
    </w:p>
    <w:p w14:paraId="3148A93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B8F64E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D82403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71E391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A78BFA" wp14:editId="63B1BF79">
                  <wp:extent cx="6399207" cy="3924300"/>
                  <wp:effectExtent l="0" t="0" r="1905" b="0"/>
                  <wp:docPr id="319" name="Picture 31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E7462B" w14:textId="77777777" w:rsidR="000E362F" w:rsidRDefault="000E362F" w:rsidP="00801D49"/>
    <w:p w14:paraId="6B7BA99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Jesusita Flister</w:t>
      </w:r>
    </w:p>
    <w:p w14:paraId="022550F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3943 N Highland Ave</w:t>
      </w:r>
    </w:p>
    <w:p w14:paraId="6C9F97D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Lancaster, PA 17601</w:t>
      </w:r>
    </w:p>
    <w:p w14:paraId="41915FAA" w14:textId="77777777" w:rsidR="000E362F" w:rsidRDefault="000E362F" w:rsidP="00801D49"/>
    <w:p w14:paraId="010FC2AC" w14:textId="77777777" w:rsidR="000E362F" w:rsidRPr="0001239D" w:rsidRDefault="000E362F" w:rsidP="00801D49">
      <w:pPr>
        <w:rPr>
          <w:sz w:val="32"/>
          <w:szCs w:val="32"/>
        </w:rPr>
      </w:pPr>
    </w:p>
    <w:p w14:paraId="54ABDFA7" w14:textId="77777777" w:rsidR="000E362F" w:rsidRDefault="000E362F" w:rsidP="00801D49">
      <w:pPr>
        <w:rPr>
          <w:sz w:val="32"/>
          <w:szCs w:val="32"/>
        </w:rPr>
      </w:pPr>
    </w:p>
    <w:p w14:paraId="60AFF91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Jesusita,</w:t>
      </w:r>
    </w:p>
    <w:p w14:paraId="59F3AA1E" w14:textId="77777777" w:rsidR="000E362F" w:rsidRDefault="000E362F" w:rsidP="00801D49">
      <w:pPr>
        <w:rPr>
          <w:sz w:val="32"/>
          <w:szCs w:val="32"/>
        </w:rPr>
      </w:pPr>
    </w:p>
    <w:p w14:paraId="73D214A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6FC0CE" w14:textId="77777777" w:rsidR="000E362F" w:rsidRDefault="000E362F" w:rsidP="00801D49">
      <w:pPr>
        <w:rPr>
          <w:sz w:val="32"/>
          <w:szCs w:val="32"/>
        </w:rPr>
      </w:pPr>
    </w:p>
    <w:p w14:paraId="2344933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8CFE8B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6E8A6C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B2072F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0B7400" wp14:editId="136E052F">
                  <wp:extent cx="6399207" cy="3924300"/>
                  <wp:effectExtent l="0" t="0" r="1905" b="0"/>
                  <wp:docPr id="320" name="Picture 32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523FB6" w14:textId="77777777" w:rsidR="000E362F" w:rsidRDefault="000E362F" w:rsidP="00801D49"/>
    <w:p w14:paraId="5C62FDC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Caitlin Julia</w:t>
      </w:r>
    </w:p>
    <w:p w14:paraId="5CAEEB9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Williams St</w:t>
      </w:r>
    </w:p>
    <w:p w14:paraId="3D9135C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Johnston, RI 2919</w:t>
      </w:r>
    </w:p>
    <w:p w14:paraId="06C91466" w14:textId="77777777" w:rsidR="000E362F" w:rsidRDefault="000E362F" w:rsidP="00801D49"/>
    <w:p w14:paraId="6B203F41" w14:textId="77777777" w:rsidR="000E362F" w:rsidRPr="0001239D" w:rsidRDefault="000E362F" w:rsidP="00801D49">
      <w:pPr>
        <w:rPr>
          <w:sz w:val="32"/>
          <w:szCs w:val="32"/>
        </w:rPr>
      </w:pPr>
    </w:p>
    <w:p w14:paraId="4F279547" w14:textId="77777777" w:rsidR="000E362F" w:rsidRDefault="000E362F" w:rsidP="00801D49">
      <w:pPr>
        <w:rPr>
          <w:sz w:val="32"/>
          <w:szCs w:val="32"/>
        </w:rPr>
      </w:pPr>
    </w:p>
    <w:p w14:paraId="3C96979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Caitlin,</w:t>
      </w:r>
    </w:p>
    <w:p w14:paraId="78424AAD" w14:textId="77777777" w:rsidR="000E362F" w:rsidRDefault="000E362F" w:rsidP="00801D49">
      <w:pPr>
        <w:rPr>
          <w:sz w:val="32"/>
          <w:szCs w:val="32"/>
        </w:rPr>
      </w:pPr>
    </w:p>
    <w:p w14:paraId="2237D25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8D71C7" w14:textId="77777777" w:rsidR="000E362F" w:rsidRDefault="000E362F" w:rsidP="00801D49">
      <w:pPr>
        <w:rPr>
          <w:sz w:val="32"/>
          <w:szCs w:val="32"/>
        </w:rPr>
      </w:pPr>
    </w:p>
    <w:p w14:paraId="1752CA2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21A1A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71E874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B43E7C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C9A61A" wp14:editId="18F61EF8">
                  <wp:extent cx="6399207" cy="3924300"/>
                  <wp:effectExtent l="0" t="0" r="1905" b="0"/>
                  <wp:docPr id="321" name="Picture 32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391A38" w14:textId="77777777" w:rsidR="000E362F" w:rsidRDefault="000E362F" w:rsidP="00801D49"/>
    <w:p w14:paraId="5EAFA53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Roosevelt Hoffis</w:t>
      </w:r>
    </w:p>
    <w:p w14:paraId="13631F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60 Old Dover Rd</w:t>
      </w:r>
    </w:p>
    <w:p w14:paraId="5CC130B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Hialeah, FL 33014</w:t>
      </w:r>
    </w:p>
    <w:p w14:paraId="7A77A6E9" w14:textId="77777777" w:rsidR="000E362F" w:rsidRDefault="000E362F" w:rsidP="00801D49"/>
    <w:p w14:paraId="5B4B3A32" w14:textId="77777777" w:rsidR="000E362F" w:rsidRPr="0001239D" w:rsidRDefault="000E362F" w:rsidP="00801D49">
      <w:pPr>
        <w:rPr>
          <w:sz w:val="32"/>
          <w:szCs w:val="32"/>
        </w:rPr>
      </w:pPr>
    </w:p>
    <w:p w14:paraId="70046C40" w14:textId="77777777" w:rsidR="000E362F" w:rsidRDefault="000E362F" w:rsidP="00801D49">
      <w:pPr>
        <w:rPr>
          <w:sz w:val="32"/>
          <w:szCs w:val="32"/>
        </w:rPr>
      </w:pPr>
    </w:p>
    <w:p w14:paraId="74B9B62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Roosevelt,</w:t>
      </w:r>
    </w:p>
    <w:p w14:paraId="138DED62" w14:textId="77777777" w:rsidR="000E362F" w:rsidRDefault="000E362F" w:rsidP="00801D49">
      <w:pPr>
        <w:rPr>
          <w:sz w:val="32"/>
          <w:szCs w:val="32"/>
        </w:rPr>
      </w:pPr>
    </w:p>
    <w:p w14:paraId="46D87BC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A115D74" w14:textId="77777777" w:rsidR="000E362F" w:rsidRDefault="000E362F" w:rsidP="00801D49">
      <w:pPr>
        <w:rPr>
          <w:sz w:val="32"/>
          <w:szCs w:val="32"/>
        </w:rPr>
      </w:pPr>
    </w:p>
    <w:p w14:paraId="073B150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A2074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2AE1C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2FD296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0EDCBF" wp14:editId="16375E43">
                  <wp:extent cx="6399207" cy="3924300"/>
                  <wp:effectExtent l="0" t="0" r="1905" b="0"/>
                  <wp:docPr id="322" name="Picture 32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24C13F" w14:textId="77777777" w:rsidR="000E362F" w:rsidRDefault="000E362F" w:rsidP="00801D49"/>
    <w:p w14:paraId="121676F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Helaine Halter</w:t>
      </w:r>
    </w:p>
    <w:p w14:paraId="02DDA22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Sheridan Rd</w:t>
      </w:r>
    </w:p>
    <w:p w14:paraId="0BA2077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Jersey City, NJ 7304</w:t>
      </w:r>
    </w:p>
    <w:p w14:paraId="6204FF2D" w14:textId="77777777" w:rsidR="000E362F" w:rsidRDefault="000E362F" w:rsidP="00801D49"/>
    <w:p w14:paraId="74BE52DA" w14:textId="77777777" w:rsidR="000E362F" w:rsidRPr="0001239D" w:rsidRDefault="000E362F" w:rsidP="00801D49">
      <w:pPr>
        <w:rPr>
          <w:sz w:val="32"/>
          <w:szCs w:val="32"/>
        </w:rPr>
      </w:pPr>
    </w:p>
    <w:p w14:paraId="447D6D3B" w14:textId="77777777" w:rsidR="000E362F" w:rsidRDefault="000E362F" w:rsidP="00801D49">
      <w:pPr>
        <w:rPr>
          <w:sz w:val="32"/>
          <w:szCs w:val="32"/>
        </w:rPr>
      </w:pPr>
    </w:p>
    <w:p w14:paraId="1AD449F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Helaine,</w:t>
      </w:r>
    </w:p>
    <w:p w14:paraId="5D26B19E" w14:textId="77777777" w:rsidR="000E362F" w:rsidRDefault="000E362F" w:rsidP="00801D49">
      <w:pPr>
        <w:rPr>
          <w:sz w:val="32"/>
          <w:szCs w:val="32"/>
        </w:rPr>
      </w:pPr>
    </w:p>
    <w:p w14:paraId="3078E44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DA1E28" w14:textId="77777777" w:rsidR="000E362F" w:rsidRDefault="000E362F" w:rsidP="00801D49">
      <w:pPr>
        <w:rPr>
          <w:sz w:val="32"/>
          <w:szCs w:val="32"/>
        </w:rPr>
      </w:pPr>
    </w:p>
    <w:p w14:paraId="52C3BE5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A6B142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D072B7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8F2287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27DFC4" wp14:editId="45C06195">
                  <wp:extent cx="6399207" cy="3924300"/>
                  <wp:effectExtent l="0" t="0" r="1905" b="0"/>
                  <wp:docPr id="323" name="Picture 32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1AF341" w14:textId="77777777" w:rsidR="000E362F" w:rsidRDefault="000E362F" w:rsidP="00801D49"/>
    <w:p w14:paraId="3FF2F6F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Lorean Martabano</w:t>
      </w:r>
    </w:p>
    <w:p w14:paraId="66F8CF8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85092 Southern Blvd</w:t>
      </w:r>
    </w:p>
    <w:p w14:paraId="723E1C3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Antonio, TX 78204</w:t>
      </w:r>
    </w:p>
    <w:p w14:paraId="53CCA62B" w14:textId="77777777" w:rsidR="000E362F" w:rsidRDefault="000E362F" w:rsidP="00801D49"/>
    <w:p w14:paraId="6D0FB123" w14:textId="77777777" w:rsidR="000E362F" w:rsidRPr="0001239D" w:rsidRDefault="000E362F" w:rsidP="00801D49">
      <w:pPr>
        <w:rPr>
          <w:sz w:val="32"/>
          <w:szCs w:val="32"/>
        </w:rPr>
      </w:pPr>
    </w:p>
    <w:p w14:paraId="0E0B6CAD" w14:textId="77777777" w:rsidR="000E362F" w:rsidRDefault="000E362F" w:rsidP="00801D49">
      <w:pPr>
        <w:rPr>
          <w:sz w:val="32"/>
          <w:szCs w:val="32"/>
        </w:rPr>
      </w:pPr>
    </w:p>
    <w:p w14:paraId="6754DE1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Lorean,</w:t>
      </w:r>
    </w:p>
    <w:p w14:paraId="3DDA2AB9" w14:textId="77777777" w:rsidR="000E362F" w:rsidRDefault="000E362F" w:rsidP="00801D49">
      <w:pPr>
        <w:rPr>
          <w:sz w:val="32"/>
          <w:szCs w:val="32"/>
        </w:rPr>
      </w:pPr>
    </w:p>
    <w:p w14:paraId="75A5BE6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86E616" w14:textId="77777777" w:rsidR="000E362F" w:rsidRDefault="000E362F" w:rsidP="00801D49">
      <w:pPr>
        <w:rPr>
          <w:sz w:val="32"/>
          <w:szCs w:val="32"/>
        </w:rPr>
      </w:pPr>
    </w:p>
    <w:p w14:paraId="3C35C45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5B927A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0227D6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B33DFE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6C62E1" wp14:editId="591A0BBB">
                  <wp:extent cx="6399207" cy="3924300"/>
                  <wp:effectExtent l="0" t="0" r="1905" b="0"/>
                  <wp:docPr id="324" name="Picture 32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31F7B6" w14:textId="77777777" w:rsidR="000E362F" w:rsidRDefault="000E362F" w:rsidP="00801D49"/>
    <w:p w14:paraId="75F907E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France Buzick</w:t>
      </w:r>
    </w:p>
    <w:p w14:paraId="6DB16D2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64 Newman Springs Rd E</w:t>
      </w:r>
    </w:p>
    <w:p w14:paraId="4AB5669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Brooklyn, NY 11219</w:t>
      </w:r>
    </w:p>
    <w:p w14:paraId="2C2D2DE2" w14:textId="77777777" w:rsidR="000E362F" w:rsidRDefault="000E362F" w:rsidP="00801D49"/>
    <w:p w14:paraId="5C460314" w14:textId="77777777" w:rsidR="000E362F" w:rsidRPr="0001239D" w:rsidRDefault="000E362F" w:rsidP="00801D49">
      <w:pPr>
        <w:rPr>
          <w:sz w:val="32"/>
          <w:szCs w:val="32"/>
        </w:rPr>
      </w:pPr>
    </w:p>
    <w:p w14:paraId="04F0F727" w14:textId="77777777" w:rsidR="000E362F" w:rsidRDefault="000E362F" w:rsidP="00801D49">
      <w:pPr>
        <w:rPr>
          <w:sz w:val="32"/>
          <w:szCs w:val="32"/>
        </w:rPr>
      </w:pPr>
    </w:p>
    <w:p w14:paraId="2B46415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France,</w:t>
      </w:r>
    </w:p>
    <w:p w14:paraId="4144E2CC" w14:textId="77777777" w:rsidR="000E362F" w:rsidRDefault="000E362F" w:rsidP="00801D49">
      <w:pPr>
        <w:rPr>
          <w:sz w:val="32"/>
          <w:szCs w:val="32"/>
        </w:rPr>
      </w:pPr>
    </w:p>
    <w:p w14:paraId="0ABD773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192466E" w14:textId="77777777" w:rsidR="000E362F" w:rsidRDefault="000E362F" w:rsidP="00801D49">
      <w:pPr>
        <w:rPr>
          <w:sz w:val="32"/>
          <w:szCs w:val="32"/>
        </w:rPr>
      </w:pPr>
    </w:p>
    <w:p w14:paraId="03A4A33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15F96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4A7EE6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0DB36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40F567" wp14:editId="72134802">
                  <wp:extent cx="6399207" cy="3924300"/>
                  <wp:effectExtent l="0" t="0" r="1905" b="0"/>
                  <wp:docPr id="325" name="Picture 32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71AE8C" w14:textId="77777777" w:rsidR="000E362F" w:rsidRDefault="000E362F" w:rsidP="00801D49"/>
    <w:p w14:paraId="5942157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Justine Ferrario</w:t>
      </w:r>
    </w:p>
    <w:p w14:paraId="573F341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48 Stratford Ave</w:t>
      </w:r>
    </w:p>
    <w:p w14:paraId="2EBDAAA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Pomona, CA 91768</w:t>
      </w:r>
    </w:p>
    <w:p w14:paraId="3D49664C" w14:textId="77777777" w:rsidR="000E362F" w:rsidRDefault="000E362F" w:rsidP="00801D49"/>
    <w:p w14:paraId="43E634F8" w14:textId="77777777" w:rsidR="000E362F" w:rsidRPr="0001239D" w:rsidRDefault="000E362F" w:rsidP="00801D49">
      <w:pPr>
        <w:rPr>
          <w:sz w:val="32"/>
          <w:szCs w:val="32"/>
        </w:rPr>
      </w:pPr>
    </w:p>
    <w:p w14:paraId="718AF33F" w14:textId="77777777" w:rsidR="000E362F" w:rsidRDefault="000E362F" w:rsidP="00801D49">
      <w:pPr>
        <w:rPr>
          <w:sz w:val="32"/>
          <w:szCs w:val="32"/>
        </w:rPr>
      </w:pPr>
    </w:p>
    <w:p w14:paraId="7AA299F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Justine,</w:t>
      </w:r>
    </w:p>
    <w:p w14:paraId="4AF99017" w14:textId="77777777" w:rsidR="000E362F" w:rsidRDefault="000E362F" w:rsidP="00801D49">
      <w:pPr>
        <w:rPr>
          <w:sz w:val="32"/>
          <w:szCs w:val="32"/>
        </w:rPr>
      </w:pPr>
    </w:p>
    <w:p w14:paraId="6319A9D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A95244C" w14:textId="77777777" w:rsidR="000E362F" w:rsidRDefault="000E362F" w:rsidP="00801D49">
      <w:pPr>
        <w:rPr>
          <w:sz w:val="32"/>
          <w:szCs w:val="32"/>
        </w:rPr>
      </w:pPr>
    </w:p>
    <w:p w14:paraId="769E623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52B5D7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F7B980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BAE0ED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E5B87" wp14:editId="69CA2BF9">
                  <wp:extent cx="6399207" cy="3924300"/>
                  <wp:effectExtent l="0" t="0" r="1905" b="0"/>
                  <wp:docPr id="326" name="Picture 32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835906" w14:textId="77777777" w:rsidR="000E362F" w:rsidRDefault="000E362F" w:rsidP="00801D49"/>
    <w:p w14:paraId="60FAFBE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Adelina Nabours</w:t>
      </w:r>
    </w:p>
    <w:p w14:paraId="179F3DD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80 Pittsford Victor Rd #9</w:t>
      </w:r>
    </w:p>
    <w:p w14:paraId="53132D6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Cleveland, OH 44103</w:t>
      </w:r>
    </w:p>
    <w:p w14:paraId="21C298C6" w14:textId="77777777" w:rsidR="000E362F" w:rsidRDefault="000E362F" w:rsidP="00801D49"/>
    <w:p w14:paraId="416BA62B" w14:textId="77777777" w:rsidR="000E362F" w:rsidRPr="0001239D" w:rsidRDefault="000E362F" w:rsidP="00801D49">
      <w:pPr>
        <w:rPr>
          <w:sz w:val="32"/>
          <w:szCs w:val="32"/>
        </w:rPr>
      </w:pPr>
    </w:p>
    <w:p w14:paraId="59D288FA" w14:textId="77777777" w:rsidR="000E362F" w:rsidRDefault="000E362F" w:rsidP="00801D49">
      <w:pPr>
        <w:rPr>
          <w:sz w:val="32"/>
          <w:szCs w:val="32"/>
        </w:rPr>
      </w:pPr>
    </w:p>
    <w:p w14:paraId="7CDDB1F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Adelina,</w:t>
      </w:r>
    </w:p>
    <w:p w14:paraId="60022893" w14:textId="77777777" w:rsidR="000E362F" w:rsidRDefault="000E362F" w:rsidP="00801D49">
      <w:pPr>
        <w:rPr>
          <w:sz w:val="32"/>
          <w:szCs w:val="32"/>
        </w:rPr>
      </w:pPr>
    </w:p>
    <w:p w14:paraId="4DDB7E5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88BDCB9" w14:textId="77777777" w:rsidR="000E362F" w:rsidRDefault="000E362F" w:rsidP="00801D49">
      <w:pPr>
        <w:rPr>
          <w:sz w:val="32"/>
          <w:szCs w:val="32"/>
        </w:rPr>
      </w:pPr>
    </w:p>
    <w:p w14:paraId="289F99B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D9131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7D608E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BBD4A3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05D8CF" wp14:editId="575B3F82">
                  <wp:extent cx="6399207" cy="3924300"/>
                  <wp:effectExtent l="0" t="0" r="1905" b="0"/>
                  <wp:docPr id="327" name="Picture 32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20AB10" w14:textId="77777777" w:rsidR="000E362F" w:rsidRDefault="000E362F" w:rsidP="00801D49"/>
    <w:p w14:paraId="354F45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Derick Dhamer</w:t>
      </w:r>
    </w:p>
    <w:p w14:paraId="3D1DAA5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87163 N Main Ave</w:t>
      </w:r>
    </w:p>
    <w:p w14:paraId="361B862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10013</w:t>
      </w:r>
    </w:p>
    <w:p w14:paraId="58F707EC" w14:textId="77777777" w:rsidR="000E362F" w:rsidRDefault="000E362F" w:rsidP="00801D49"/>
    <w:p w14:paraId="17F7BC95" w14:textId="77777777" w:rsidR="000E362F" w:rsidRPr="0001239D" w:rsidRDefault="000E362F" w:rsidP="00801D49">
      <w:pPr>
        <w:rPr>
          <w:sz w:val="32"/>
          <w:szCs w:val="32"/>
        </w:rPr>
      </w:pPr>
    </w:p>
    <w:p w14:paraId="160A5D6C" w14:textId="77777777" w:rsidR="000E362F" w:rsidRDefault="000E362F" w:rsidP="00801D49">
      <w:pPr>
        <w:rPr>
          <w:sz w:val="32"/>
          <w:szCs w:val="32"/>
        </w:rPr>
      </w:pPr>
    </w:p>
    <w:p w14:paraId="26AEC20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Derick,</w:t>
      </w:r>
    </w:p>
    <w:p w14:paraId="1956D041" w14:textId="77777777" w:rsidR="000E362F" w:rsidRDefault="000E362F" w:rsidP="00801D49">
      <w:pPr>
        <w:rPr>
          <w:sz w:val="32"/>
          <w:szCs w:val="32"/>
        </w:rPr>
      </w:pPr>
    </w:p>
    <w:p w14:paraId="3280003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3942294" w14:textId="77777777" w:rsidR="000E362F" w:rsidRDefault="000E362F" w:rsidP="00801D49">
      <w:pPr>
        <w:rPr>
          <w:sz w:val="32"/>
          <w:szCs w:val="32"/>
        </w:rPr>
      </w:pPr>
    </w:p>
    <w:p w14:paraId="14FF6C3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5E876B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C7225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21E3AE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A054E9" wp14:editId="3BE6640F">
                  <wp:extent cx="6399207" cy="3924300"/>
                  <wp:effectExtent l="0" t="0" r="1905" b="0"/>
                  <wp:docPr id="328" name="Picture 32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7C21D7" w14:textId="77777777" w:rsidR="000E362F" w:rsidRDefault="000E362F" w:rsidP="00801D49"/>
    <w:p w14:paraId="3B2B199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Jerry Dallen</w:t>
      </w:r>
    </w:p>
    <w:p w14:paraId="7F81593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393 Lafayette Ave</w:t>
      </w:r>
    </w:p>
    <w:p w14:paraId="2048AF5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Richmond, VA 23219</w:t>
      </w:r>
    </w:p>
    <w:p w14:paraId="1F7C1332" w14:textId="77777777" w:rsidR="000E362F" w:rsidRDefault="000E362F" w:rsidP="00801D49"/>
    <w:p w14:paraId="75F93689" w14:textId="77777777" w:rsidR="000E362F" w:rsidRPr="0001239D" w:rsidRDefault="000E362F" w:rsidP="00801D49">
      <w:pPr>
        <w:rPr>
          <w:sz w:val="32"/>
          <w:szCs w:val="32"/>
        </w:rPr>
      </w:pPr>
    </w:p>
    <w:p w14:paraId="74AE09A5" w14:textId="77777777" w:rsidR="000E362F" w:rsidRDefault="000E362F" w:rsidP="00801D49">
      <w:pPr>
        <w:rPr>
          <w:sz w:val="32"/>
          <w:szCs w:val="32"/>
        </w:rPr>
      </w:pPr>
    </w:p>
    <w:p w14:paraId="53B5041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Jerry,</w:t>
      </w:r>
    </w:p>
    <w:p w14:paraId="626AB7A7" w14:textId="77777777" w:rsidR="000E362F" w:rsidRDefault="000E362F" w:rsidP="00801D49">
      <w:pPr>
        <w:rPr>
          <w:sz w:val="32"/>
          <w:szCs w:val="32"/>
        </w:rPr>
      </w:pPr>
    </w:p>
    <w:p w14:paraId="33145E9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7D3699" w14:textId="77777777" w:rsidR="000E362F" w:rsidRDefault="000E362F" w:rsidP="00801D49">
      <w:pPr>
        <w:rPr>
          <w:sz w:val="32"/>
          <w:szCs w:val="32"/>
        </w:rPr>
      </w:pPr>
    </w:p>
    <w:p w14:paraId="71A4557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6F6D7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727BB6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5C6D00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995F21" wp14:editId="66E339FF">
                  <wp:extent cx="6399207" cy="3924300"/>
                  <wp:effectExtent l="0" t="0" r="1905" b="0"/>
                  <wp:docPr id="329" name="Picture 32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4CC829" w14:textId="77777777" w:rsidR="000E362F" w:rsidRDefault="000E362F" w:rsidP="00801D49"/>
    <w:p w14:paraId="6EA7CF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Leota Ragel</w:t>
      </w:r>
    </w:p>
    <w:p w14:paraId="36C1A66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 5th Ave #33</w:t>
      </w:r>
    </w:p>
    <w:p w14:paraId="3E19F55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Trion, GA 30753</w:t>
      </w:r>
    </w:p>
    <w:p w14:paraId="04E6EE38" w14:textId="77777777" w:rsidR="000E362F" w:rsidRDefault="000E362F" w:rsidP="00801D49"/>
    <w:p w14:paraId="2A4D905E" w14:textId="77777777" w:rsidR="000E362F" w:rsidRPr="0001239D" w:rsidRDefault="000E362F" w:rsidP="00801D49">
      <w:pPr>
        <w:rPr>
          <w:sz w:val="32"/>
          <w:szCs w:val="32"/>
        </w:rPr>
      </w:pPr>
    </w:p>
    <w:p w14:paraId="7CA83E8F" w14:textId="77777777" w:rsidR="000E362F" w:rsidRDefault="000E362F" w:rsidP="00801D49">
      <w:pPr>
        <w:rPr>
          <w:sz w:val="32"/>
          <w:szCs w:val="32"/>
        </w:rPr>
      </w:pPr>
    </w:p>
    <w:p w14:paraId="5D75010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Leota,</w:t>
      </w:r>
    </w:p>
    <w:p w14:paraId="6CB5B7AB" w14:textId="77777777" w:rsidR="000E362F" w:rsidRDefault="000E362F" w:rsidP="00801D49">
      <w:pPr>
        <w:rPr>
          <w:sz w:val="32"/>
          <w:szCs w:val="32"/>
        </w:rPr>
      </w:pPr>
    </w:p>
    <w:p w14:paraId="12540F9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DE5C547" w14:textId="77777777" w:rsidR="000E362F" w:rsidRDefault="000E362F" w:rsidP="00801D49">
      <w:pPr>
        <w:rPr>
          <w:sz w:val="32"/>
          <w:szCs w:val="32"/>
        </w:rPr>
      </w:pPr>
    </w:p>
    <w:p w14:paraId="32CE16F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53402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53EDB4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FD18DE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34D0A4" wp14:editId="2334F7BA">
                  <wp:extent cx="6399207" cy="3924300"/>
                  <wp:effectExtent l="0" t="0" r="1905" b="0"/>
                  <wp:docPr id="330" name="Picture 33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6ED0EA" w14:textId="77777777" w:rsidR="000E362F" w:rsidRDefault="000E362F" w:rsidP="00801D49"/>
    <w:p w14:paraId="31517B9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Jutta Amyot</w:t>
      </w:r>
    </w:p>
    <w:p w14:paraId="1DFF673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49 N Mays St</w:t>
      </w:r>
    </w:p>
    <w:p w14:paraId="6A27592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Broussard, LA 70518</w:t>
      </w:r>
    </w:p>
    <w:p w14:paraId="02944BDF" w14:textId="77777777" w:rsidR="000E362F" w:rsidRDefault="000E362F" w:rsidP="00801D49"/>
    <w:p w14:paraId="0E2F528D" w14:textId="77777777" w:rsidR="000E362F" w:rsidRPr="0001239D" w:rsidRDefault="000E362F" w:rsidP="00801D49">
      <w:pPr>
        <w:rPr>
          <w:sz w:val="32"/>
          <w:szCs w:val="32"/>
        </w:rPr>
      </w:pPr>
    </w:p>
    <w:p w14:paraId="487EA8F7" w14:textId="77777777" w:rsidR="000E362F" w:rsidRDefault="000E362F" w:rsidP="00801D49">
      <w:pPr>
        <w:rPr>
          <w:sz w:val="32"/>
          <w:szCs w:val="32"/>
        </w:rPr>
      </w:pPr>
    </w:p>
    <w:p w14:paraId="3E24EFF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Jutta,</w:t>
      </w:r>
    </w:p>
    <w:p w14:paraId="2A1771BC" w14:textId="77777777" w:rsidR="000E362F" w:rsidRDefault="000E362F" w:rsidP="00801D49">
      <w:pPr>
        <w:rPr>
          <w:sz w:val="32"/>
          <w:szCs w:val="32"/>
        </w:rPr>
      </w:pPr>
    </w:p>
    <w:p w14:paraId="6073154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A0553A3" w14:textId="77777777" w:rsidR="000E362F" w:rsidRDefault="000E362F" w:rsidP="00801D49">
      <w:pPr>
        <w:rPr>
          <w:sz w:val="32"/>
          <w:szCs w:val="32"/>
        </w:rPr>
      </w:pPr>
    </w:p>
    <w:p w14:paraId="7966692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8DE092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254D49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912690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104D5F" wp14:editId="06751533">
                  <wp:extent cx="6399207" cy="3924300"/>
                  <wp:effectExtent l="0" t="0" r="1905" b="0"/>
                  <wp:docPr id="331" name="Picture 33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6B8508" w14:textId="77777777" w:rsidR="000E362F" w:rsidRDefault="000E362F" w:rsidP="00801D49"/>
    <w:p w14:paraId="76DB733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Aja Gehrett</w:t>
      </w:r>
    </w:p>
    <w:p w14:paraId="5BE134F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993 Washington Ave</w:t>
      </w:r>
    </w:p>
    <w:p w14:paraId="69B8E18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Nutley, NJ 7110</w:t>
      </w:r>
    </w:p>
    <w:p w14:paraId="74B11264" w14:textId="77777777" w:rsidR="000E362F" w:rsidRDefault="000E362F" w:rsidP="00801D49"/>
    <w:p w14:paraId="481B8D6C" w14:textId="77777777" w:rsidR="000E362F" w:rsidRPr="0001239D" w:rsidRDefault="000E362F" w:rsidP="00801D49">
      <w:pPr>
        <w:rPr>
          <w:sz w:val="32"/>
          <w:szCs w:val="32"/>
        </w:rPr>
      </w:pPr>
    </w:p>
    <w:p w14:paraId="640D5541" w14:textId="77777777" w:rsidR="000E362F" w:rsidRDefault="000E362F" w:rsidP="00801D49">
      <w:pPr>
        <w:rPr>
          <w:sz w:val="32"/>
          <w:szCs w:val="32"/>
        </w:rPr>
      </w:pPr>
    </w:p>
    <w:p w14:paraId="6E8C837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Aja,</w:t>
      </w:r>
    </w:p>
    <w:p w14:paraId="1F9C58CE" w14:textId="77777777" w:rsidR="000E362F" w:rsidRDefault="000E362F" w:rsidP="00801D49">
      <w:pPr>
        <w:rPr>
          <w:sz w:val="32"/>
          <w:szCs w:val="32"/>
        </w:rPr>
      </w:pPr>
    </w:p>
    <w:p w14:paraId="4C0791F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77238B" w14:textId="77777777" w:rsidR="000E362F" w:rsidRDefault="000E362F" w:rsidP="00801D49">
      <w:pPr>
        <w:rPr>
          <w:sz w:val="32"/>
          <w:szCs w:val="32"/>
        </w:rPr>
      </w:pPr>
    </w:p>
    <w:p w14:paraId="4A9B668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6B963D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08698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13839A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BAF747" wp14:editId="23AD5003">
                  <wp:extent cx="6399207" cy="3924300"/>
                  <wp:effectExtent l="0" t="0" r="1905" b="0"/>
                  <wp:docPr id="332" name="Picture 33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C519D0" w14:textId="77777777" w:rsidR="000E362F" w:rsidRDefault="000E362F" w:rsidP="00801D49"/>
    <w:p w14:paraId="4A7C1C3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Kirk Herritt</w:t>
      </w:r>
    </w:p>
    <w:p w14:paraId="1652AFF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88 15th Ave Ne</w:t>
      </w:r>
    </w:p>
    <w:p w14:paraId="7D36401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Vestal, NY 13850</w:t>
      </w:r>
    </w:p>
    <w:p w14:paraId="2546BC7B" w14:textId="77777777" w:rsidR="000E362F" w:rsidRDefault="000E362F" w:rsidP="00801D49"/>
    <w:p w14:paraId="25B97EA5" w14:textId="77777777" w:rsidR="000E362F" w:rsidRPr="0001239D" w:rsidRDefault="000E362F" w:rsidP="00801D49">
      <w:pPr>
        <w:rPr>
          <w:sz w:val="32"/>
          <w:szCs w:val="32"/>
        </w:rPr>
      </w:pPr>
    </w:p>
    <w:p w14:paraId="583C501D" w14:textId="77777777" w:rsidR="000E362F" w:rsidRDefault="000E362F" w:rsidP="00801D49">
      <w:pPr>
        <w:rPr>
          <w:sz w:val="32"/>
          <w:szCs w:val="32"/>
        </w:rPr>
      </w:pPr>
    </w:p>
    <w:p w14:paraId="1CDA500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Kirk,</w:t>
      </w:r>
    </w:p>
    <w:p w14:paraId="7E3C5702" w14:textId="77777777" w:rsidR="000E362F" w:rsidRDefault="000E362F" w:rsidP="00801D49">
      <w:pPr>
        <w:rPr>
          <w:sz w:val="32"/>
          <w:szCs w:val="32"/>
        </w:rPr>
      </w:pPr>
    </w:p>
    <w:p w14:paraId="6BE2D25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7AC8C73" w14:textId="77777777" w:rsidR="000E362F" w:rsidRDefault="000E362F" w:rsidP="00801D49">
      <w:pPr>
        <w:rPr>
          <w:sz w:val="32"/>
          <w:szCs w:val="32"/>
        </w:rPr>
      </w:pPr>
    </w:p>
    <w:p w14:paraId="31951C2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066C2B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ABC0B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147B9B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E3482C" wp14:editId="0C54ABF6">
                  <wp:extent cx="6399207" cy="3924300"/>
                  <wp:effectExtent l="0" t="0" r="1905" b="0"/>
                  <wp:docPr id="333" name="Picture 33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0E4C7C" w14:textId="77777777" w:rsidR="000E362F" w:rsidRDefault="000E362F" w:rsidP="00801D49"/>
    <w:p w14:paraId="2698F68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Leonora Mauson</w:t>
      </w:r>
    </w:p>
    <w:p w14:paraId="55359B5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3381 E 40th Ave</w:t>
      </w:r>
    </w:p>
    <w:p w14:paraId="04942DD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Passaic, NJ 7055</w:t>
      </w:r>
    </w:p>
    <w:p w14:paraId="43AF92E2" w14:textId="77777777" w:rsidR="000E362F" w:rsidRDefault="000E362F" w:rsidP="00801D49"/>
    <w:p w14:paraId="41A2B2A8" w14:textId="77777777" w:rsidR="000E362F" w:rsidRPr="0001239D" w:rsidRDefault="000E362F" w:rsidP="00801D49">
      <w:pPr>
        <w:rPr>
          <w:sz w:val="32"/>
          <w:szCs w:val="32"/>
        </w:rPr>
      </w:pPr>
    </w:p>
    <w:p w14:paraId="19ACA69C" w14:textId="77777777" w:rsidR="000E362F" w:rsidRDefault="000E362F" w:rsidP="00801D49">
      <w:pPr>
        <w:rPr>
          <w:sz w:val="32"/>
          <w:szCs w:val="32"/>
        </w:rPr>
      </w:pPr>
    </w:p>
    <w:p w14:paraId="0F805E6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Leonora,</w:t>
      </w:r>
    </w:p>
    <w:p w14:paraId="4AB263F1" w14:textId="77777777" w:rsidR="000E362F" w:rsidRDefault="000E362F" w:rsidP="00801D49">
      <w:pPr>
        <w:rPr>
          <w:sz w:val="32"/>
          <w:szCs w:val="32"/>
        </w:rPr>
      </w:pPr>
    </w:p>
    <w:p w14:paraId="38B0FC2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8C72C33" w14:textId="77777777" w:rsidR="000E362F" w:rsidRDefault="000E362F" w:rsidP="00801D49">
      <w:pPr>
        <w:rPr>
          <w:sz w:val="32"/>
          <w:szCs w:val="32"/>
        </w:rPr>
      </w:pPr>
    </w:p>
    <w:p w14:paraId="0BF7A94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725A8F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BF8984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ACED61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55A607" wp14:editId="1BCF3416">
                  <wp:extent cx="6399207" cy="3924300"/>
                  <wp:effectExtent l="0" t="0" r="1905" b="0"/>
                  <wp:docPr id="334" name="Picture 33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F5FCA1" w14:textId="77777777" w:rsidR="000E362F" w:rsidRDefault="000E362F" w:rsidP="00801D49"/>
    <w:p w14:paraId="49E9B8D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Winfred Brucato</w:t>
      </w:r>
    </w:p>
    <w:p w14:paraId="26647F1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201 Ridgewood Rd</w:t>
      </w:r>
    </w:p>
    <w:p w14:paraId="786CB30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Moscow, ID 83843</w:t>
      </w:r>
    </w:p>
    <w:p w14:paraId="7D1C0DCB" w14:textId="77777777" w:rsidR="000E362F" w:rsidRDefault="000E362F" w:rsidP="00801D49"/>
    <w:p w14:paraId="384A1C42" w14:textId="77777777" w:rsidR="000E362F" w:rsidRPr="0001239D" w:rsidRDefault="000E362F" w:rsidP="00801D49">
      <w:pPr>
        <w:rPr>
          <w:sz w:val="32"/>
          <w:szCs w:val="32"/>
        </w:rPr>
      </w:pPr>
    </w:p>
    <w:p w14:paraId="0E2ADF07" w14:textId="77777777" w:rsidR="000E362F" w:rsidRDefault="000E362F" w:rsidP="00801D49">
      <w:pPr>
        <w:rPr>
          <w:sz w:val="32"/>
          <w:szCs w:val="32"/>
        </w:rPr>
      </w:pPr>
    </w:p>
    <w:p w14:paraId="1DBADB3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Winfred,</w:t>
      </w:r>
    </w:p>
    <w:p w14:paraId="2478DEB8" w14:textId="77777777" w:rsidR="000E362F" w:rsidRDefault="000E362F" w:rsidP="00801D49">
      <w:pPr>
        <w:rPr>
          <w:sz w:val="32"/>
          <w:szCs w:val="32"/>
        </w:rPr>
      </w:pPr>
    </w:p>
    <w:p w14:paraId="4C04F77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5972430" w14:textId="77777777" w:rsidR="000E362F" w:rsidRDefault="000E362F" w:rsidP="00801D49">
      <w:pPr>
        <w:rPr>
          <w:sz w:val="32"/>
          <w:szCs w:val="32"/>
        </w:rPr>
      </w:pPr>
    </w:p>
    <w:p w14:paraId="425444F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5E6979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D44B9C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A51555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0DE5CA" wp14:editId="6B356041">
                  <wp:extent cx="6399207" cy="3924300"/>
                  <wp:effectExtent l="0" t="0" r="1905" b="0"/>
                  <wp:docPr id="335" name="Picture 33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9733AC" w14:textId="77777777" w:rsidR="000E362F" w:rsidRDefault="000E362F" w:rsidP="00801D49"/>
    <w:p w14:paraId="23A6326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Tarra Nachor</w:t>
      </w:r>
    </w:p>
    <w:p w14:paraId="39E8D9A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 Moccasin Dr</w:t>
      </w:r>
    </w:p>
    <w:p w14:paraId="34F3EBD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Francisco, CA 94104</w:t>
      </w:r>
    </w:p>
    <w:p w14:paraId="0CAC363C" w14:textId="77777777" w:rsidR="000E362F" w:rsidRDefault="000E362F" w:rsidP="00801D49"/>
    <w:p w14:paraId="45A95112" w14:textId="77777777" w:rsidR="000E362F" w:rsidRPr="0001239D" w:rsidRDefault="000E362F" w:rsidP="00801D49">
      <w:pPr>
        <w:rPr>
          <w:sz w:val="32"/>
          <w:szCs w:val="32"/>
        </w:rPr>
      </w:pPr>
    </w:p>
    <w:p w14:paraId="0B97FF00" w14:textId="77777777" w:rsidR="000E362F" w:rsidRDefault="000E362F" w:rsidP="00801D49">
      <w:pPr>
        <w:rPr>
          <w:sz w:val="32"/>
          <w:szCs w:val="32"/>
        </w:rPr>
      </w:pPr>
    </w:p>
    <w:p w14:paraId="611E663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Tarra,</w:t>
      </w:r>
    </w:p>
    <w:p w14:paraId="6643FCD5" w14:textId="77777777" w:rsidR="000E362F" w:rsidRDefault="000E362F" w:rsidP="00801D49">
      <w:pPr>
        <w:rPr>
          <w:sz w:val="32"/>
          <w:szCs w:val="32"/>
        </w:rPr>
      </w:pPr>
    </w:p>
    <w:p w14:paraId="594761B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7C0691" w14:textId="77777777" w:rsidR="000E362F" w:rsidRDefault="000E362F" w:rsidP="00801D49">
      <w:pPr>
        <w:rPr>
          <w:sz w:val="32"/>
          <w:szCs w:val="32"/>
        </w:rPr>
      </w:pPr>
    </w:p>
    <w:p w14:paraId="0B14A9C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2C27E4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7F8C54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A743A9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BA90C6" wp14:editId="0551032E">
                  <wp:extent cx="6399207" cy="3924300"/>
                  <wp:effectExtent l="0" t="0" r="1905" b="0"/>
                  <wp:docPr id="336" name="Picture 33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B498B1" w14:textId="77777777" w:rsidR="000E362F" w:rsidRDefault="000E362F" w:rsidP="00801D49"/>
    <w:p w14:paraId="4452BA1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Corinne Loder</w:t>
      </w:r>
    </w:p>
    <w:p w14:paraId="34B994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Carroll St</w:t>
      </w:r>
    </w:p>
    <w:p w14:paraId="4E75F59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North Attleboro, MA 2760</w:t>
      </w:r>
    </w:p>
    <w:p w14:paraId="1E5C4029" w14:textId="77777777" w:rsidR="000E362F" w:rsidRDefault="000E362F" w:rsidP="00801D49"/>
    <w:p w14:paraId="54161A3E" w14:textId="77777777" w:rsidR="000E362F" w:rsidRPr="0001239D" w:rsidRDefault="000E362F" w:rsidP="00801D49">
      <w:pPr>
        <w:rPr>
          <w:sz w:val="32"/>
          <w:szCs w:val="32"/>
        </w:rPr>
      </w:pPr>
    </w:p>
    <w:p w14:paraId="6EF9A2F3" w14:textId="77777777" w:rsidR="000E362F" w:rsidRDefault="000E362F" w:rsidP="00801D49">
      <w:pPr>
        <w:rPr>
          <w:sz w:val="32"/>
          <w:szCs w:val="32"/>
        </w:rPr>
      </w:pPr>
    </w:p>
    <w:p w14:paraId="79ED29B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Corinne,</w:t>
      </w:r>
    </w:p>
    <w:p w14:paraId="1A66C2AD" w14:textId="77777777" w:rsidR="000E362F" w:rsidRDefault="000E362F" w:rsidP="00801D49">
      <w:pPr>
        <w:rPr>
          <w:sz w:val="32"/>
          <w:szCs w:val="32"/>
        </w:rPr>
      </w:pPr>
    </w:p>
    <w:p w14:paraId="7347354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DD48545" w14:textId="77777777" w:rsidR="000E362F" w:rsidRDefault="000E362F" w:rsidP="00801D49">
      <w:pPr>
        <w:rPr>
          <w:sz w:val="32"/>
          <w:szCs w:val="32"/>
        </w:rPr>
      </w:pPr>
    </w:p>
    <w:p w14:paraId="2D0967D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CE11FF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B54FE9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393E21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F3A9F2" wp14:editId="11CB5F2A">
                  <wp:extent cx="6399207" cy="3924300"/>
                  <wp:effectExtent l="0" t="0" r="1905" b="0"/>
                  <wp:docPr id="337" name="Picture 33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B6F0B2" w14:textId="77777777" w:rsidR="000E362F" w:rsidRDefault="000E362F" w:rsidP="00801D49"/>
    <w:p w14:paraId="533CA5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Dulce Labreche</w:t>
      </w:r>
    </w:p>
    <w:p w14:paraId="58A0022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9581 E Arapahoe Rd</w:t>
      </w:r>
    </w:p>
    <w:p w14:paraId="0D7F5C3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Rochester, MI 48307</w:t>
      </w:r>
    </w:p>
    <w:p w14:paraId="6A00D5AF" w14:textId="77777777" w:rsidR="000E362F" w:rsidRDefault="000E362F" w:rsidP="00801D49"/>
    <w:p w14:paraId="3D128D84" w14:textId="77777777" w:rsidR="000E362F" w:rsidRPr="0001239D" w:rsidRDefault="000E362F" w:rsidP="00801D49">
      <w:pPr>
        <w:rPr>
          <w:sz w:val="32"/>
          <w:szCs w:val="32"/>
        </w:rPr>
      </w:pPr>
    </w:p>
    <w:p w14:paraId="0BCBCCDC" w14:textId="77777777" w:rsidR="000E362F" w:rsidRDefault="000E362F" w:rsidP="00801D49">
      <w:pPr>
        <w:rPr>
          <w:sz w:val="32"/>
          <w:szCs w:val="32"/>
        </w:rPr>
      </w:pPr>
    </w:p>
    <w:p w14:paraId="247EC77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Dulce,</w:t>
      </w:r>
    </w:p>
    <w:p w14:paraId="2EB74599" w14:textId="77777777" w:rsidR="000E362F" w:rsidRDefault="000E362F" w:rsidP="00801D49">
      <w:pPr>
        <w:rPr>
          <w:sz w:val="32"/>
          <w:szCs w:val="32"/>
        </w:rPr>
      </w:pPr>
    </w:p>
    <w:p w14:paraId="47F5D3D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CCD20CC" w14:textId="77777777" w:rsidR="000E362F" w:rsidRDefault="000E362F" w:rsidP="00801D49">
      <w:pPr>
        <w:rPr>
          <w:sz w:val="32"/>
          <w:szCs w:val="32"/>
        </w:rPr>
      </w:pPr>
    </w:p>
    <w:p w14:paraId="246FFA5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6E3B95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BEEAFD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94A215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0E9537" wp14:editId="447F3958">
                  <wp:extent cx="6399207" cy="3924300"/>
                  <wp:effectExtent l="0" t="0" r="1905" b="0"/>
                  <wp:docPr id="338" name="Picture 33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DCE11D" w14:textId="77777777" w:rsidR="000E362F" w:rsidRDefault="000E362F" w:rsidP="00801D49"/>
    <w:p w14:paraId="1AB4E1B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Kate Keneipp</w:t>
      </w:r>
    </w:p>
    <w:p w14:paraId="2844DF1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 N Michigan Ave</w:t>
      </w:r>
    </w:p>
    <w:p w14:paraId="752F172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Green Bay, WI 54301</w:t>
      </w:r>
    </w:p>
    <w:p w14:paraId="2A97E393" w14:textId="77777777" w:rsidR="000E362F" w:rsidRDefault="000E362F" w:rsidP="00801D49"/>
    <w:p w14:paraId="20023F11" w14:textId="77777777" w:rsidR="000E362F" w:rsidRPr="0001239D" w:rsidRDefault="000E362F" w:rsidP="00801D49">
      <w:pPr>
        <w:rPr>
          <w:sz w:val="32"/>
          <w:szCs w:val="32"/>
        </w:rPr>
      </w:pPr>
    </w:p>
    <w:p w14:paraId="113A3FA7" w14:textId="77777777" w:rsidR="000E362F" w:rsidRDefault="000E362F" w:rsidP="00801D49">
      <w:pPr>
        <w:rPr>
          <w:sz w:val="32"/>
          <w:szCs w:val="32"/>
        </w:rPr>
      </w:pPr>
    </w:p>
    <w:p w14:paraId="02A8A04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Kate,</w:t>
      </w:r>
    </w:p>
    <w:p w14:paraId="1A1A20AF" w14:textId="77777777" w:rsidR="000E362F" w:rsidRDefault="000E362F" w:rsidP="00801D49">
      <w:pPr>
        <w:rPr>
          <w:sz w:val="32"/>
          <w:szCs w:val="32"/>
        </w:rPr>
      </w:pPr>
    </w:p>
    <w:p w14:paraId="77649F5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A4174D7" w14:textId="77777777" w:rsidR="000E362F" w:rsidRDefault="000E362F" w:rsidP="00801D49">
      <w:pPr>
        <w:rPr>
          <w:sz w:val="32"/>
          <w:szCs w:val="32"/>
        </w:rPr>
      </w:pPr>
    </w:p>
    <w:p w14:paraId="6C2C4AC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A3D72A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08471C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2638F7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C7C10E" wp14:editId="0D4618FF">
                  <wp:extent cx="6399207" cy="3924300"/>
                  <wp:effectExtent l="0" t="0" r="1905" b="0"/>
                  <wp:docPr id="339" name="Picture 33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0D77B8" w14:textId="77777777" w:rsidR="000E362F" w:rsidRDefault="000E362F" w:rsidP="00801D49"/>
    <w:p w14:paraId="23B6AFE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Kaitlyn Ogg</w:t>
      </w:r>
    </w:p>
    <w:p w14:paraId="3287E80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S Biscayne Blvd</w:t>
      </w:r>
    </w:p>
    <w:p w14:paraId="22DCE84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Baltimore, MD 21230</w:t>
      </w:r>
    </w:p>
    <w:p w14:paraId="0FC6B053" w14:textId="77777777" w:rsidR="000E362F" w:rsidRDefault="000E362F" w:rsidP="00801D49"/>
    <w:p w14:paraId="54672828" w14:textId="77777777" w:rsidR="000E362F" w:rsidRPr="0001239D" w:rsidRDefault="000E362F" w:rsidP="00801D49">
      <w:pPr>
        <w:rPr>
          <w:sz w:val="32"/>
          <w:szCs w:val="32"/>
        </w:rPr>
      </w:pPr>
    </w:p>
    <w:p w14:paraId="147C75BA" w14:textId="77777777" w:rsidR="000E362F" w:rsidRDefault="000E362F" w:rsidP="00801D49">
      <w:pPr>
        <w:rPr>
          <w:sz w:val="32"/>
          <w:szCs w:val="32"/>
        </w:rPr>
      </w:pPr>
    </w:p>
    <w:p w14:paraId="05BD295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Kaitlyn,</w:t>
      </w:r>
    </w:p>
    <w:p w14:paraId="44E73D4D" w14:textId="77777777" w:rsidR="000E362F" w:rsidRDefault="000E362F" w:rsidP="00801D49">
      <w:pPr>
        <w:rPr>
          <w:sz w:val="32"/>
          <w:szCs w:val="32"/>
        </w:rPr>
      </w:pPr>
    </w:p>
    <w:p w14:paraId="76279F3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914F96B" w14:textId="77777777" w:rsidR="000E362F" w:rsidRDefault="000E362F" w:rsidP="00801D49">
      <w:pPr>
        <w:rPr>
          <w:sz w:val="32"/>
          <w:szCs w:val="32"/>
        </w:rPr>
      </w:pPr>
    </w:p>
    <w:p w14:paraId="64B16D4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5BA8D8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3065C8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0D4E94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39991F" wp14:editId="1DB413BB">
                  <wp:extent cx="6399207" cy="3924300"/>
                  <wp:effectExtent l="0" t="0" r="1905" b="0"/>
                  <wp:docPr id="340" name="Picture 34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96E8F" w14:textId="77777777" w:rsidR="000E362F" w:rsidRDefault="000E362F" w:rsidP="00801D49"/>
    <w:p w14:paraId="18B3158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Sherita Saras</w:t>
      </w:r>
    </w:p>
    <w:p w14:paraId="294EA58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Us Highway 22</w:t>
      </w:r>
    </w:p>
    <w:p w14:paraId="4930133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Colorado Springs, CO 80937</w:t>
      </w:r>
    </w:p>
    <w:p w14:paraId="545D03A9" w14:textId="77777777" w:rsidR="000E362F" w:rsidRDefault="000E362F" w:rsidP="00801D49"/>
    <w:p w14:paraId="0F624177" w14:textId="77777777" w:rsidR="000E362F" w:rsidRPr="0001239D" w:rsidRDefault="000E362F" w:rsidP="00801D49">
      <w:pPr>
        <w:rPr>
          <w:sz w:val="32"/>
          <w:szCs w:val="32"/>
        </w:rPr>
      </w:pPr>
    </w:p>
    <w:p w14:paraId="47762841" w14:textId="77777777" w:rsidR="000E362F" w:rsidRDefault="000E362F" w:rsidP="00801D49">
      <w:pPr>
        <w:rPr>
          <w:sz w:val="32"/>
          <w:szCs w:val="32"/>
        </w:rPr>
      </w:pPr>
    </w:p>
    <w:p w14:paraId="1AF31E0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Sherita,</w:t>
      </w:r>
    </w:p>
    <w:p w14:paraId="7BD3D944" w14:textId="77777777" w:rsidR="000E362F" w:rsidRDefault="000E362F" w:rsidP="00801D49">
      <w:pPr>
        <w:rPr>
          <w:sz w:val="32"/>
          <w:szCs w:val="32"/>
        </w:rPr>
      </w:pPr>
    </w:p>
    <w:p w14:paraId="0943070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B718529" w14:textId="77777777" w:rsidR="000E362F" w:rsidRDefault="000E362F" w:rsidP="00801D49">
      <w:pPr>
        <w:rPr>
          <w:sz w:val="32"/>
          <w:szCs w:val="32"/>
        </w:rPr>
      </w:pPr>
    </w:p>
    <w:p w14:paraId="7D0E6C2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57201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3E1AC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7777D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659BC4" wp14:editId="751575D5">
                  <wp:extent cx="6399207" cy="3924300"/>
                  <wp:effectExtent l="0" t="0" r="1905" b="0"/>
                  <wp:docPr id="341" name="Picture 34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95EE55" w14:textId="77777777" w:rsidR="000E362F" w:rsidRDefault="000E362F" w:rsidP="00801D49"/>
    <w:p w14:paraId="53E4F98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Lashawnda Stuer</w:t>
      </w:r>
    </w:p>
    <w:p w14:paraId="1245E1A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7422 Martin Ave #8</w:t>
      </w:r>
    </w:p>
    <w:p w14:paraId="1DED7D5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Toledo, OH 43607</w:t>
      </w:r>
    </w:p>
    <w:p w14:paraId="3AEE0749" w14:textId="77777777" w:rsidR="000E362F" w:rsidRDefault="000E362F" w:rsidP="00801D49"/>
    <w:p w14:paraId="589A5A74" w14:textId="77777777" w:rsidR="000E362F" w:rsidRPr="0001239D" w:rsidRDefault="000E362F" w:rsidP="00801D49">
      <w:pPr>
        <w:rPr>
          <w:sz w:val="32"/>
          <w:szCs w:val="32"/>
        </w:rPr>
      </w:pPr>
    </w:p>
    <w:p w14:paraId="348CF34D" w14:textId="77777777" w:rsidR="000E362F" w:rsidRDefault="000E362F" w:rsidP="00801D49">
      <w:pPr>
        <w:rPr>
          <w:sz w:val="32"/>
          <w:szCs w:val="32"/>
        </w:rPr>
      </w:pPr>
    </w:p>
    <w:p w14:paraId="1E5E9EA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Lashawnda,</w:t>
      </w:r>
    </w:p>
    <w:p w14:paraId="2EFA1430" w14:textId="77777777" w:rsidR="000E362F" w:rsidRDefault="000E362F" w:rsidP="00801D49">
      <w:pPr>
        <w:rPr>
          <w:sz w:val="32"/>
          <w:szCs w:val="32"/>
        </w:rPr>
      </w:pPr>
    </w:p>
    <w:p w14:paraId="4AE537E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9E50D0" w14:textId="77777777" w:rsidR="000E362F" w:rsidRDefault="000E362F" w:rsidP="00801D49">
      <w:pPr>
        <w:rPr>
          <w:sz w:val="32"/>
          <w:szCs w:val="32"/>
        </w:rPr>
      </w:pPr>
    </w:p>
    <w:p w14:paraId="128F28B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91A80B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67EF2E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C91D8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565F18" wp14:editId="338AF928">
                  <wp:extent cx="6399207" cy="3924300"/>
                  <wp:effectExtent l="0" t="0" r="1905" b="0"/>
                  <wp:docPr id="342" name="Picture 34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3A45FE" w14:textId="77777777" w:rsidR="000E362F" w:rsidRDefault="000E362F" w:rsidP="00801D49"/>
    <w:p w14:paraId="499BD73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Ernest Syrop</w:t>
      </w:r>
    </w:p>
    <w:p w14:paraId="7A9C772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94 Chase Rd</w:t>
      </w:r>
    </w:p>
    <w:p w14:paraId="5F93FE0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Hyattsville, MD 20785</w:t>
      </w:r>
    </w:p>
    <w:p w14:paraId="4B84BA31" w14:textId="77777777" w:rsidR="000E362F" w:rsidRDefault="000E362F" w:rsidP="00801D49"/>
    <w:p w14:paraId="3DE7C25E" w14:textId="77777777" w:rsidR="000E362F" w:rsidRPr="0001239D" w:rsidRDefault="000E362F" w:rsidP="00801D49">
      <w:pPr>
        <w:rPr>
          <w:sz w:val="32"/>
          <w:szCs w:val="32"/>
        </w:rPr>
      </w:pPr>
    </w:p>
    <w:p w14:paraId="7F185E72" w14:textId="77777777" w:rsidR="000E362F" w:rsidRDefault="000E362F" w:rsidP="00801D49">
      <w:pPr>
        <w:rPr>
          <w:sz w:val="32"/>
          <w:szCs w:val="32"/>
        </w:rPr>
      </w:pPr>
    </w:p>
    <w:p w14:paraId="64EC347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Ernest,</w:t>
      </w:r>
    </w:p>
    <w:p w14:paraId="54A6DA5B" w14:textId="77777777" w:rsidR="000E362F" w:rsidRDefault="000E362F" w:rsidP="00801D49">
      <w:pPr>
        <w:rPr>
          <w:sz w:val="32"/>
          <w:szCs w:val="32"/>
        </w:rPr>
      </w:pPr>
    </w:p>
    <w:p w14:paraId="2013B65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46126D" w14:textId="77777777" w:rsidR="000E362F" w:rsidRDefault="000E362F" w:rsidP="00801D49">
      <w:pPr>
        <w:rPr>
          <w:sz w:val="32"/>
          <w:szCs w:val="32"/>
        </w:rPr>
      </w:pPr>
    </w:p>
    <w:p w14:paraId="2E3DA0A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485A2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9E5A7A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BB7EC0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853A69" wp14:editId="131EC7E8">
                  <wp:extent cx="6399207" cy="3924300"/>
                  <wp:effectExtent l="0" t="0" r="1905" b="0"/>
                  <wp:docPr id="343" name="Picture 34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5E4C00" w14:textId="77777777" w:rsidR="000E362F" w:rsidRDefault="000E362F" w:rsidP="00801D49"/>
    <w:p w14:paraId="5E965FA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Nobuko Halsey</w:t>
      </w:r>
    </w:p>
    <w:p w14:paraId="49E0B10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8139 I Hwy 10 #92</w:t>
      </w:r>
    </w:p>
    <w:p w14:paraId="4BF55E0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Bedford, MA 2745</w:t>
      </w:r>
    </w:p>
    <w:p w14:paraId="1F25C4C8" w14:textId="77777777" w:rsidR="000E362F" w:rsidRDefault="000E362F" w:rsidP="00801D49"/>
    <w:p w14:paraId="06FAFF02" w14:textId="77777777" w:rsidR="000E362F" w:rsidRPr="0001239D" w:rsidRDefault="000E362F" w:rsidP="00801D49">
      <w:pPr>
        <w:rPr>
          <w:sz w:val="32"/>
          <w:szCs w:val="32"/>
        </w:rPr>
      </w:pPr>
    </w:p>
    <w:p w14:paraId="661594BD" w14:textId="77777777" w:rsidR="000E362F" w:rsidRDefault="000E362F" w:rsidP="00801D49">
      <w:pPr>
        <w:rPr>
          <w:sz w:val="32"/>
          <w:szCs w:val="32"/>
        </w:rPr>
      </w:pPr>
    </w:p>
    <w:p w14:paraId="64F80C8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Nobuko,</w:t>
      </w:r>
    </w:p>
    <w:p w14:paraId="1B053FCE" w14:textId="77777777" w:rsidR="000E362F" w:rsidRDefault="000E362F" w:rsidP="00801D49">
      <w:pPr>
        <w:rPr>
          <w:sz w:val="32"/>
          <w:szCs w:val="32"/>
        </w:rPr>
      </w:pPr>
    </w:p>
    <w:p w14:paraId="336D947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DE619F0" w14:textId="77777777" w:rsidR="000E362F" w:rsidRDefault="000E362F" w:rsidP="00801D49">
      <w:pPr>
        <w:rPr>
          <w:sz w:val="32"/>
          <w:szCs w:val="32"/>
        </w:rPr>
      </w:pPr>
    </w:p>
    <w:p w14:paraId="4F7DCB3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E95A8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E65092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E423E8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E7C934" wp14:editId="3D1E9307">
                  <wp:extent cx="6399207" cy="3924300"/>
                  <wp:effectExtent l="0" t="0" r="1905" b="0"/>
                  <wp:docPr id="344" name="Picture 34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1CBD50" w14:textId="77777777" w:rsidR="000E362F" w:rsidRDefault="000E362F" w:rsidP="00801D49"/>
    <w:p w14:paraId="4A977CF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Lavonna Wolny</w:t>
      </w:r>
    </w:p>
    <w:p w14:paraId="30A277A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Cabot Rd</w:t>
      </w:r>
    </w:p>
    <w:p w14:paraId="63D462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Mc Lean, VA 22102</w:t>
      </w:r>
    </w:p>
    <w:p w14:paraId="65D3FB34" w14:textId="77777777" w:rsidR="000E362F" w:rsidRDefault="000E362F" w:rsidP="00801D49"/>
    <w:p w14:paraId="1058DBE6" w14:textId="77777777" w:rsidR="000E362F" w:rsidRPr="0001239D" w:rsidRDefault="000E362F" w:rsidP="00801D49">
      <w:pPr>
        <w:rPr>
          <w:sz w:val="32"/>
          <w:szCs w:val="32"/>
        </w:rPr>
      </w:pPr>
    </w:p>
    <w:p w14:paraId="3BF8D082" w14:textId="77777777" w:rsidR="000E362F" w:rsidRDefault="000E362F" w:rsidP="00801D49">
      <w:pPr>
        <w:rPr>
          <w:sz w:val="32"/>
          <w:szCs w:val="32"/>
        </w:rPr>
      </w:pPr>
    </w:p>
    <w:p w14:paraId="5363EFC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Lavonna,</w:t>
      </w:r>
    </w:p>
    <w:p w14:paraId="3BF29C5B" w14:textId="77777777" w:rsidR="000E362F" w:rsidRDefault="000E362F" w:rsidP="00801D49">
      <w:pPr>
        <w:rPr>
          <w:sz w:val="32"/>
          <w:szCs w:val="32"/>
        </w:rPr>
      </w:pPr>
    </w:p>
    <w:p w14:paraId="65651A9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B9C9ED" w14:textId="77777777" w:rsidR="000E362F" w:rsidRDefault="000E362F" w:rsidP="00801D49">
      <w:pPr>
        <w:rPr>
          <w:sz w:val="32"/>
          <w:szCs w:val="32"/>
        </w:rPr>
      </w:pPr>
    </w:p>
    <w:p w14:paraId="5C84765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0BCE18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0A0A29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9244CB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FB43CA" wp14:editId="3A648AD4">
                  <wp:extent cx="6399207" cy="3924300"/>
                  <wp:effectExtent l="0" t="0" r="1905" b="0"/>
                  <wp:docPr id="345" name="Picture 34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A299B" w14:textId="77777777" w:rsidR="000E362F" w:rsidRDefault="000E362F" w:rsidP="00801D49"/>
    <w:p w14:paraId="386B2CB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Lashaunda Lizama</w:t>
      </w:r>
    </w:p>
    <w:p w14:paraId="029E9F9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3387 Ryan Dr</w:t>
      </w:r>
    </w:p>
    <w:p w14:paraId="1A5CAE5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Hanover, MD 21076</w:t>
      </w:r>
    </w:p>
    <w:p w14:paraId="7099BEBC" w14:textId="77777777" w:rsidR="000E362F" w:rsidRDefault="000E362F" w:rsidP="00801D49"/>
    <w:p w14:paraId="553735CC" w14:textId="77777777" w:rsidR="000E362F" w:rsidRPr="0001239D" w:rsidRDefault="000E362F" w:rsidP="00801D49">
      <w:pPr>
        <w:rPr>
          <w:sz w:val="32"/>
          <w:szCs w:val="32"/>
        </w:rPr>
      </w:pPr>
    </w:p>
    <w:p w14:paraId="4217A48E" w14:textId="77777777" w:rsidR="000E362F" w:rsidRDefault="000E362F" w:rsidP="00801D49">
      <w:pPr>
        <w:rPr>
          <w:sz w:val="32"/>
          <w:szCs w:val="32"/>
        </w:rPr>
      </w:pPr>
    </w:p>
    <w:p w14:paraId="2010C67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Lashaunda,</w:t>
      </w:r>
    </w:p>
    <w:p w14:paraId="3E996AEA" w14:textId="77777777" w:rsidR="000E362F" w:rsidRDefault="000E362F" w:rsidP="00801D49">
      <w:pPr>
        <w:rPr>
          <w:sz w:val="32"/>
          <w:szCs w:val="32"/>
        </w:rPr>
      </w:pPr>
    </w:p>
    <w:p w14:paraId="1EA75DA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5C00CC3" w14:textId="77777777" w:rsidR="000E362F" w:rsidRDefault="000E362F" w:rsidP="00801D49">
      <w:pPr>
        <w:rPr>
          <w:sz w:val="32"/>
          <w:szCs w:val="32"/>
        </w:rPr>
      </w:pPr>
    </w:p>
    <w:p w14:paraId="03B6407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1D34AA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B207E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1E4B2F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2EB6D1" wp14:editId="21283490">
                  <wp:extent cx="6399207" cy="3924300"/>
                  <wp:effectExtent l="0" t="0" r="1905" b="0"/>
                  <wp:docPr id="346" name="Picture 34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E5B117" w14:textId="77777777" w:rsidR="000E362F" w:rsidRDefault="000E362F" w:rsidP="00801D49"/>
    <w:p w14:paraId="33C76B1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Mariann Bilden</w:t>
      </w:r>
    </w:p>
    <w:p w14:paraId="0465146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3125 Packer Ave #9851</w:t>
      </w:r>
    </w:p>
    <w:p w14:paraId="34CB5C6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Austin, TX 78753</w:t>
      </w:r>
    </w:p>
    <w:p w14:paraId="78A39CDF" w14:textId="77777777" w:rsidR="000E362F" w:rsidRDefault="000E362F" w:rsidP="00801D49"/>
    <w:p w14:paraId="37C61A96" w14:textId="77777777" w:rsidR="000E362F" w:rsidRPr="0001239D" w:rsidRDefault="000E362F" w:rsidP="00801D49">
      <w:pPr>
        <w:rPr>
          <w:sz w:val="32"/>
          <w:szCs w:val="32"/>
        </w:rPr>
      </w:pPr>
    </w:p>
    <w:p w14:paraId="45F6C4D5" w14:textId="77777777" w:rsidR="000E362F" w:rsidRDefault="000E362F" w:rsidP="00801D49">
      <w:pPr>
        <w:rPr>
          <w:sz w:val="32"/>
          <w:szCs w:val="32"/>
        </w:rPr>
      </w:pPr>
    </w:p>
    <w:p w14:paraId="26E9FF2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Mariann,</w:t>
      </w:r>
    </w:p>
    <w:p w14:paraId="79EDC0CC" w14:textId="77777777" w:rsidR="000E362F" w:rsidRDefault="000E362F" w:rsidP="00801D49">
      <w:pPr>
        <w:rPr>
          <w:sz w:val="32"/>
          <w:szCs w:val="32"/>
        </w:rPr>
      </w:pPr>
    </w:p>
    <w:p w14:paraId="310A3F3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12799B6" w14:textId="77777777" w:rsidR="000E362F" w:rsidRDefault="000E362F" w:rsidP="00801D49">
      <w:pPr>
        <w:rPr>
          <w:sz w:val="32"/>
          <w:szCs w:val="32"/>
        </w:rPr>
      </w:pPr>
    </w:p>
    <w:p w14:paraId="1740C39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A9B739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6D17B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AEEAA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753A7A" wp14:editId="12511CB6">
                  <wp:extent cx="6399207" cy="3924300"/>
                  <wp:effectExtent l="0" t="0" r="1905" b="0"/>
                  <wp:docPr id="347" name="Picture 34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334B14" w14:textId="77777777" w:rsidR="000E362F" w:rsidRDefault="000E362F" w:rsidP="00801D49"/>
    <w:p w14:paraId="4FD40D5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Helene Rodenberger</w:t>
      </w:r>
    </w:p>
    <w:p w14:paraId="150FA81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347 Chestnut St</w:t>
      </w:r>
    </w:p>
    <w:p w14:paraId="14B0D8D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Peoria, AZ 85381</w:t>
      </w:r>
    </w:p>
    <w:p w14:paraId="5F7AAEED" w14:textId="77777777" w:rsidR="000E362F" w:rsidRDefault="000E362F" w:rsidP="00801D49"/>
    <w:p w14:paraId="0095B49C" w14:textId="77777777" w:rsidR="000E362F" w:rsidRPr="0001239D" w:rsidRDefault="000E362F" w:rsidP="00801D49">
      <w:pPr>
        <w:rPr>
          <w:sz w:val="32"/>
          <w:szCs w:val="32"/>
        </w:rPr>
      </w:pPr>
    </w:p>
    <w:p w14:paraId="0A3E777A" w14:textId="77777777" w:rsidR="000E362F" w:rsidRDefault="000E362F" w:rsidP="00801D49">
      <w:pPr>
        <w:rPr>
          <w:sz w:val="32"/>
          <w:szCs w:val="32"/>
        </w:rPr>
      </w:pPr>
    </w:p>
    <w:p w14:paraId="197A3CA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Helene,</w:t>
      </w:r>
    </w:p>
    <w:p w14:paraId="01754333" w14:textId="77777777" w:rsidR="000E362F" w:rsidRDefault="000E362F" w:rsidP="00801D49">
      <w:pPr>
        <w:rPr>
          <w:sz w:val="32"/>
          <w:szCs w:val="32"/>
        </w:rPr>
      </w:pPr>
    </w:p>
    <w:p w14:paraId="0A9FAEA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AFC9B9F" w14:textId="77777777" w:rsidR="000E362F" w:rsidRDefault="000E362F" w:rsidP="00801D49">
      <w:pPr>
        <w:rPr>
          <w:sz w:val="32"/>
          <w:szCs w:val="32"/>
        </w:rPr>
      </w:pPr>
    </w:p>
    <w:p w14:paraId="37EAE0A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B941D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FD99EF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6204A9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C7230B" wp14:editId="0E984E4A">
                  <wp:extent cx="6399207" cy="3924300"/>
                  <wp:effectExtent l="0" t="0" r="1905" b="0"/>
                  <wp:docPr id="348" name="Picture 34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B4B1C9" w14:textId="77777777" w:rsidR="000E362F" w:rsidRDefault="000E362F" w:rsidP="00801D49"/>
    <w:p w14:paraId="01156B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Roselle Estell</w:t>
      </w:r>
    </w:p>
    <w:p w14:paraId="2DC8D9C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8116 Mount Vernon Ave</w:t>
      </w:r>
    </w:p>
    <w:p w14:paraId="0D56579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Bucyrus, OH 44820</w:t>
      </w:r>
    </w:p>
    <w:p w14:paraId="446B3414" w14:textId="77777777" w:rsidR="000E362F" w:rsidRDefault="000E362F" w:rsidP="00801D49"/>
    <w:p w14:paraId="5FB9BAE5" w14:textId="77777777" w:rsidR="000E362F" w:rsidRPr="0001239D" w:rsidRDefault="000E362F" w:rsidP="00801D49">
      <w:pPr>
        <w:rPr>
          <w:sz w:val="32"/>
          <w:szCs w:val="32"/>
        </w:rPr>
      </w:pPr>
    </w:p>
    <w:p w14:paraId="7343BA41" w14:textId="77777777" w:rsidR="000E362F" w:rsidRDefault="000E362F" w:rsidP="00801D49">
      <w:pPr>
        <w:rPr>
          <w:sz w:val="32"/>
          <w:szCs w:val="32"/>
        </w:rPr>
      </w:pPr>
    </w:p>
    <w:p w14:paraId="084D525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Roselle,</w:t>
      </w:r>
    </w:p>
    <w:p w14:paraId="195D9247" w14:textId="77777777" w:rsidR="000E362F" w:rsidRDefault="000E362F" w:rsidP="00801D49">
      <w:pPr>
        <w:rPr>
          <w:sz w:val="32"/>
          <w:szCs w:val="32"/>
        </w:rPr>
      </w:pPr>
    </w:p>
    <w:p w14:paraId="35C1752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B72377" w14:textId="77777777" w:rsidR="000E362F" w:rsidRDefault="000E362F" w:rsidP="00801D49">
      <w:pPr>
        <w:rPr>
          <w:sz w:val="32"/>
          <w:szCs w:val="32"/>
        </w:rPr>
      </w:pPr>
    </w:p>
    <w:p w14:paraId="61D87A1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8D00FA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892F01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0F66BD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0038F0" wp14:editId="179510AD">
                  <wp:extent cx="6399207" cy="3924300"/>
                  <wp:effectExtent l="0" t="0" r="1905" b="0"/>
                  <wp:docPr id="349" name="Picture 34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1180FD" w14:textId="77777777" w:rsidR="000E362F" w:rsidRDefault="000E362F" w:rsidP="00801D49"/>
    <w:p w14:paraId="528E53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Samira Heintzman</w:t>
      </w:r>
    </w:p>
    <w:p w14:paraId="3928734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8772 Old County Rd #5410</w:t>
      </w:r>
    </w:p>
    <w:p w14:paraId="5FDB854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Kent, WA 98032</w:t>
      </w:r>
    </w:p>
    <w:p w14:paraId="03957CEB" w14:textId="77777777" w:rsidR="000E362F" w:rsidRDefault="000E362F" w:rsidP="00801D49"/>
    <w:p w14:paraId="18E601B7" w14:textId="77777777" w:rsidR="000E362F" w:rsidRPr="0001239D" w:rsidRDefault="000E362F" w:rsidP="00801D49">
      <w:pPr>
        <w:rPr>
          <w:sz w:val="32"/>
          <w:szCs w:val="32"/>
        </w:rPr>
      </w:pPr>
    </w:p>
    <w:p w14:paraId="4ADC81C0" w14:textId="77777777" w:rsidR="000E362F" w:rsidRDefault="000E362F" w:rsidP="00801D49">
      <w:pPr>
        <w:rPr>
          <w:sz w:val="32"/>
          <w:szCs w:val="32"/>
        </w:rPr>
      </w:pPr>
    </w:p>
    <w:p w14:paraId="086A8C6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Samira,</w:t>
      </w:r>
    </w:p>
    <w:p w14:paraId="7A99033C" w14:textId="77777777" w:rsidR="000E362F" w:rsidRDefault="000E362F" w:rsidP="00801D49">
      <w:pPr>
        <w:rPr>
          <w:sz w:val="32"/>
          <w:szCs w:val="32"/>
        </w:rPr>
      </w:pPr>
    </w:p>
    <w:p w14:paraId="5B1E215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DF2BD56" w14:textId="77777777" w:rsidR="000E362F" w:rsidRDefault="000E362F" w:rsidP="00801D49">
      <w:pPr>
        <w:rPr>
          <w:sz w:val="32"/>
          <w:szCs w:val="32"/>
        </w:rPr>
      </w:pPr>
    </w:p>
    <w:p w14:paraId="545649D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D5B560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F8A859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401439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AD8D3F" wp14:editId="39107FE8">
                  <wp:extent cx="6399207" cy="3924300"/>
                  <wp:effectExtent l="0" t="0" r="1905" b="0"/>
                  <wp:docPr id="350" name="Picture 35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32EEBB" w14:textId="77777777" w:rsidR="000E362F" w:rsidRDefault="000E362F" w:rsidP="00801D49"/>
    <w:p w14:paraId="7CFD5AB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Margart Meisel</w:t>
      </w:r>
    </w:p>
    <w:p w14:paraId="1E8E16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868 State St #38</w:t>
      </w:r>
    </w:p>
    <w:p w14:paraId="4BF1601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Cincinnati, OH 45251</w:t>
      </w:r>
    </w:p>
    <w:p w14:paraId="060145DB" w14:textId="77777777" w:rsidR="000E362F" w:rsidRDefault="000E362F" w:rsidP="00801D49"/>
    <w:p w14:paraId="79E185B2" w14:textId="77777777" w:rsidR="000E362F" w:rsidRPr="0001239D" w:rsidRDefault="000E362F" w:rsidP="00801D49">
      <w:pPr>
        <w:rPr>
          <w:sz w:val="32"/>
          <w:szCs w:val="32"/>
        </w:rPr>
      </w:pPr>
    </w:p>
    <w:p w14:paraId="5BD30522" w14:textId="77777777" w:rsidR="000E362F" w:rsidRDefault="000E362F" w:rsidP="00801D49">
      <w:pPr>
        <w:rPr>
          <w:sz w:val="32"/>
          <w:szCs w:val="32"/>
        </w:rPr>
      </w:pPr>
    </w:p>
    <w:p w14:paraId="4978D2C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Margart,</w:t>
      </w:r>
    </w:p>
    <w:p w14:paraId="3B3AE593" w14:textId="77777777" w:rsidR="000E362F" w:rsidRDefault="000E362F" w:rsidP="00801D49">
      <w:pPr>
        <w:rPr>
          <w:sz w:val="32"/>
          <w:szCs w:val="32"/>
        </w:rPr>
      </w:pPr>
    </w:p>
    <w:p w14:paraId="5D86049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6B7DBB" w14:textId="77777777" w:rsidR="000E362F" w:rsidRDefault="000E362F" w:rsidP="00801D49">
      <w:pPr>
        <w:rPr>
          <w:sz w:val="32"/>
          <w:szCs w:val="32"/>
        </w:rPr>
      </w:pPr>
    </w:p>
    <w:p w14:paraId="2BC35D7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E501F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197395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89E80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07AED6" wp14:editId="46CB337D">
                  <wp:extent cx="6399207" cy="3924300"/>
                  <wp:effectExtent l="0" t="0" r="1905" b="0"/>
                  <wp:docPr id="351" name="Picture 35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7EF002" w14:textId="77777777" w:rsidR="000E362F" w:rsidRDefault="000E362F" w:rsidP="00801D49"/>
    <w:p w14:paraId="1DCA41D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Kristofer Bennick</w:t>
      </w:r>
    </w:p>
    <w:p w14:paraId="734B99A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772 W River Dr</w:t>
      </w:r>
    </w:p>
    <w:p w14:paraId="36533A2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Bloomington, IN 47404</w:t>
      </w:r>
    </w:p>
    <w:p w14:paraId="31EAEA85" w14:textId="77777777" w:rsidR="000E362F" w:rsidRDefault="000E362F" w:rsidP="00801D49"/>
    <w:p w14:paraId="1C33CFED" w14:textId="77777777" w:rsidR="000E362F" w:rsidRPr="0001239D" w:rsidRDefault="000E362F" w:rsidP="00801D49">
      <w:pPr>
        <w:rPr>
          <w:sz w:val="32"/>
          <w:szCs w:val="32"/>
        </w:rPr>
      </w:pPr>
    </w:p>
    <w:p w14:paraId="0ABC8840" w14:textId="77777777" w:rsidR="000E362F" w:rsidRDefault="000E362F" w:rsidP="00801D49">
      <w:pPr>
        <w:rPr>
          <w:sz w:val="32"/>
          <w:szCs w:val="32"/>
        </w:rPr>
      </w:pPr>
    </w:p>
    <w:p w14:paraId="7DC3A7D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Kristofer,</w:t>
      </w:r>
    </w:p>
    <w:p w14:paraId="560B8DFE" w14:textId="77777777" w:rsidR="000E362F" w:rsidRDefault="000E362F" w:rsidP="00801D49">
      <w:pPr>
        <w:rPr>
          <w:sz w:val="32"/>
          <w:szCs w:val="32"/>
        </w:rPr>
      </w:pPr>
    </w:p>
    <w:p w14:paraId="145338D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7B87BB4" w14:textId="77777777" w:rsidR="000E362F" w:rsidRDefault="000E362F" w:rsidP="00801D49">
      <w:pPr>
        <w:rPr>
          <w:sz w:val="32"/>
          <w:szCs w:val="32"/>
        </w:rPr>
      </w:pPr>
    </w:p>
    <w:p w14:paraId="5B6E7BE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8956DF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AAA8DB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7A89D6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8323E3" wp14:editId="4E04C7BB">
                  <wp:extent cx="6399207" cy="3924300"/>
                  <wp:effectExtent l="0" t="0" r="1905" b="0"/>
                  <wp:docPr id="352" name="Picture 35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0BB2DE" w14:textId="77777777" w:rsidR="000E362F" w:rsidRDefault="000E362F" w:rsidP="00801D49"/>
    <w:p w14:paraId="67D9E5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Weldon Acuff</w:t>
      </w:r>
    </w:p>
    <w:p w14:paraId="2D4882F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73 W Barstow Ave</w:t>
      </w:r>
    </w:p>
    <w:p w14:paraId="51D59D7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Arlington Heights, IL 60004</w:t>
      </w:r>
    </w:p>
    <w:p w14:paraId="0B06C69C" w14:textId="77777777" w:rsidR="000E362F" w:rsidRDefault="000E362F" w:rsidP="00801D49"/>
    <w:p w14:paraId="1DFE0320" w14:textId="77777777" w:rsidR="000E362F" w:rsidRPr="0001239D" w:rsidRDefault="000E362F" w:rsidP="00801D49">
      <w:pPr>
        <w:rPr>
          <w:sz w:val="32"/>
          <w:szCs w:val="32"/>
        </w:rPr>
      </w:pPr>
    </w:p>
    <w:p w14:paraId="34CA9BCC" w14:textId="77777777" w:rsidR="000E362F" w:rsidRDefault="000E362F" w:rsidP="00801D49">
      <w:pPr>
        <w:rPr>
          <w:sz w:val="32"/>
          <w:szCs w:val="32"/>
        </w:rPr>
      </w:pPr>
    </w:p>
    <w:p w14:paraId="5BC7AB4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Weldon,</w:t>
      </w:r>
    </w:p>
    <w:p w14:paraId="160308FB" w14:textId="77777777" w:rsidR="000E362F" w:rsidRDefault="000E362F" w:rsidP="00801D49">
      <w:pPr>
        <w:rPr>
          <w:sz w:val="32"/>
          <w:szCs w:val="32"/>
        </w:rPr>
      </w:pPr>
    </w:p>
    <w:p w14:paraId="0D7C498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41D3FF7" w14:textId="77777777" w:rsidR="000E362F" w:rsidRDefault="000E362F" w:rsidP="00801D49">
      <w:pPr>
        <w:rPr>
          <w:sz w:val="32"/>
          <w:szCs w:val="32"/>
        </w:rPr>
      </w:pPr>
    </w:p>
    <w:p w14:paraId="212BDFF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3BDCA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D44273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28D997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6F2BF9" wp14:editId="4BF6BD88">
                  <wp:extent cx="6399207" cy="3924300"/>
                  <wp:effectExtent l="0" t="0" r="1905" b="0"/>
                  <wp:docPr id="353" name="Picture 35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A063E9" w14:textId="77777777" w:rsidR="000E362F" w:rsidRDefault="000E362F" w:rsidP="00801D49"/>
    <w:p w14:paraId="3625A4B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Shalon Shadrick</w:t>
      </w:r>
    </w:p>
    <w:p w14:paraId="5D2C7D0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61047 Mayfield Ave</w:t>
      </w:r>
    </w:p>
    <w:p w14:paraId="0EC58E7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Brooklyn, NY 11223</w:t>
      </w:r>
    </w:p>
    <w:p w14:paraId="4BF78761" w14:textId="77777777" w:rsidR="000E362F" w:rsidRDefault="000E362F" w:rsidP="00801D49"/>
    <w:p w14:paraId="721182C1" w14:textId="77777777" w:rsidR="000E362F" w:rsidRPr="0001239D" w:rsidRDefault="000E362F" w:rsidP="00801D49">
      <w:pPr>
        <w:rPr>
          <w:sz w:val="32"/>
          <w:szCs w:val="32"/>
        </w:rPr>
      </w:pPr>
    </w:p>
    <w:p w14:paraId="24D2233F" w14:textId="77777777" w:rsidR="000E362F" w:rsidRDefault="000E362F" w:rsidP="00801D49">
      <w:pPr>
        <w:rPr>
          <w:sz w:val="32"/>
          <w:szCs w:val="32"/>
        </w:rPr>
      </w:pPr>
    </w:p>
    <w:p w14:paraId="2C9EE88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Shalon,</w:t>
      </w:r>
    </w:p>
    <w:p w14:paraId="674C39B2" w14:textId="77777777" w:rsidR="000E362F" w:rsidRDefault="000E362F" w:rsidP="00801D49">
      <w:pPr>
        <w:rPr>
          <w:sz w:val="32"/>
          <w:szCs w:val="32"/>
        </w:rPr>
      </w:pPr>
    </w:p>
    <w:p w14:paraId="724E3EA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EC6501B" w14:textId="77777777" w:rsidR="000E362F" w:rsidRDefault="000E362F" w:rsidP="00801D49">
      <w:pPr>
        <w:rPr>
          <w:sz w:val="32"/>
          <w:szCs w:val="32"/>
        </w:rPr>
      </w:pPr>
    </w:p>
    <w:p w14:paraId="58FBE19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0955A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6F0C18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B271F8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D1EE96" wp14:editId="37BAC4B6">
                  <wp:extent cx="6399207" cy="3924300"/>
                  <wp:effectExtent l="0" t="0" r="1905" b="0"/>
                  <wp:docPr id="354" name="Picture 35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3C2E54" w14:textId="77777777" w:rsidR="000E362F" w:rsidRDefault="000E362F" w:rsidP="00801D49"/>
    <w:p w14:paraId="18CA3C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Denise Patak</w:t>
      </w:r>
    </w:p>
    <w:p w14:paraId="2189BC1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2139 Santa Rosa Ave</w:t>
      </w:r>
    </w:p>
    <w:p w14:paraId="3C0086A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Orlando, FL 32801</w:t>
      </w:r>
    </w:p>
    <w:p w14:paraId="7B39C000" w14:textId="77777777" w:rsidR="000E362F" w:rsidRDefault="000E362F" w:rsidP="00801D49"/>
    <w:p w14:paraId="7187C751" w14:textId="77777777" w:rsidR="000E362F" w:rsidRPr="0001239D" w:rsidRDefault="000E362F" w:rsidP="00801D49">
      <w:pPr>
        <w:rPr>
          <w:sz w:val="32"/>
          <w:szCs w:val="32"/>
        </w:rPr>
      </w:pPr>
    </w:p>
    <w:p w14:paraId="00F6706E" w14:textId="77777777" w:rsidR="000E362F" w:rsidRDefault="000E362F" w:rsidP="00801D49">
      <w:pPr>
        <w:rPr>
          <w:sz w:val="32"/>
          <w:szCs w:val="32"/>
        </w:rPr>
      </w:pPr>
    </w:p>
    <w:p w14:paraId="0943E52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Denise,</w:t>
      </w:r>
    </w:p>
    <w:p w14:paraId="0CBA1389" w14:textId="77777777" w:rsidR="000E362F" w:rsidRDefault="000E362F" w:rsidP="00801D49">
      <w:pPr>
        <w:rPr>
          <w:sz w:val="32"/>
          <w:szCs w:val="32"/>
        </w:rPr>
      </w:pPr>
    </w:p>
    <w:p w14:paraId="598C270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0C12458" w14:textId="77777777" w:rsidR="000E362F" w:rsidRDefault="000E362F" w:rsidP="00801D49">
      <w:pPr>
        <w:rPr>
          <w:sz w:val="32"/>
          <w:szCs w:val="32"/>
        </w:rPr>
      </w:pPr>
    </w:p>
    <w:p w14:paraId="3C9C375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00493C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6C75DC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A5D41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195A41" wp14:editId="4EA824D0">
                  <wp:extent cx="6399207" cy="3924300"/>
                  <wp:effectExtent l="0" t="0" r="1905" b="0"/>
                  <wp:docPr id="355" name="Picture 35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5CE85" w14:textId="77777777" w:rsidR="000E362F" w:rsidRDefault="000E362F" w:rsidP="00801D49"/>
    <w:p w14:paraId="61B0B0B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Louvenia Beech</w:t>
      </w:r>
    </w:p>
    <w:p w14:paraId="527916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598 43rd St</w:t>
      </w:r>
    </w:p>
    <w:p w14:paraId="0A52D72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Beverly Hills, CA 90210</w:t>
      </w:r>
    </w:p>
    <w:p w14:paraId="271544AB" w14:textId="77777777" w:rsidR="000E362F" w:rsidRDefault="000E362F" w:rsidP="00801D49"/>
    <w:p w14:paraId="75F828DD" w14:textId="77777777" w:rsidR="000E362F" w:rsidRPr="0001239D" w:rsidRDefault="000E362F" w:rsidP="00801D49">
      <w:pPr>
        <w:rPr>
          <w:sz w:val="32"/>
          <w:szCs w:val="32"/>
        </w:rPr>
      </w:pPr>
    </w:p>
    <w:p w14:paraId="4C4490D5" w14:textId="77777777" w:rsidR="000E362F" w:rsidRDefault="000E362F" w:rsidP="00801D49">
      <w:pPr>
        <w:rPr>
          <w:sz w:val="32"/>
          <w:szCs w:val="32"/>
        </w:rPr>
      </w:pPr>
    </w:p>
    <w:p w14:paraId="7D75209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Louvenia,</w:t>
      </w:r>
    </w:p>
    <w:p w14:paraId="1170C35C" w14:textId="77777777" w:rsidR="000E362F" w:rsidRDefault="000E362F" w:rsidP="00801D49">
      <w:pPr>
        <w:rPr>
          <w:sz w:val="32"/>
          <w:szCs w:val="32"/>
        </w:rPr>
      </w:pPr>
    </w:p>
    <w:p w14:paraId="2E036D6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487C441" w14:textId="77777777" w:rsidR="000E362F" w:rsidRDefault="000E362F" w:rsidP="00801D49">
      <w:pPr>
        <w:rPr>
          <w:sz w:val="32"/>
          <w:szCs w:val="32"/>
        </w:rPr>
      </w:pPr>
    </w:p>
    <w:p w14:paraId="7780DD4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5B6140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C32651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2B60E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99180E" wp14:editId="433C986B">
                  <wp:extent cx="6399207" cy="3924300"/>
                  <wp:effectExtent l="0" t="0" r="1905" b="0"/>
                  <wp:docPr id="356" name="Picture 35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5E4E39" w14:textId="77777777" w:rsidR="000E362F" w:rsidRDefault="000E362F" w:rsidP="00801D49"/>
    <w:p w14:paraId="20EBB3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Audry Yaw</w:t>
      </w:r>
    </w:p>
    <w:p w14:paraId="0D46AB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70295 Pioneer Ct</w:t>
      </w:r>
    </w:p>
    <w:p w14:paraId="6B22D78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Brandon, FL 33511</w:t>
      </w:r>
    </w:p>
    <w:p w14:paraId="32B28C77" w14:textId="77777777" w:rsidR="000E362F" w:rsidRDefault="000E362F" w:rsidP="00801D49"/>
    <w:p w14:paraId="06C37CFD" w14:textId="77777777" w:rsidR="000E362F" w:rsidRPr="0001239D" w:rsidRDefault="000E362F" w:rsidP="00801D49">
      <w:pPr>
        <w:rPr>
          <w:sz w:val="32"/>
          <w:szCs w:val="32"/>
        </w:rPr>
      </w:pPr>
    </w:p>
    <w:p w14:paraId="149E9B87" w14:textId="77777777" w:rsidR="000E362F" w:rsidRDefault="000E362F" w:rsidP="00801D49">
      <w:pPr>
        <w:rPr>
          <w:sz w:val="32"/>
          <w:szCs w:val="32"/>
        </w:rPr>
      </w:pPr>
    </w:p>
    <w:p w14:paraId="23C1449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Audry,</w:t>
      </w:r>
    </w:p>
    <w:p w14:paraId="48701CD5" w14:textId="77777777" w:rsidR="000E362F" w:rsidRDefault="000E362F" w:rsidP="00801D49">
      <w:pPr>
        <w:rPr>
          <w:sz w:val="32"/>
          <w:szCs w:val="32"/>
        </w:rPr>
      </w:pPr>
    </w:p>
    <w:p w14:paraId="100EED0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7A7CA42" w14:textId="77777777" w:rsidR="000E362F" w:rsidRDefault="000E362F" w:rsidP="00801D49">
      <w:pPr>
        <w:rPr>
          <w:sz w:val="32"/>
          <w:szCs w:val="32"/>
        </w:rPr>
      </w:pPr>
    </w:p>
    <w:p w14:paraId="6B071FF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B62265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A07C31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65A8C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B017B8" wp14:editId="2C8A8EF7">
                  <wp:extent cx="6399207" cy="3924300"/>
                  <wp:effectExtent l="0" t="0" r="1905" b="0"/>
                  <wp:docPr id="357" name="Picture 35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D40E10" w14:textId="77777777" w:rsidR="000E362F" w:rsidRDefault="000E362F" w:rsidP="00801D49"/>
    <w:p w14:paraId="702C6B4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Kristel Ehmann</w:t>
      </w:r>
    </w:p>
    <w:p w14:paraId="731D73F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92899 Kalakaua Ave</w:t>
      </w:r>
    </w:p>
    <w:p w14:paraId="4BF6A27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El Paso, TX 79925</w:t>
      </w:r>
    </w:p>
    <w:p w14:paraId="4FC3CA68" w14:textId="77777777" w:rsidR="000E362F" w:rsidRDefault="000E362F" w:rsidP="00801D49"/>
    <w:p w14:paraId="2538D871" w14:textId="77777777" w:rsidR="000E362F" w:rsidRPr="0001239D" w:rsidRDefault="000E362F" w:rsidP="00801D49">
      <w:pPr>
        <w:rPr>
          <w:sz w:val="32"/>
          <w:szCs w:val="32"/>
        </w:rPr>
      </w:pPr>
    </w:p>
    <w:p w14:paraId="10D426AB" w14:textId="77777777" w:rsidR="000E362F" w:rsidRDefault="000E362F" w:rsidP="00801D49">
      <w:pPr>
        <w:rPr>
          <w:sz w:val="32"/>
          <w:szCs w:val="32"/>
        </w:rPr>
      </w:pPr>
    </w:p>
    <w:p w14:paraId="35DC29C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Kristel,</w:t>
      </w:r>
    </w:p>
    <w:p w14:paraId="5A3B0E28" w14:textId="77777777" w:rsidR="000E362F" w:rsidRDefault="000E362F" w:rsidP="00801D49">
      <w:pPr>
        <w:rPr>
          <w:sz w:val="32"/>
          <w:szCs w:val="32"/>
        </w:rPr>
      </w:pPr>
    </w:p>
    <w:p w14:paraId="269AF91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25291B1" w14:textId="77777777" w:rsidR="000E362F" w:rsidRDefault="000E362F" w:rsidP="00801D49">
      <w:pPr>
        <w:rPr>
          <w:sz w:val="32"/>
          <w:szCs w:val="32"/>
        </w:rPr>
      </w:pPr>
    </w:p>
    <w:p w14:paraId="54ABFED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55BE87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689C69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1F1710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9B5825" wp14:editId="1491690C">
                  <wp:extent cx="6399207" cy="3924300"/>
                  <wp:effectExtent l="0" t="0" r="1905" b="0"/>
                  <wp:docPr id="358" name="Picture 35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93D59D" w14:textId="77777777" w:rsidR="000E362F" w:rsidRDefault="000E362F" w:rsidP="00801D49"/>
    <w:p w14:paraId="2876A43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Vincenza Zepp</w:t>
      </w:r>
    </w:p>
    <w:p w14:paraId="6A8633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395 S 6th St #2</w:t>
      </w:r>
    </w:p>
    <w:p w14:paraId="3969590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El Cajon, CA 92020</w:t>
      </w:r>
    </w:p>
    <w:p w14:paraId="1989F4AF" w14:textId="77777777" w:rsidR="000E362F" w:rsidRDefault="000E362F" w:rsidP="00801D49"/>
    <w:p w14:paraId="5C7C9073" w14:textId="77777777" w:rsidR="000E362F" w:rsidRPr="0001239D" w:rsidRDefault="000E362F" w:rsidP="00801D49">
      <w:pPr>
        <w:rPr>
          <w:sz w:val="32"/>
          <w:szCs w:val="32"/>
        </w:rPr>
      </w:pPr>
    </w:p>
    <w:p w14:paraId="31BE726E" w14:textId="77777777" w:rsidR="000E362F" w:rsidRDefault="000E362F" w:rsidP="00801D49">
      <w:pPr>
        <w:rPr>
          <w:sz w:val="32"/>
          <w:szCs w:val="32"/>
        </w:rPr>
      </w:pPr>
    </w:p>
    <w:p w14:paraId="7238B9F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Vincenza,</w:t>
      </w:r>
    </w:p>
    <w:p w14:paraId="0542B73C" w14:textId="77777777" w:rsidR="000E362F" w:rsidRDefault="000E362F" w:rsidP="00801D49">
      <w:pPr>
        <w:rPr>
          <w:sz w:val="32"/>
          <w:szCs w:val="32"/>
        </w:rPr>
      </w:pPr>
    </w:p>
    <w:p w14:paraId="6B7C3A5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7D7B2CB" w14:textId="77777777" w:rsidR="000E362F" w:rsidRDefault="000E362F" w:rsidP="00801D49">
      <w:pPr>
        <w:rPr>
          <w:sz w:val="32"/>
          <w:szCs w:val="32"/>
        </w:rPr>
      </w:pPr>
    </w:p>
    <w:p w14:paraId="48F2C16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3F36ED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F1A1CA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CEF9B0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77B087" wp14:editId="6FBBE33D">
                  <wp:extent cx="6399207" cy="3924300"/>
                  <wp:effectExtent l="0" t="0" r="1905" b="0"/>
                  <wp:docPr id="359" name="Picture 35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C906DB" w14:textId="77777777" w:rsidR="000E362F" w:rsidRDefault="000E362F" w:rsidP="00801D49"/>
    <w:p w14:paraId="0618EC8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Elouise Gwalthney</w:t>
      </w:r>
    </w:p>
    <w:p w14:paraId="0535EEC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9506 Edgemore Ave</w:t>
      </w:r>
    </w:p>
    <w:p w14:paraId="0115061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Bladensburg, MD 20710</w:t>
      </w:r>
    </w:p>
    <w:p w14:paraId="1E970E4D" w14:textId="77777777" w:rsidR="000E362F" w:rsidRDefault="000E362F" w:rsidP="00801D49"/>
    <w:p w14:paraId="240C5C11" w14:textId="77777777" w:rsidR="000E362F" w:rsidRPr="0001239D" w:rsidRDefault="000E362F" w:rsidP="00801D49">
      <w:pPr>
        <w:rPr>
          <w:sz w:val="32"/>
          <w:szCs w:val="32"/>
        </w:rPr>
      </w:pPr>
    </w:p>
    <w:p w14:paraId="0934D115" w14:textId="77777777" w:rsidR="000E362F" w:rsidRDefault="000E362F" w:rsidP="00801D49">
      <w:pPr>
        <w:rPr>
          <w:sz w:val="32"/>
          <w:szCs w:val="32"/>
        </w:rPr>
      </w:pPr>
    </w:p>
    <w:p w14:paraId="4A45C6B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Elouise,</w:t>
      </w:r>
    </w:p>
    <w:p w14:paraId="71E63A61" w14:textId="77777777" w:rsidR="000E362F" w:rsidRDefault="000E362F" w:rsidP="00801D49">
      <w:pPr>
        <w:rPr>
          <w:sz w:val="32"/>
          <w:szCs w:val="32"/>
        </w:rPr>
      </w:pPr>
    </w:p>
    <w:p w14:paraId="285A8B2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49A4BF0" w14:textId="77777777" w:rsidR="000E362F" w:rsidRDefault="000E362F" w:rsidP="00801D49">
      <w:pPr>
        <w:rPr>
          <w:sz w:val="32"/>
          <w:szCs w:val="32"/>
        </w:rPr>
      </w:pPr>
    </w:p>
    <w:p w14:paraId="1E60031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462649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9C5D0A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B9BE4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097DD8" wp14:editId="052D837D">
                  <wp:extent cx="6399207" cy="3924300"/>
                  <wp:effectExtent l="0" t="0" r="1905" b="0"/>
                  <wp:docPr id="360" name="Picture 36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E2AA94" w14:textId="77777777" w:rsidR="000E362F" w:rsidRDefault="000E362F" w:rsidP="00801D49"/>
    <w:p w14:paraId="46B6B8A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Venita Maillard</w:t>
      </w:r>
    </w:p>
    <w:p w14:paraId="6AD76E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72119 S Walker Ave #63</w:t>
      </w:r>
    </w:p>
    <w:p w14:paraId="65ABCB4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Anaheim, CA 92801</w:t>
      </w:r>
    </w:p>
    <w:p w14:paraId="0AA275E1" w14:textId="77777777" w:rsidR="000E362F" w:rsidRDefault="000E362F" w:rsidP="00801D49"/>
    <w:p w14:paraId="159101B9" w14:textId="77777777" w:rsidR="000E362F" w:rsidRPr="0001239D" w:rsidRDefault="000E362F" w:rsidP="00801D49">
      <w:pPr>
        <w:rPr>
          <w:sz w:val="32"/>
          <w:szCs w:val="32"/>
        </w:rPr>
      </w:pPr>
    </w:p>
    <w:p w14:paraId="76FBC688" w14:textId="77777777" w:rsidR="000E362F" w:rsidRDefault="000E362F" w:rsidP="00801D49">
      <w:pPr>
        <w:rPr>
          <w:sz w:val="32"/>
          <w:szCs w:val="32"/>
        </w:rPr>
      </w:pPr>
    </w:p>
    <w:p w14:paraId="33FC55A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Venita,</w:t>
      </w:r>
    </w:p>
    <w:p w14:paraId="726FBADE" w14:textId="77777777" w:rsidR="000E362F" w:rsidRDefault="000E362F" w:rsidP="00801D49">
      <w:pPr>
        <w:rPr>
          <w:sz w:val="32"/>
          <w:szCs w:val="32"/>
        </w:rPr>
      </w:pPr>
    </w:p>
    <w:p w14:paraId="4360BB8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1060A38" w14:textId="77777777" w:rsidR="000E362F" w:rsidRDefault="000E362F" w:rsidP="00801D49">
      <w:pPr>
        <w:rPr>
          <w:sz w:val="32"/>
          <w:szCs w:val="32"/>
        </w:rPr>
      </w:pPr>
    </w:p>
    <w:p w14:paraId="0FC2F5B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5837C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DF8127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460BB2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1A18D8" wp14:editId="0A37E66C">
                  <wp:extent cx="6399207" cy="3924300"/>
                  <wp:effectExtent l="0" t="0" r="1905" b="0"/>
                  <wp:docPr id="361" name="Picture 36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A5160" w14:textId="77777777" w:rsidR="000E362F" w:rsidRDefault="000E362F" w:rsidP="00801D49"/>
    <w:p w14:paraId="1840B56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Kasandra Semidey</w:t>
      </w:r>
    </w:p>
    <w:p w14:paraId="057C0EF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369 Latham St #500</w:t>
      </w:r>
    </w:p>
    <w:p w14:paraId="03576F8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Saint Louis, MO 63102</w:t>
      </w:r>
    </w:p>
    <w:p w14:paraId="4C5D63CE" w14:textId="77777777" w:rsidR="000E362F" w:rsidRDefault="000E362F" w:rsidP="00801D49"/>
    <w:p w14:paraId="35CABBAA" w14:textId="77777777" w:rsidR="000E362F" w:rsidRPr="0001239D" w:rsidRDefault="000E362F" w:rsidP="00801D49">
      <w:pPr>
        <w:rPr>
          <w:sz w:val="32"/>
          <w:szCs w:val="32"/>
        </w:rPr>
      </w:pPr>
    </w:p>
    <w:p w14:paraId="3D8E3CD4" w14:textId="77777777" w:rsidR="000E362F" w:rsidRDefault="000E362F" w:rsidP="00801D49">
      <w:pPr>
        <w:rPr>
          <w:sz w:val="32"/>
          <w:szCs w:val="32"/>
        </w:rPr>
      </w:pPr>
    </w:p>
    <w:p w14:paraId="14C0633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Kasandra,</w:t>
      </w:r>
    </w:p>
    <w:p w14:paraId="33AAF26C" w14:textId="77777777" w:rsidR="000E362F" w:rsidRDefault="000E362F" w:rsidP="00801D49">
      <w:pPr>
        <w:rPr>
          <w:sz w:val="32"/>
          <w:szCs w:val="32"/>
        </w:rPr>
      </w:pPr>
    </w:p>
    <w:p w14:paraId="4022F0F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7837533" w14:textId="77777777" w:rsidR="000E362F" w:rsidRDefault="000E362F" w:rsidP="00801D49">
      <w:pPr>
        <w:rPr>
          <w:sz w:val="32"/>
          <w:szCs w:val="32"/>
        </w:rPr>
      </w:pPr>
    </w:p>
    <w:p w14:paraId="2933D8D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130D4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6F3A03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6F1D7E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8F6972" wp14:editId="21CCF456">
                  <wp:extent cx="6399207" cy="3924300"/>
                  <wp:effectExtent l="0" t="0" r="1905" b="0"/>
                  <wp:docPr id="362" name="Picture 36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5630C7" w14:textId="77777777" w:rsidR="000E362F" w:rsidRDefault="000E362F" w:rsidP="00801D49"/>
    <w:p w14:paraId="449A11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Xochitl Discipio</w:t>
      </w:r>
    </w:p>
    <w:p w14:paraId="658F890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3158 Runamuck Pl</w:t>
      </w:r>
    </w:p>
    <w:p w14:paraId="4E88EFA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Round Rock, TX 78664</w:t>
      </w:r>
    </w:p>
    <w:p w14:paraId="765E4A74" w14:textId="77777777" w:rsidR="000E362F" w:rsidRDefault="000E362F" w:rsidP="00801D49"/>
    <w:p w14:paraId="1A5B4937" w14:textId="77777777" w:rsidR="000E362F" w:rsidRPr="0001239D" w:rsidRDefault="000E362F" w:rsidP="00801D49">
      <w:pPr>
        <w:rPr>
          <w:sz w:val="32"/>
          <w:szCs w:val="32"/>
        </w:rPr>
      </w:pPr>
    </w:p>
    <w:p w14:paraId="3B148D3C" w14:textId="77777777" w:rsidR="000E362F" w:rsidRDefault="000E362F" w:rsidP="00801D49">
      <w:pPr>
        <w:rPr>
          <w:sz w:val="32"/>
          <w:szCs w:val="32"/>
        </w:rPr>
      </w:pPr>
    </w:p>
    <w:p w14:paraId="1E7B10D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Xochitl,</w:t>
      </w:r>
    </w:p>
    <w:p w14:paraId="7242AE7F" w14:textId="77777777" w:rsidR="000E362F" w:rsidRDefault="000E362F" w:rsidP="00801D49">
      <w:pPr>
        <w:rPr>
          <w:sz w:val="32"/>
          <w:szCs w:val="32"/>
        </w:rPr>
      </w:pPr>
    </w:p>
    <w:p w14:paraId="032D318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7D1D764" w14:textId="77777777" w:rsidR="000E362F" w:rsidRDefault="000E362F" w:rsidP="00801D49">
      <w:pPr>
        <w:rPr>
          <w:sz w:val="32"/>
          <w:szCs w:val="32"/>
        </w:rPr>
      </w:pPr>
    </w:p>
    <w:p w14:paraId="4840FEE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7EEFB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E9144D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0BEB0C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C64A61" wp14:editId="28203B7D">
                  <wp:extent cx="6399207" cy="3924300"/>
                  <wp:effectExtent l="0" t="0" r="1905" b="0"/>
                  <wp:docPr id="363" name="Picture 36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0BFE49" w14:textId="77777777" w:rsidR="000E362F" w:rsidRDefault="000E362F" w:rsidP="00801D49"/>
    <w:p w14:paraId="0526FB7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Maile Linahan</w:t>
      </w:r>
    </w:p>
    <w:p w14:paraId="43896F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Plainsboro Rd #598</w:t>
      </w:r>
    </w:p>
    <w:p w14:paraId="0A7AE99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Greensboro, NC 27409</w:t>
      </w:r>
    </w:p>
    <w:p w14:paraId="286104D4" w14:textId="77777777" w:rsidR="000E362F" w:rsidRDefault="000E362F" w:rsidP="00801D49"/>
    <w:p w14:paraId="2D02F5DC" w14:textId="77777777" w:rsidR="000E362F" w:rsidRPr="0001239D" w:rsidRDefault="000E362F" w:rsidP="00801D49">
      <w:pPr>
        <w:rPr>
          <w:sz w:val="32"/>
          <w:szCs w:val="32"/>
        </w:rPr>
      </w:pPr>
    </w:p>
    <w:p w14:paraId="659EBF47" w14:textId="77777777" w:rsidR="000E362F" w:rsidRDefault="000E362F" w:rsidP="00801D49">
      <w:pPr>
        <w:rPr>
          <w:sz w:val="32"/>
          <w:szCs w:val="32"/>
        </w:rPr>
      </w:pPr>
    </w:p>
    <w:p w14:paraId="161CF62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Maile,</w:t>
      </w:r>
    </w:p>
    <w:p w14:paraId="701B7367" w14:textId="77777777" w:rsidR="000E362F" w:rsidRDefault="000E362F" w:rsidP="00801D49">
      <w:pPr>
        <w:rPr>
          <w:sz w:val="32"/>
          <w:szCs w:val="32"/>
        </w:rPr>
      </w:pPr>
    </w:p>
    <w:p w14:paraId="68273CB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45018F5" w14:textId="77777777" w:rsidR="000E362F" w:rsidRDefault="000E362F" w:rsidP="00801D49">
      <w:pPr>
        <w:rPr>
          <w:sz w:val="32"/>
          <w:szCs w:val="32"/>
        </w:rPr>
      </w:pPr>
    </w:p>
    <w:p w14:paraId="4FDA53D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5CFE52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D33759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96046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96F27D" wp14:editId="74E19B92">
                  <wp:extent cx="6399207" cy="3924300"/>
                  <wp:effectExtent l="0" t="0" r="1905" b="0"/>
                  <wp:docPr id="364" name="Picture 36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345A49" w14:textId="77777777" w:rsidR="000E362F" w:rsidRDefault="000E362F" w:rsidP="00801D49"/>
    <w:p w14:paraId="0578706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Krissy Rauser</w:t>
      </w:r>
    </w:p>
    <w:p w14:paraId="787BBBC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8728 S Broad St</w:t>
      </w:r>
    </w:p>
    <w:p w14:paraId="3DDFEE9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Coram, NY 11727</w:t>
      </w:r>
    </w:p>
    <w:p w14:paraId="52D16907" w14:textId="77777777" w:rsidR="000E362F" w:rsidRDefault="000E362F" w:rsidP="00801D49"/>
    <w:p w14:paraId="46B71EA3" w14:textId="77777777" w:rsidR="000E362F" w:rsidRPr="0001239D" w:rsidRDefault="000E362F" w:rsidP="00801D49">
      <w:pPr>
        <w:rPr>
          <w:sz w:val="32"/>
          <w:szCs w:val="32"/>
        </w:rPr>
      </w:pPr>
    </w:p>
    <w:p w14:paraId="7A1F3F09" w14:textId="77777777" w:rsidR="000E362F" w:rsidRDefault="000E362F" w:rsidP="00801D49">
      <w:pPr>
        <w:rPr>
          <w:sz w:val="32"/>
          <w:szCs w:val="32"/>
        </w:rPr>
      </w:pPr>
    </w:p>
    <w:p w14:paraId="1BC224B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Krissy,</w:t>
      </w:r>
    </w:p>
    <w:p w14:paraId="020788C7" w14:textId="77777777" w:rsidR="000E362F" w:rsidRDefault="000E362F" w:rsidP="00801D49">
      <w:pPr>
        <w:rPr>
          <w:sz w:val="32"/>
          <w:szCs w:val="32"/>
        </w:rPr>
      </w:pPr>
    </w:p>
    <w:p w14:paraId="7616FD4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AFF7578" w14:textId="77777777" w:rsidR="000E362F" w:rsidRDefault="000E362F" w:rsidP="00801D49">
      <w:pPr>
        <w:rPr>
          <w:sz w:val="32"/>
          <w:szCs w:val="32"/>
        </w:rPr>
      </w:pPr>
    </w:p>
    <w:p w14:paraId="654A63E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1E81AC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593724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058B13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1A1B1D" wp14:editId="1A8EF0BE">
                  <wp:extent cx="6399207" cy="3924300"/>
                  <wp:effectExtent l="0" t="0" r="1905" b="0"/>
                  <wp:docPr id="365" name="Picture 36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506C2" w14:textId="77777777" w:rsidR="000E362F" w:rsidRDefault="000E362F" w:rsidP="00801D49"/>
    <w:p w14:paraId="743113F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Pete Dubaldi</w:t>
      </w:r>
    </w:p>
    <w:p w14:paraId="19D7121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2215 Prosperity Dr</w:t>
      </w:r>
    </w:p>
    <w:p w14:paraId="6ADDDAD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Lyndhurst, NJ 7071</w:t>
      </w:r>
    </w:p>
    <w:p w14:paraId="5C2145D1" w14:textId="77777777" w:rsidR="000E362F" w:rsidRDefault="000E362F" w:rsidP="00801D49"/>
    <w:p w14:paraId="0380495B" w14:textId="77777777" w:rsidR="000E362F" w:rsidRPr="0001239D" w:rsidRDefault="000E362F" w:rsidP="00801D49">
      <w:pPr>
        <w:rPr>
          <w:sz w:val="32"/>
          <w:szCs w:val="32"/>
        </w:rPr>
      </w:pPr>
    </w:p>
    <w:p w14:paraId="6B8AE725" w14:textId="77777777" w:rsidR="000E362F" w:rsidRDefault="000E362F" w:rsidP="00801D49">
      <w:pPr>
        <w:rPr>
          <w:sz w:val="32"/>
          <w:szCs w:val="32"/>
        </w:rPr>
      </w:pPr>
    </w:p>
    <w:p w14:paraId="4AD2746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Pete,</w:t>
      </w:r>
    </w:p>
    <w:p w14:paraId="06C82D92" w14:textId="77777777" w:rsidR="000E362F" w:rsidRDefault="000E362F" w:rsidP="00801D49">
      <w:pPr>
        <w:rPr>
          <w:sz w:val="32"/>
          <w:szCs w:val="32"/>
        </w:rPr>
      </w:pPr>
    </w:p>
    <w:p w14:paraId="4888FC9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A4E78A1" w14:textId="77777777" w:rsidR="000E362F" w:rsidRDefault="000E362F" w:rsidP="00801D49">
      <w:pPr>
        <w:rPr>
          <w:sz w:val="32"/>
          <w:szCs w:val="32"/>
        </w:rPr>
      </w:pPr>
    </w:p>
    <w:p w14:paraId="3F76A18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1FF7E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E8F506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6776CA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B66E41" wp14:editId="09B0AD86">
                  <wp:extent cx="6399207" cy="3924300"/>
                  <wp:effectExtent l="0" t="0" r="1905" b="0"/>
                  <wp:docPr id="366" name="Picture 36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0C5942" w14:textId="77777777" w:rsidR="000E362F" w:rsidRDefault="000E362F" w:rsidP="00801D49"/>
    <w:p w14:paraId="63C90AA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Linn Paa</w:t>
      </w:r>
    </w:p>
    <w:p w14:paraId="32AA5BB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S Pine St</w:t>
      </w:r>
    </w:p>
    <w:p w14:paraId="4C8C89E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Memphis, TN 38112</w:t>
      </w:r>
    </w:p>
    <w:p w14:paraId="4692BB95" w14:textId="77777777" w:rsidR="000E362F" w:rsidRDefault="000E362F" w:rsidP="00801D49"/>
    <w:p w14:paraId="06330F1C" w14:textId="77777777" w:rsidR="000E362F" w:rsidRPr="0001239D" w:rsidRDefault="000E362F" w:rsidP="00801D49">
      <w:pPr>
        <w:rPr>
          <w:sz w:val="32"/>
          <w:szCs w:val="32"/>
        </w:rPr>
      </w:pPr>
    </w:p>
    <w:p w14:paraId="6FD75FB0" w14:textId="77777777" w:rsidR="000E362F" w:rsidRDefault="000E362F" w:rsidP="00801D49">
      <w:pPr>
        <w:rPr>
          <w:sz w:val="32"/>
          <w:szCs w:val="32"/>
        </w:rPr>
      </w:pPr>
    </w:p>
    <w:p w14:paraId="347EDDD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Linn,</w:t>
      </w:r>
    </w:p>
    <w:p w14:paraId="021096F0" w14:textId="77777777" w:rsidR="000E362F" w:rsidRDefault="000E362F" w:rsidP="00801D49">
      <w:pPr>
        <w:rPr>
          <w:sz w:val="32"/>
          <w:szCs w:val="32"/>
        </w:rPr>
      </w:pPr>
    </w:p>
    <w:p w14:paraId="517B19E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A9D8CE8" w14:textId="77777777" w:rsidR="000E362F" w:rsidRDefault="000E362F" w:rsidP="00801D49">
      <w:pPr>
        <w:rPr>
          <w:sz w:val="32"/>
          <w:szCs w:val="32"/>
        </w:rPr>
      </w:pPr>
    </w:p>
    <w:p w14:paraId="093396E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B30975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7E28DF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22B081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FDB589" wp14:editId="752A2A06">
                  <wp:extent cx="6399207" cy="3924300"/>
                  <wp:effectExtent l="0" t="0" r="1905" b="0"/>
                  <wp:docPr id="367" name="Picture 36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6CD8E8" w14:textId="77777777" w:rsidR="000E362F" w:rsidRDefault="000E362F" w:rsidP="00801D49"/>
    <w:p w14:paraId="2FC9FB2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Paris Wide</w:t>
      </w:r>
    </w:p>
    <w:p w14:paraId="72B4A37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187 Market St</w:t>
      </w:r>
    </w:p>
    <w:p w14:paraId="16F0E59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Atlanta, GA 30342</w:t>
      </w:r>
    </w:p>
    <w:p w14:paraId="32A41949" w14:textId="77777777" w:rsidR="000E362F" w:rsidRDefault="000E362F" w:rsidP="00801D49"/>
    <w:p w14:paraId="5C6ADA0A" w14:textId="77777777" w:rsidR="000E362F" w:rsidRPr="0001239D" w:rsidRDefault="000E362F" w:rsidP="00801D49">
      <w:pPr>
        <w:rPr>
          <w:sz w:val="32"/>
          <w:szCs w:val="32"/>
        </w:rPr>
      </w:pPr>
    </w:p>
    <w:p w14:paraId="0A3B8748" w14:textId="77777777" w:rsidR="000E362F" w:rsidRDefault="000E362F" w:rsidP="00801D49">
      <w:pPr>
        <w:rPr>
          <w:sz w:val="32"/>
          <w:szCs w:val="32"/>
        </w:rPr>
      </w:pPr>
    </w:p>
    <w:p w14:paraId="28C179D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Paris,</w:t>
      </w:r>
    </w:p>
    <w:p w14:paraId="216D3A01" w14:textId="77777777" w:rsidR="000E362F" w:rsidRDefault="000E362F" w:rsidP="00801D49">
      <w:pPr>
        <w:rPr>
          <w:sz w:val="32"/>
          <w:szCs w:val="32"/>
        </w:rPr>
      </w:pPr>
    </w:p>
    <w:p w14:paraId="7656F19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07FBED3" w14:textId="77777777" w:rsidR="000E362F" w:rsidRDefault="000E362F" w:rsidP="00801D49">
      <w:pPr>
        <w:rPr>
          <w:sz w:val="32"/>
          <w:szCs w:val="32"/>
        </w:rPr>
      </w:pPr>
    </w:p>
    <w:p w14:paraId="3FC84D5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24BCE4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FEE6B4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13596F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9B1F8A" wp14:editId="7315D89B">
                  <wp:extent cx="6399207" cy="3924300"/>
                  <wp:effectExtent l="0" t="0" r="1905" b="0"/>
                  <wp:docPr id="368" name="Picture 36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95C3C8" w14:textId="77777777" w:rsidR="000E362F" w:rsidRDefault="000E362F" w:rsidP="00801D49"/>
    <w:p w14:paraId="14848C6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Wynell Dorshorst</w:t>
      </w:r>
    </w:p>
    <w:p w14:paraId="3C0BF0F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94290 S Buchanan St</w:t>
      </w:r>
    </w:p>
    <w:p w14:paraId="3128E70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Pacifica, CA 94044</w:t>
      </w:r>
    </w:p>
    <w:p w14:paraId="09333469" w14:textId="77777777" w:rsidR="000E362F" w:rsidRDefault="000E362F" w:rsidP="00801D49"/>
    <w:p w14:paraId="0C6E5D37" w14:textId="77777777" w:rsidR="000E362F" w:rsidRPr="0001239D" w:rsidRDefault="000E362F" w:rsidP="00801D49">
      <w:pPr>
        <w:rPr>
          <w:sz w:val="32"/>
          <w:szCs w:val="32"/>
        </w:rPr>
      </w:pPr>
    </w:p>
    <w:p w14:paraId="00FABBE2" w14:textId="77777777" w:rsidR="000E362F" w:rsidRDefault="000E362F" w:rsidP="00801D49">
      <w:pPr>
        <w:rPr>
          <w:sz w:val="32"/>
          <w:szCs w:val="32"/>
        </w:rPr>
      </w:pPr>
    </w:p>
    <w:p w14:paraId="2E0689B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Wynell,</w:t>
      </w:r>
    </w:p>
    <w:p w14:paraId="4BDE2FA9" w14:textId="77777777" w:rsidR="000E362F" w:rsidRDefault="000E362F" w:rsidP="00801D49">
      <w:pPr>
        <w:rPr>
          <w:sz w:val="32"/>
          <w:szCs w:val="32"/>
        </w:rPr>
      </w:pPr>
    </w:p>
    <w:p w14:paraId="25D7473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ED4D36A" w14:textId="77777777" w:rsidR="000E362F" w:rsidRDefault="000E362F" w:rsidP="00801D49">
      <w:pPr>
        <w:rPr>
          <w:sz w:val="32"/>
          <w:szCs w:val="32"/>
        </w:rPr>
      </w:pPr>
    </w:p>
    <w:p w14:paraId="55BF64B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A86DCA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24057F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2CCB4C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23ACAB" wp14:editId="7BA3E76C">
                  <wp:extent cx="6399207" cy="3924300"/>
                  <wp:effectExtent l="0" t="0" r="1905" b="0"/>
                  <wp:docPr id="369" name="Picture 36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7C5E01" w14:textId="77777777" w:rsidR="000E362F" w:rsidRDefault="000E362F" w:rsidP="00801D49"/>
    <w:p w14:paraId="032EFEB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Quentin Birkner</w:t>
      </w:r>
    </w:p>
    <w:p w14:paraId="3CEE8EB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7061 N 2nd St</w:t>
      </w:r>
    </w:p>
    <w:p w14:paraId="26E5F35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Burnsville, MN 55337</w:t>
      </w:r>
    </w:p>
    <w:p w14:paraId="5EB496C2" w14:textId="77777777" w:rsidR="000E362F" w:rsidRDefault="000E362F" w:rsidP="00801D49"/>
    <w:p w14:paraId="510887FD" w14:textId="77777777" w:rsidR="000E362F" w:rsidRPr="0001239D" w:rsidRDefault="000E362F" w:rsidP="00801D49">
      <w:pPr>
        <w:rPr>
          <w:sz w:val="32"/>
          <w:szCs w:val="32"/>
        </w:rPr>
      </w:pPr>
    </w:p>
    <w:p w14:paraId="4F55C3E2" w14:textId="77777777" w:rsidR="000E362F" w:rsidRDefault="000E362F" w:rsidP="00801D49">
      <w:pPr>
        <w:rPr>
          <w:sz w:val="32"/>
          <w:szCs w:val="32"/>
        </w:rPr>
      </w:pPr>
    </w:p>
    <w:p w14:paraId="2848A02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Quentin,</w:t>
      </w:r>
    </w:p>
    <w:p w14:paraId="0535A77B" w14:textId="77777777" w:rsidR="000E362F" w:rsidRDefault="000E362F" w:rsidP="00801D49">
      <w:pPr>
        <w:rPr>
          <w:sz w:val="32"/>
          <w:szCs w:val="32"/>
        </w:rPr>
      </w:pPr>
    </w:p>
    <w:p w14:paraId="7666D7F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2775CF1" w14:textId="77777777" w:rsidR="000E362F" w:rsidRDefault="000E362F" w:rsidP="00801D49">
      <w:pPr>
        <w:rPr>
          <w:sz w:val="32"/>
          <w:szCs w:val="32"/>
        </w:rPr>
      </w:pPr>
    </w:p>
    <w:p w14:paraId="1835777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635225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42E42E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F73451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F20921" wp14:editId="35550A3C">
                  <wp:extent cx="6399207" cy="3924300"/>
                  <wp:effectExtent l="0" t="0" r="1905" b="0"/>
                  <wp:docPr id="370" name="Picture 37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C9263B" w14:textId="77777777" w:rsidR="000E362F" w:rsidRDefault="000E362F" w:rsidP="00801D49"/>
    <w:p w14:paraId="38CC738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Regenia Kannady</w:t>
      </w:r>
    </w:p>
    <w:p w14:paraId="1678266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10759 Main St</w:t>
      </w:r>
    </w:p>
    <w:p w14:paraId="1A66380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Scottsdale, AZ 85260</w:t>
      </w:r>
    </w:p>
    <w:p w14:paraId="5E7F3822" w14:textId="77777777" w:rsidR="000E362F" w:rsidRDefault="000E362F" w:rsidP="00801D49"/>
    <w:p w14:paraId="51994BEA" w14:textId="77777777" w:rsidR="000E362F" w:rsidRPr="0001239D" w:rsidRDefault="000E362F" w:rsidP="00801D49">
      <w:pPr>
        <w:rPr>
          <w:sz w:val="32"/>
          <w:szCs w:val="32"/>
        </w:rPr>
      </w:pPr>
    </w:p>
    <w:p w14:paraId="01022881" w14:textId="77777777" w:rsidR="000E362F" w:rsidRDefault="000E362F" w:rsidP="00801D49">
      <w:pPr>
        <w:rPr>
          <w:sz w:val="32"/>
          <w:szCs w:val="32"/>
        </w:rPr>
      </w:pPr>
    </w:p>
    <w:p w14:paraId="4AD87DD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Regenia,</w:t>
      </w:r>
    </w:p>
    <w:p w14:paraId="6E602B38" w14:textId="77777777" w:rsidR="000E362F" w:rsidRDefault="000E362F" w:rsidP="00801D49">
      <w:pPr>
        <w:rPr>
          <w:sz w:val="32"/>
          <w:szCs w:val="32"/>
        </w:rPr>
      </w:pPr>
    </w:p>
    <w:p w14:paraId="7A66FCA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BF76F81" w14:textId="77777777" w:rsidR="000E362F" w:rsidRDefault="000E362F" w:rsidP="00801D49">
      <w:pPr>
        <w:rPr>
          <w:sz w:val="32"/>
          <w:szCs w:val="32"/>
        </w:rPr>
      </w:pPr>
    </w:p>
    <w:p w14:paraId="3E7D83C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036247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FAA29D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820DC2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767212" wp14:editId="4D02E0F3">
                  <wp:extent cx="6399207" cy="3924300"/>
                  <wp:effectExtent l="0" t="0" r="1905" b="0"/>
                  <wp:docPr id="371" name="Picture 37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150CDA" w14:textId="77777777" w:rsidR="000E362F" w:rsidRDefault="000E362F" w:rsidP="00801D49"/>
    <w:p w14:paraId="189AF3E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Sheron Louissant</w:t>
      </w:r>
    </w:p>
    <w:p w14:paraId="0B8C475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97 E 3rd St #9</w:t>
      </w:r>
    </w:p>
    <w:p w14:paraId="1F9A1E6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Long Island City, NY 11101</w:t>
      </w:r>
    </w:p>
    <w:p w14:paraId="768C9BDF" w14:textId="77777777" w:rsidR="000E362F" w:rsidRDefault="000E362F" w:rsidP="00801D49"/>
    <w:p w14:paraId="0B44A709" w14:textId="77777777" w:rsidR="000E362F" w:rsidRPr="0001239D" w:rsidRDefault="000E362F" w:rsidP="00801D49">
      <w:pPr>
        <w:rPr>
          <w:sz w:val="32"/>
          <w:szCs w:val="32"/>
        </w:rPr>
      </w:pPr>
    </w:p>
    <w:p w14:paraId="63C8C2D5" w14:textId="77777777" w:rsidR="000E362F" w:rsidRDefault="000E362F" w:rsidP="00801D49">
      <w:pPr>
        <w:rPr>
          <w:sz w:val="32"/>
          <w:szCs w:val="32"/>
        </w:rPr>
      </w:pPr>
    </w:p>
    <w:p w14:paraId="27E758E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Sheron,</w:t>
      </w:r>
    </w:p>
    <w:p w14:paraId="714B0CA7" w14:textId="77777777" w:rsidR="000E362F" w:rsidRDefault="000E362F" w:rsidP="00801D49">
      <w:pPr>
        <w:rPr>
          <w:sz w:val="32"/>
          <w:szCs w:val="32"/>
        </w:rPr>
      </w:pPr>
    </w:p>
    <w:p w14:paraId="6731685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D7CAD3E" w14:textId="77777777" w:rsidR="000E362F" w:rsidRDefault="000E362F" w:rsidP="00801D49">
      <w:pPr>
        <w:rPr>
          <w:sz w:val="32"/>
          <w:szCs w:val="32"/>
        </w:rPr>
      </w:pPr>
    </w:p>
    <w:p w14:paraId="630F02F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1F240E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F8296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B0E96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7C9DE7" wp14:editId="01C24F4F">
                  <wp:extent cx="6399207" cy="3924300"/>
                  <wp:effectExtent l="0" t="0" r="1905" b="0"/>
                  <wp:docPr id="372" name="Picture 37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94BB5" w14:textId="77777777" w:rsidR="000E362F" w:rsidRDefault="000E362F" w:rsidP="00801D49"/>
    <w:p w14:paraId="29BA18D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Izetta Funnell</w:t>
      </w:r>
    </w:p>
    <w:p w14:paraId="635727B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82 Winsor St #54</w:t>
      </w:r>
    </w:p>
    <w:p w14:paraId="219BD29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Atlanta, GA 30340</w:t>
      </w:r>
    </w:p>
    <w:p w14:paraId="71EA4098" w14:textId="77777777" w:rsidR="000E362F" w:rsidRDefault="000E362F" w:rsidP="00801D49"/>
    <w:p w14:paraId="42BCF656" w14:textId="77777777" w:rsidR="000E362F" w:rsidRPr="0001239D" w:rsidRDefault="000E362F" w:rsidP="00801D49">
      <w:pPr>
        <w:rPr>
          <w:sz w:val="32"/>
          <w:szCs w:val="32"/>
        </w:rPr>
      </w:pPr>
    </w:p>
    <w:p w14:paraId="66432977" w14:textId="77777777" w:rsidR="000E362F" w:rsidRDefault="000E362F" w:rsidP="00801D49">
      <w:pPr>
        <w:rPr>
          <w:sz w:val="32"/>
          <w:szCs w:val="32"/>
        </w:rPr>
      </w:pPr>
    </w:p>
    <w:p w14:paraId="399AAD7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Izetta,</w:t>
      </w:r>
    </w:p>
    <w:p w14:paraId="7DFDBC5E" w14:textId="77777777" w:rsidR="000E362F" w:rsidRDefault="000E362F" w:rsidP="00801D49">
      <w:pPr>
        <w:rPr>
          <w:sz w:val="32"/>
          <w:szCs w:val="32"/>
        </w:rPr>
      </w:pPr>
    </w:p>
    <w:p w14:paraId="0A3051F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AC464B0" w14:textId="77777777" w:rsidR="000E362F" w:rsidRDefault="000E362F" w:rsidP="00801D49">
      <w:pPr>
        <w:rPr>
          <w:sz w:val="32"/>
          <w:szCs w:val="32"/>
        </w:rPr>
      </w:pPr>
    </w:p>
    <w:p w14:paraId="5B57A17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BDADB1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49EB19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614521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693982" wp14:editId="5DCFF65A">
                  <wp:extent cx="6399207" cy="3924300"/>
                  <wp:effectExtent l="0" t="0" r="1905" b="0"/>
                  <wp:docPr id="373" name="Picture 37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0019E" w14:textId="77777777" w:rsidR="000E362F" w:rsidRDefault="000E362F" w:rsidP="00801D49"/>
    <w:p w14:paraId="0C1AC55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Rodolfo Butzen</w:t>
      </w:r>
    </w:p>
    <w:p w14:paraId="7A127F1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41 Steel Ct</w:t>
      </w:r>
    </w:p>
    <w:p w14:paraId="32A35ED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Northfield, MN 55057</w:t>
      </w:r>
    </w:p>
    <w:p w14:paraId="40794554" w14:textId="77777777" w:rsidR="000E362F" w:rsidRDefault="000E362F" w:rsidP="00801D49"/>
    <w:p w14:paraId="07657359" w14:textId="77777777" w:rsidR="000E362F" w:rsidRPr="0001239D" w:rsidRDefault="000E362F" w:rsidP="00801D49">
      <w:pPr>
        <w:rPr>
          <w:sz w:val="32"/>
          <w:szCs w:val="32"/>
        </w:rPr>
      </w:pPr>
    </w:p>
    <w:p w14:paraId="5A06C9EA" w14:textId="77777777" w:rsidR="000E362F" w:rsidRDefault="000E362F" w:rsidP="00801D49">
      <w:pPr>
        <w:rPr>
          <w:sz w:val="32"/>
          <w:szCs w:val="32"/>
        </w:rPr>
      </w:pPr>
    </w:p>
    <w:p w14:paraId="517CF2C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Rodolfo,</w:t>
      </w:r>
    </w:p>
    <w:p w14:paraId="417A4476" w14:textId="77777777" w:rsidR="000E362F" w:rsidRDefault="000E362F" w:rsidP="00801D49">
      <w:pPr>
        <w:rPr>
          <w:sz w:val="32"/>
          <w:szCs w:val="32"/>
        </w:rPr>
      </w:pPr>
    </w:p>
    <w:p w14:paraId="0AA134F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57AAABF" w14:textId="77777777" w:rsidR="000E362F" w:rsidRDefault="000E362F" w:rsidP="00801D49">
      <w:pPr>
        <w:rPr>
          <w:sz w:val="32"/>
          <w:szCs w:val="32"/>
        </w:rPr>
      </w:pPr>
    </w:p>
    <w:p w14:paraId="2DF53D4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43B8E4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417293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BCD0A7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2AD3E0" wp14:editId="1C0EFF56">
                  <wp:extent cx="6399207" cy="3924300"/>
                  <wp:effectExtent l="0" t="0" r="1905" b="0"/>
                  <wp:docPr id="374" name="Picture 37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94B616" w14:textId="77777777" w:rsidR="000E362F" w:rsidRDefault="000E362F" w:rsidP="00801D49"/>
    <w:p w14:paraId="1F1A500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Zona Colla</w:t>
      </w:r>
    </w:p>
    <w:p w14:paraId="4F7D9F1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49440 Dearborn St</w:t>
      </w:r>
    </w:p>
    <w:p w14:paraId="214E3C0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Norwalk, CT 6854</w:t>
      </w:r>
    </w:p>
    <w:p w14:paraId="5161DB98" w14:textId="77777777" w:rsidR="000E362F" w:rsidRDefault="000E362F" w:rsidP="00801D49"/>
    <w:p w14:paraId="32322425" w14:textId="77777777" w:rsidR="000E362F" w:rsidRPr="0001239D" w:rsidRDefault="000E362F" w:rsidP="00801D49">
      <w:pPr>
        <w:rPr>
          <w:sz w:val="32"/>
          <w:szCs w:val="32"/>
        </w:rPr>
      </w:pPr>
    </w:p>
    <w:p w14:paraId="48A175AF" w14:textId="77777777" w:rsidR="000E362F" w:rsidRDefault="000E362F" w:rsidP="00801D49">
      <w:pPr>
        <w:rPr>
          <w:sz w:val="32"/>
          <w:szCs w:val="32"/>
        </w:rPr>
      </w:pPr>
    </w:p>
    <w:p w14:paraId="752C970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Zona,</w:t>
      </w:r>
    </w:p>
    <w:p w14:paraId="4AAB13A7" w14:textId="77777777" w:rsidR="000E362F" w:rsidRDefault="000E362F" w:rsidP="00801D49">
      <w:pPr>
        <w:rPr>
          <w:sz w:val="32"/>
          <w:szCs w:val="32"/>
        </w:rPr>
      </w:pPr>
    </w:p>
    <w:p w14:paraId="201DD05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2CEC8A4" w14:textId="77777777" w:rsidR="000E362F" w:rsidRDefault="000E362F" w:rsidP="00801D49">
      <w:pPr>
        <w:rPr>
          <w:sz w:val="32"/>
          <w:szCs w:val="32"/>
        </w:rPr>
      </w:pPr>
    </w:p>
    <w:p w14:paraId="41F3FB0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F2A91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2EFF75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34CC35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663A3F" wp14:editId="1AD5389D">
                  <wp:extent cx="6399207" cy="3924300"/>
                  <wp:effectExtent l="0" t="0" r="1905" b="0"/>
                  <wp:docPr id="375" name="Picture 37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EFB62A" w14:textId="77777777" w:rsidR="000E362F" w:rsidRDefault="000E362F" w:rsidP="00801D49"/>
    <w:p w14:paraId="592C5E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Serina Zagen</w:t>
      </w:r>
    </w:p>
    <w:p w14:paraId="1621B94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S Beverly Dr</w:t>
      </w:r>
    </w:p>
    <w:p w14:paraId="26CD790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Fort Wayne, IN 46802</w:t>
      </w:r>
    </w:p>
    <w:p w14:paraId="33A845FA" w14:textId="77777777" w:rsidR="000E362F" w:rsidRDefault="000E362F" w:rsidP="00801D49"/>
    <w:p w14:paraId="59915226" w14:textId="77777777" w:rsidR="000E362F" w:rsidRPr="0001239D" w:rsidRDefault="000E362F" w:rsidP="00801D49">
      <w:pPr>
        <w:rPr>
          <w:sz w:val="32"/>
          <w:szCs w:val="32"/>
        </w:rPr>
      </w:pPr>
    </w:p>
    <w:p w14:paraId="37095CD6" w14:textId="77777777" w:rsidR="000E362F" w:rsidRDefault="000E362F" w:rsidP="00801D49">
      <w:pPr>
        <w:rPr>
          <w:sz w:val="32"/>
          <w:szCs w:val="32"/>
        </w:rPr>
      </w:pPr>
    </w:p>
    <w:p w14:paraId="7D3B603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Serina,</w:t>
      </w:r>
    </w:p>
    <w:p w14:paraId="69E651ED" w14:textId="77777777" w:rsidR="000E362F" w:rsidRDefault="000E362F" w:rsidP="00801D49">
      <w:pPr>
        <w:rPr>
          <w:sz w:val="32"/>
          <w:szCs w:val="32"/>
        </w:rPr>
      </w:pPr>
    </w:p>
    <w:p w14:paraId="43E1E35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BDC40B3" w14:textId="77777777" w:rsidR="000E362F" w:rsidRDefault="000E362F" w:rsidP="00801D49">
      <w:pPr>
        <w:rPr>
          <w:sz w:val="32"/>
          <w:szCs w:val="32"/>
        </w:rPr>
      </w:pPr>
    </w:p>
    <w:p w14:paraId="5BAAEBA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1FD46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7C648B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B23CEE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E99B95" wp14:editId="1D024D9E">
                  <wp:extent cx="6399207" cy="3924300"/>
                  <wp:effectExtent l="0" t="0" r="1905" b="0"/>
                  <wp:docPr id="376" name="Picture 37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DF8C0A" w14:textId="77777777" w:rsidR="000E362F" w:rsidRDefault="000E362F" w:rsidP="00801D49"/>
    <w:p w14:paraId="170C180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Paz Sahagun</w:t>
      </w:r>
    </w:p>
    <w:p w14:paraId="4602877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919 Wall Blvd</w:t>
      </w:r>
    </w:p>
    <w:p w14:paraId="6A134ED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Meridian, MS 39307</w:t>
      </w:r>
    </w:p>
    <w:p w14:paraId="01C4AF48" w14:textId="77777777" w:rsidR="000E362F" w:rsidRDefault="000E362F" w:rsidP="00801D49"/>
    <w:p w14:paraId="71850577" w14:textId="77777777" w:rsidR="000E362F" w:rsidRPr="0001239D" w:rsidRDefault="000E362F" w:rsidP="00801D49">
      <w:pPr>
        <w:rPr>
          <w:sz w:val="32"/>
          <w:szCs w:val="32"/>
        </w:rPr>
      </w:pPr>
    </w:p>
    <w:p w14:paraId="172F9BCC" w14:textId="77777777" w:rsidR="000E362F" w:rsidRDefault="000E362F" w:rsidP="00801D49">
      <w:pPr>
        <w:rPr>
          <w:sz w:val="32"/>
          <w:szCs w:val="32"/>
        </w:rPr>
      </w:pPr>
    </w:p>
    <w:p w14:paraId="1878AB5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Paz,</w:t>
      </w:r>
    </w:p>
    <w:p w14:paraId="6852E8D9" w14:textId="77777777" w:rsidR="000E362F" w:rsidRDefault="000E362F" w:rsidP="00801D49">
      <w:pPr>
        <w:rPr>
          <w:sz w:val="32"/>
          <w:szCs w:val="32"/>
        </w:rPr>
      </w:pPr>
    </w:p>
    <w:p w14:paraId="4FBBB36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EDE902B" w14:textId="77777777" w:rsidR="000E362F" w:rsidRDefault="000E362F" w:rsidP="00801D49">
      <w:pPr>
        <w:rPr>
          <w:sz w:val="32"/>
          <w:szCs w:val="32"/>
        </w:rPr>
      </w:pPr>
    </w:p>
    <w:p w14:paraId="6B4DB75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F7F1F8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3954A1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AE879C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68597F" wp14:editId="4A3E6432">
                  <wp:extent cx="6399207" cy="3924300"/>
                  <wp:effectExtent l="0" t="0" r="1905" b="0"/>
                  <wp:docPr id="377" name="Picture 37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48638B" w14:textId="77777777" w:rsidR="000E362F" w:rsidRDefault="000E362F" w:rsidP="00801D49"/>
    <w:p w14:paraId="111FA9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Markus Lukasik</w:t>
      </w:r>
    </w:p>
    <w:p w14:paraId="06C31E2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89 20th St E #779</w:t>
      </w:r>
    </w:p>
    <w:p w14:paraId="0668ACD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Sterling Heights, MI 48310</w:t>
      </w:r>
    </w:p>
    <w:p w14:paraId="78BB7271" w14:textId="77777777" w:rsidR="000E362F" w:rsidRDefault="000E362F" w:rsidP="00801D49"/>
    <w:p w14:paraId="4A225E0C" w14:textId="77777777" w:rsidR="000E362F" w:rsidRPr="0001239D" w:rsidRDefault="000E362F" w:rsidP="00801D49">
      <w:pPr>
        <w:rPr>
          <w:sz w:val="32"/>
          <w:szCs w:val="32"/>
        </w:rPr>
      </w:pPr>
    </w:p>
    <w:p w14:paraId="237EDC16" w14:textId="77777777" w:rsidR="000E362F" w:rsidRDefault="000E362F" w:rsidP="00801D49">
      <w:pPr>
        <w:rPr>
          <w:sz w:val="32"/>
          <w:szCs w:val="32"/>
        </w:rPr>
      </w:pPr>
    </w:p>
    <w:p w14:paraId="54CDF6C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Markus,</w:t>
      </w:r>
    </w:p>
    <w:p w14:paraId="7C8138BC" w14:textId="77777777" w:rsidR="000E362F" w:rsidRDefault="000E362F" w:rsidP="00801D49">
      <w:pPr>
        <w:rPr>
          <w:sz w:val="32"/>
          <w:szCs w:val="32"/>
        </w:rPr>
      </w:pPr>
    </w:p>
    <w:p w14:paraId="046A7B9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13E391" w14:textId="77777777" w:rsidR="000E362F" w:rsidRDefault="000E362F" w:rsidP="00801D49">
      <w:pPr>
        <w:rPr>
          <w:sz w:val="32"/>
          <w:szCs w:val="32"/>
        </w:rPr>
      </w:pPr>
    </w:p>
    <w:p w14:paraId="0A0DDC6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0CC89F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4BD85A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1D5DE4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96A88E" wp14:editId="6CCD39FB">
                  <wp:extent cx="6399207" cy="3924300"/>
                  <wp:effectExtent l="0" t="0" r="1905" b="0"/>
                  <wp:docPr id="378" name="Picture 37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BCA65D" w14:textId="77777777" w:rsidR="000E362F" w:rsidRDefault="000E362F" w:rsidP="00801D49"/>
    <w:p w14:paraId="71472A0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Jaclyn Bachman</w:t>
      </w:r>
    </w:p>
    <w:p w14:paraId="522546F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721 Interstate 45 S</w:t>
      </w:r>
    </w:p>
    <w:p w14:paraId="7B20FA9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Colorado Springs, CO 80919</w:t>
      </w:r>
    </w:p>
    <w:p w14:paraId="3B3AC39B" w14:textId="77777777" w:rsidR="000E362F" w:rsidRDefault="000E362F" w:rsidP="00801D49"/>
    <w:p w14:paraId="586EED3F" w14:textId="77777777" w:rsidR="000E362F" w:rsidRPr="0001239D" w:rsidRDefault="000E362F" w:rsidP="00801D49">
      <w:pPr>
        <w:rPr>
          <w:sz w:val="32"/>
          <w:szCs w:val="32"/>
        </w:rPr>
      </w:pPr>
    </w:p>
    <w:p w14:paraId="32905EDB" w14:textId="77777777" w:rsidR="000E362F" w:rsidRDefault="000E362F" w:rsidP="00801D49">
      <w:pPr>
        <w:rPr>
          <w:sz w:val="32"/>
          <w:szCs w:val="32"/>
        </w:rPr>
      </w:pPr>
    </w:p>
    <w:p w14:paraId="6793D0A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Jaclyn,</w:t>
      </w:r>
    </w:p>
    <w:p w14:paraId="2CB84905" w14:textId="77777777" w:rsidR="000E362F" w:rsidRDefault="000E362F" w:rsidP="00801D49">
      <w:pPr>
        <w:rPr>
          <w:sz w:val="32"/>
          <w:szCs w:val="32"/>
        </w:rPr>
      </w:pPr>
    </w:p>
    <w:p w14:paraId="34D6210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5BEE091" w14:textId="77777777" w:rsidR="000E362F" w:rsidRDefault="000E362F" w:rsidP="00801D49">
      <w:pPr>
        <w:rPr>
          <w:sz w:val="32"/>
          <w:szCs w:val="32"/>
        </w:rPr>
      </w:pPr>
    </w:p>
    <w:p w14:paraId="56B9E34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4511B5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12138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693D9A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364FB1" wp14:editId="769BF65D">
                  <wp:extent cx="6399207" cy="3924300"/>
                  <wp:effectExtent l="0" t="0" r="1905" b="0"/>
                  <wp:docPr id="379" name="Picture 37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48B97" w14:textId="77777777" w:rsidR="000E362F" w:rsidRDefault="000E362F" w:rsidP="00801D49"/>
    <w:p w14:paraId="60EC26B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Cyril Daufeldt</w:t>
      </w:r>
    </w:p>
    <w:p w14:paraId="5E96859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 Lawton St</w:t>
      </w:r>
    </w:p>
    <w:p w14:paraId="4F909BE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10013</w:t>
      </w:r>
    </w:p>
    <w:p w14:paraId="79BA75F0" w14:textId="77777777" w:rsidR="000E362F" w:rsidRDefault="000E362F" w:rsidP="00801D49"/>
    <w:p w14:paraId="014B63CA" w14:textId="77777777" w:rsidR="000E362F" w:rsidRPr="0001239D" w:rsidRDefault="000E362F" w:rsidP="00801D49">
      <w:pPr>
        <w:rPr>
          <w:sz w:val="32"/>
          <w:szCs w:val="32"/>
        </w:rPr>
      </w:pPr>
    </w:p>
    <w:p w14:paraId="443FE991" w14:textId="77777777" w:rsidR="000E362F" w:rsidRDefault="000E362F" w:rsidP="00801D49">
      <w:pPr>
        <w:rPr>
          <w:sz w:val="32"/>
          <w:szCs w:val="32"/>
        </w:rPr>
      </w:pPr>
    </w:p>
    <w:p w14:paraId="62F0277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Cyril,</w:t>
      </w:r>
    </w:p>
    <w:p w14:paraId="32269942" w14:textId="77777777" w:rsidR="000E362F" w:rsidRDefault="000E362F" w:rsidP="00801D49">
      <w:pPr>
        <w:rPr>
          <w:sz w:val="32"/>
          <w:szCs w:val="32"/>
        </w:rPr>
      </w:pPr>
    </w:p>
    <w:p w14:paraId="0DD2461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D74395" w14:textId="77777777" w:rsidR="000E362F" w:rsidRDefault="000E362F" w:rsidP="00801D49">
      <w:pPr>
        <w:rPr>
          <w:sz w:val="32"/>
          <w:szCs w:val="32"/>
        </w:rPr>
      </w:pPr>
    </w:p>
    <w:p w14:paraId="1B488E9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991DF3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509AE6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C2CFD9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474F69" wp14:editId="42BE5246">
                  <wp:extent cx="6399207" cy="3924300"/>
                  <wp:effectExtent l="0" t="0" r="1905" b="0"/>
                  <wp:docPr id="380" name="Picture 38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745466" w14:textId="77777777" w:rsidR="000E362F" w:rsidRDefault="000E362F" w:rsidP="00801D49"/>
    <w:p w14:paraId="6CD6A29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Gayla Schnitzler</w:t>
      </w:r>
    </w:p>
    <w:p w14:paraId="0129983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 Pleasant Hill Rd</w:t>
      </w:r>
    </w:p>
    <w:p w14:paraId="33C213F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Hayward, CA 94545</w:t>
      </w:r>
    </w:p>
    <w:p w14:paraId="37856A63" w14:textId="77777777" w:rsidR="000E362F" w:rsidRDefault="000E362F" w:rsidP="00801D49"/>
    <w:p w14:paraId="144F3404" w14:textId="77777777" w:rsidR="000E362F" w:rsidRPr="0001239D" w:rsidRDefault="000E362F" w:rsidP="00801D49">
      <w:pPr>
        <w:rPr>
          <w:sz w:val="32"/>
          <w:szCs w:val="32"/>
        </w:rPr>
      </w:pPr>
    </w:p>
    <w:p w14:paraId="3D8B49BB" w14:textId="77777777" w:rsidR="000E362F" w:rsidRDefault="000E362F" w:rsidP="00801D49">
      <w:pPr>
        <w:rPr>
          <w:sz w:val="32"/>
          <w:szCs w:val="32"/>
        </w:rPr>
      </w:pPr>
    </w:p>
    <w:p w14:paraId="2398615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Gayla,</w:t>
      </w:r>
    </w:p>
    <w:p w14:paraId="27DA978D" w14:textId="77777777" w:rsidR="000E362F" w:rsidRDefault="000E362F" w:rsidP="00801D49">
      <w:pPr>
        <w:rPr>
          <w:sz w:val="32"/>
          <w:szCs w:val="32"/>
        </w:rPr>
      </w:pPr>
    </w:p>
    <w:p w14:paraId="07F4D35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65D7A24" w14:textId="77777777" w:rsidR="000E362F" w:rsidRDefault="000E362F" w:rsidP="00801D49">
      <w:pPr>
        <w:rPr>
          <w:sz w:val="32"/>
          <w:szCs w:val="32"/>
        </w:rPr>
      </w:pPr>
    </w:p>
    <w:p w14:paraId="5B238B5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DA6A29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8B8794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CB9387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672D2F" wp14:editId="033D312E">
                  <wp:extent cx="6399207" cy="3924300"/>
                  <wp:effectExtent l="0" t="0" r="1905" b="0"/>
                  <wp:docPr id="381" name="Picture 38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10CA32" w14:textId="77777777" w:rsidR="000E362F" w:rsidRDefault="000E362F" w:rsidP="00801D49"/>
    <w:p w14:paraId="0729A54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Erick Nievas</w:t>
      </w:r>
    </w:p>
    <w:p w14:paraId="63B54D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45 E Acacia Ct</w:t>
      </w:r>
    </w:p>
    <w:p w14:paraId="3D78C0F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60624</w:t>
      </w:r>
    </w:p>
    <w:p w14:paraId="5C8EDD74" w14:textId="77777777" w:rsidR="000E362F" w:rsidRDefault="000E362F" w:rsidP="00801D49"/>
    <w:p w14:paraId="6FD2874D" w14:textId="77777777" w:rsidR="000E362F" w:rsidRPr="0001239D" w:rsidRDefault="000E362F" w:rsidP="00801D49">
      <w:pPr>
        <w:rPr>
          <w:sz w:val="32"/>
          <w:szCs w:val="32"/>
        </w:rPr>
      </w:pPr>
    </w:p>
    <w:p w14:paraId="7A9D7ED8" w14:textId="77777777" w:rsidR="000E362F" w:rsidRDefault="000E362F" w:rsidP="00801D49">
      <w:pPr>
        <w:rPr>
          <w:sz w:val="32"/>
          <w:szCs w:val="32"/>
        </w:rPr>
      </w:pPr>
    </w:p>
    <w:p w14:paraId="071817A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Erick,</w:t>
      </w:r>
    </w:p>
    <w:p w14:paraId="424F82BC" w14:textId="77777777" w:rsidR="000E362F" w:rsidRDefault="000E362F" w:rsidP="00801D49">
      <w:pPr>
        <w:rPr>
          <w:sz w:val="32"/>
          <w:szCs w:val="32"/>
        </w:rPr>
      </w:pPr>
    </w:p>
    <w:p w14:paraId="7F573AD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0783991" w14:textId="77777777" w:rsidR="000E362F" w:rsidRDefault="000E362F" w:rsidP="00801D49">
      <w:pPr>
        <w:rPr>
          <w:sz w:val="32"/>
          <w:szCs w:val="32"/>
        </w:rPr>
      </w:pPr>
    </w:p>
    <w:p w14:paraId="2F45613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3AE75C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DF5CB4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6E86EF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9461AA" wp14:editId="20739A31">
                  <wp:extent cx="6399207" cy="3924300"/>
                  <wp:effectExtent l="0" t="0" r="1905" b="0"/>
                  <wp:docPr id="382" name="Picture 38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834812" w14:textId="77777777" w:rsidR="000E362F" w:rsidRDefault="000E362F" w:rsidP="00801D49"/>
    <w:p w14:paraId="5C708AA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Jennie Drymon</w:t>
      </w:r>
    </w:p>
    <w:p w14:paraId="6483A6F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63728 Poway Rd #1</w:t>
      </w:r>
    </w:p>
    <w:p w14:paraId="29A864F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Scranton, PA 18509</w:t>
      </w:r>
    </w:p>
    <w:p w14:paraId="3C35088E" w14:textId="77777777" w:rsidR="000E362F" w:rsidRDefault="000E362F" w:rsidP="00801D49"/>
    <w:p w14:paraId="5996005B" w14:textId="77777777" w:rsidR="000E362F" w:rsidRPr="0001239D" w:rsidRDefault="000E362F" w:rsidP="00801D49">
      <w:pPr>
        <w:rPr>
          <w:sz w:val="32"/>
          <w:szCs w:val="32"/>
        </w:rPr>
      </w:pPr>
    </w:p>
    <w:p w14:paraId="6A989BEA" w14:textId="77777777" w:rsidR="000E362F" w:rsidRDefault="000E362F" w:rsidP="00801D49">
      <w:pPr>
        <w:rPr>
          <w:sz w:val="32"/>
          <w:szCs w:val="32"/>
        </w:rPr>
      </w:pPr>
    </w:p>
    <w:p w14:paraId="7BA25FA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Jennie,</w:t>
      </w:r>
    </w:p>
    <w:p w14:paraId="1F3DAA32" w14:textId="77777777" w:rsidR="000E362F" w:rsidRDefault="000E362F" w:rsidP="00801D49">
      <w:pPr>
        <w:rPr>
          <w:sz w:val="32"/>
          <w:szCs w:val="32"/>
        </w:rPr>
      </w:pPr>
    </w:p>
    <w:p w14:paraId="1BB7101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8F1FB1B" w14:textId="77777777" w:rsidR="000E362F" w:rsidRDefault="000E362F" w:rsidP="00801D49">
      <w:pPr>
        <w:rPr>
          <w:sz w:val="32"/>
          <w:szCs w:val="32"/>
        </w:rPr>
      </w:pPr>
    </w:p>
    <w:p w14:paraId="563B1B1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48B2AD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5EB44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9F7E3C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EF15B5" wp14:editId="2820744E">
                  <wp:extent cx="6399207" cy="3924300"/>
                  <wp:effectExtent l="0" t="0" r="1905" b="0"/>
                  <wp:docPr id="383" name="Picture 38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A74DF4" w14:textId="77777777" w:rsidR="000E362F" w:rsidRDefault="000E362F" w:rsidP="00801D49"/>
    <w:p w14:paraId="166674A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Mitsue Scipione</w:t>
      </w:r>
    </w:p>
    <w:p w14:paraId="739579B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77 222 Dr</w:t>
      </w:r>
    </w:p>
    <w:p w14:paraId="486C306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Oroville, CA 95965</w:t>
      </w:r>
    </w:p>
    <w:p w14:paraId="798A0395" w14:textId="77777777" w:rsidR="000E362F" w:rsidRDefault="000E362F" w:rsidP="00801D49"/>
    <w:p w14:paraId="3EB86A5C" w14:textId="77777777" w:rsidR="000E362F" w:rsidRPr="0001239D" w:rsidRDefault="000E362F" w:rsidP="00801D49">
      <w:pPr>
        <w:rPr>
          <w:sz w:val="32"/>
          <w:szCs w:val="32"/>
        </w:rPr>
      </w:pPr>
    </w:p>
    <w:p w14:paraId="43D50F62" w14:textId="77777777" w:rsidR="000E362F" w:rsidRDefault="000E362F" w:rsidP="00801D49">
      <w:pPr>
        <w:rPr>
          <w:sz w:val="32"/>
          <w:szCs w:val="32"/>
        </w:rPr>
      </w:pPr>
    </w:p>
    <w:p w14:paraId="5FBBF2C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Mitsue,</w:t>
      </w:r>
    </w:p>
    <w:p w14:paraId="485D7D68" w14:textId="77777777" w:rsidR="000E362F" w:rsidRDefault="000E362F" w:rsidP="00801D49">
      <w:pPr>
        <w:rPr>
          <w:sz w:val="32"/>
          <w:szCs w:val="32"/>
        </w:rPr>
      </w:pPr>
    </w:p>
    <w:p w14:paraId="45A0D2B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5C007A6" w14:textId="77777777" w:rsidR="000E362F" w:rsidRDefault="000E362F" w:rsidP="00801D49">
      <w:pPr>
        <w:rPr>
          <w:sz w:val="32"/>
          <w:szCs w:val="32"/>
        </w:rPr>
      </w:pPr>
    </w:p>
    <w:p w14:paraId="72F2575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60DEEB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5DF7E7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F8AAB6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1AACFB" wp14:editId="1A6AC817">
                  <wp:extent cx="6399207" cy="3924300"/>
                  <wp:effectExtent l="0" t="0" r="1905" b="0"/>
                  <wp:docPr id="384" name="Picture 38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037D76" w14:textId="77777777" w:rsidR="000E362F" w:rsidRDefault="000E362F" w:rsidP="00801D49"/>
    <w:p w14:paraId="52F0F6B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Ciara Ventura</w:t>
      </w:r>
    </w:p>
    <w:p w14:paraId="013615C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53 W Carey St</w:t>
      </w:r>
    </w:p>
    <w:p w14:paraId="12EDAB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Port Jervis, NY 12771</w:t>
      </w:r>
    </w:p>
    <w:p w14:paraId="42DF59B9" w14:textId="77777777" w:rsidR="000E362F" w:rsidRDefault="000E362F" w:rsidP="00801D49"/>
    <w:p w14:paraId="0D81DFB2" w14:textId="77777777" w:rsidR="000E362F" w:rsidRPr="0001239D" w:rsidRDefault="000E362F" w:rsidP="00801D49">
      <w:pPr>
        <w:rPr>
          <w:sz w:val="32"/>
          <w:szCs w:val="32"/>
        </w:rPr>
      </w:pPr>
    </w:p>
    <w:p w14:paraId="4A6F646A" w14:textId="77777777" w:rsidR="000E362F" w:rsidRDefault="000E362F" w:rsidP="00801D49">
      <w:pPr>
        <w:rPr>
          <w:sz w:val="32"/>
          <w:szCs w:val="32"/>
        </w:rPr>
      </w:pPr>
    </w:p>
    <w:p w14:paraId="2E6C0B8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Ciara,</w:t>
      </w:r>
    </w:p>
    <w:p w14:paraId="02040049" w14:textId="77777777" w:rsidR="000E362F" w:rsidRDefault="000E362F" w:rsidP="00801D49">
      <w:pPr>
        <w:rPr>
          <w:sz w:val="32"/>
          <w:szCs w:val="32"/>
        </w:rPr>
      </w:pPr>
    </w:p>
    <w:p w14:paraId="6E8B9EB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D56085C" w14:textId="77777777" w:rsidR="000E362F" w:rsidRDefault="000E362F" w:rsidP="00801D49">
      <w:pPr>
        <w:rPr>
          <w:sz w:val="32"/>
          <w:szCs w:val="32"/>
        </w:rPr>
      </w:pPr>
    </w:p>
    <w:p w14:paraId="688BB5D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CB11A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84A8F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3702D3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8AE8F6" wp14:editId="2517D59B">
                  <wp:extent cx="6399207" cy="3924300"/>
                  <wp:effectExtent l="0" t="0" r="1905" b="0"/>
                  <wp:docPr id="385" name="Picture 38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531F31" w14:textId="77777777" w:rsidR="000E362F" w:rsidRDefault="000E362F" w:rsidP="00801D49"/>
    <w:p w14:paraId="74E060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Galen Cantres</w:t>
      </w:r>
    </w:p>
    <w:p w14:paraId="5ED9AC6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617 Nw 36th Ave</w:t>
      </w:r>
    </w:p>
    <w:p w14:paraId="5FB8B38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Brook Park, OH 44142</w:t>
      </w:r>
    </w:p>
    <w:p w14:paraId="4BCC2B64" w14:textId="77777777" w:rsidR="000E362F" w:rsidRDefault="000E362F" w:rsidP="00801D49"/>
    <w:p w14:paraId="72A98400" w14:textId="77777777" w:rsidR="000E362F" w:rsidRPr="0001239D" w:rsidRDefault="000E362F" w:rsidP="00801D49">
      <w:pPr>
        <w:rPr>
          <w:sz w:val="32"/>
          <w:szCs w:val="32"/>
        </w:rPr>
      </w:pPr>
    </w:p>
    <w:p w14:paraId="6C39EAAF" w14:textId="77777777" w:rsidR="000E362F" w:rsidRDefault="000E362F" w:rsidP="00801D49">
      <w:pPr>
        <w:rPr>
          <w:sz w:val="32"/>
          <w:szCs w:val="32"/>
        </w:rPr>
      </w:pPr>
    </w:p>
    <w:p w14:paraId="04ED30F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Galen,</w:t>
      </w:r>
    </w:p>
    <w:p w14:paraId="1A7D25AA" w14:textId="77777777" w:rsidR="000E362F" w:rsidRDefault="000E362F" w:rsidP="00801D49">
      <w:pPr>
        <w:rPr>
          <w:sz w:val="32"/>
          <w:szCs w:val="32"/>
        </w:rPr>
      </w:pPr>
    </w:p>
    <w:p w14:paraId="4E1AB6B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1E12B2D" w14:textId="77777777" w:rsidR="000E362F" w:rsidRDefault="000E362F" w:rsidP="00801D49">
      <w:pPr>
        <w:rPr>
          <w:sz w:val="32"/>
          <w:szCs w:val="32"/>
        </w:rPr>
      </w:pPr>
    </w:p>
    <w:p w14:paraId="6642583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3FA51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B9BF8F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6ACBB5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6A55BC" wp14:editId="7067E2B6">
                  <wp:extent cx="6399207" cy="3924300"/>
                  <wp:effectExtent l="0" t="0" r="1905" b="0"/>
                  <wp:docPr id="386" name="Picture 38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AAAE9D" w14:textId="77777777" w:rsidR="000E362F" w:rsidRDefault="000E362F" w:rsidP="00801D49"/>
    <w:p w14:paraId="13F98E2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Truman Feichtner</w:t>
      </w:r>
    </w:p>
    <w:p w14:paraId="67D0700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539 Coldwater Canyon Ave</w:t>
      </w:r>
    </w:p>
    <w:p w14:paraId="4267676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Bloomfield, NJ 7003</w:t>
      </w:r>
    </w:p>
    <w:p w14:paraId="13F7D675" w14:textId="77777777" w:rsidR="000E362F" w:rsidRDefault="000E362F" w:rsidP="00801D49"/>
    <w:p w14:paraId="25EB04C5" w14:textId="77777777" w:rsidR="000E362F" w:rsidRPr="0001239D" w:rsidRDefault="000E362F" w:rsidP="00801D49">
      <w:pPr>
        <w:rPr>
          <w:sz w:val="32"/>
          <w:szCs w:val="32"/>
        </w:rPr>
      </w:pPr>
    </w:p>
    <w:p w14:paraId="4422D13C" w14:textId="77777777" w:rsidR="000E362F" w:rsidRDefault="000E362F" w:rsidP="00801D49">
      <w:pPr>
        <w:rPr>
          <w:sz w:val="32"/>
          <w:szCs w:val="32"/>
        </w:rPr>
      </w:pPr>
    </w:p>
    <w:p w14:paraId="06C1B23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Truman,</w:t>
      </w:r>
    </w:p>
    <w:p w14:paraId="4FDE52B3" w14:textId="77777777" w:rsidR="000E362F" w:rsidRDefault="000E362F" w:rsidP="00801D49">
      <w:pPr>
        <w:rPr>
          <w:sz w:val="32"/>
          <w:szCs w:val="32"/>
        </w:rPr>
      </w:pPr>
    </w:p>
    <w:p w14:paraId="1F1786C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49958E7" w14:textId="77777777" w:rsidR="000E362F" w:rsidRDefault="000E362F" w:rsidP="00801D49">
      <w:pPr>
        <w:rPr>
          <w:sz w:val="32"/>
          <w:szCs w:val="32"/>
        </w:rPr>
      </w:pPr>
    </w:p>
    <w:p w14:paraId="69F477F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2AC68E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EF370B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B42062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716304" wp14:editId="04F076E2">
                  <wp:extent cx="6399207" cy="3924300"/>
                  <wp:effectExtent l="0" t="0" r="1905" b="0"/>
                  <wp:docPr id="387" name="Picture 38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3724AB" w14:textId="77777777" w:rsidR="000E362F" w:rsidRDefault="000E362F" w:rsidP="00801D49"/>
    <w:p w14:paraId="4A86A36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Gail Kitty</w:t>
      </w:r>
    </w:p>
    <w:p w14:paraId="2A37030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735 Crawford Dr</w:t>
      </w:r>
    </w:p>
    <w:p w14:paraId="1B7CEDC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Anchorage, AK 99501</w:t>
      </w:r>
    </w:p>
    <w:p w14:paraId="22B9CB66" w14:textId="77777777" w:rsidR="000E362F" w:rsidRDefault="000E362F" w:rsidP="00801D49"/>
    <w:p w14:paraId="4CBCCA11" w14:textId="77777777" w:rsidR="000E362F" w:rsidRPr="0001239D" w:rsidRDefault="000E362F" w:rsidP="00801D49">
      <w:pPr>
        <w:rPr>
          <w:sz w:val="32"/>
          <w:szCs w:val="32"/>
        </w:rPr>
      </w:pPr>
    </w:p>
    <w:p w14:paraId="01A0C8FE" w14:textId="77777777" w:rsidR="000E362F" w:rsidRDefault="000E362F" w:rsidP="00801D49">
      <w:pPr>
        <w:rPr>
          <w:sz w:val="32"/>
          <w:szCs w:val="32"/>
        </w:rPr>
      </w:pPr>
    </w:p>
    <w:p w14:paraId="104B717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Gail,</w:t>
      </w:r>
    </w:p>
    <w:p w14:paraId="394BEC98" w14:textId="77777777" w:rsidR="000E362F" w:rsidRDefault="000E362F" w:rsidP="00801D49">
      <w:pPr>
        <w:rPr>
          <w:sz w:val="32"/>
          <w:szCs w:val="32"/>
        </w:rPr>
      </w:pPr>
    </w:p>
    <w:p w14:paraId="30C061D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F7561F2" w14:textId="77777777" w:rsidR="000E362F" w:rsidRDefault="000E362F" w:rsidP="00801D49">
      <w:pPr>
        <w:rPr>
          <w:sz w:val="32"/>
          <w:szCs w:val="32"/>
        </w:rPr>
      </w:pPr>
    </w:p>
    <w:p w14:paraId="353B64A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290DEB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BA9242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ABCE4F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0D7B32" wp14:editId="583BDE64">
                  <wp:extent cx="6399207" cy="3924300"/>
                  <wp:effectExtent l="0" t="0" r="1905" b="0"/>
                  <wp:docPr id="388" name="Picture 38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DC19F9" w14:textId="77777777" w:rsidR="000E362F" w:rsidRDefault="000E362F" w:rsidP="00801D49"/>
    <w:p w14:paraId="40DD35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Dalene Schoeneck</w:t>
      </w:r>
    </w:p>
    <w:p w14:paraId="0153C97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910 Rahway Ave</w:t>
      </w:r>
    </w:p>
    <w:p w14:paraId="0665581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Philadelphia, PA 19102</w:t>
      </w:r>
    </w:p>
    <w:p w14:paraId="78F12D1D" w14:textId="77777777" w:rsidR="000E362F" w:rsidRDefault="000E362F" w:rsidP="00801D49"/>
    <w:p w14:paraId="575CB72A" w14:textId="77777777" w:rsidR="000E362F" w:rsidRPr="0001239D" w:rsidRDefault="000E362F" w:rsidP="00801D49">
      <w:pPr>
        <w:rPr>
          <w:sz w:val="32"/>
          <w:szCs w:val="32"/>
        </w:rPr>
      </w:pPr>
    </w:p>
    <w:p w14:paraId="1AEBA9FD" w14:textId="77777777" w:rsidR="000E362F" w:rsidRDefault="000E362F" w:rsidP="00801D49">
      <w:pPr>
        <w:rPr>
          <w:sz w:val="32"/>
          <w:szCs w:val="32"/>
        </w:rPr>
      </w:pPr>
    </w:p>
    <w:p w14:paraId="5DE51FA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Dalene,</w:t>
      </w:r>
    </w:p>
    <w:p w14:paraId="39FD4F12" w14:textId="77777777" w:rsidR="000E362F" w:rsidRDefault="000E362F" w:rsidP="00801D49">
      <w:pPr>
        <w:rPr>
          <w:sz w:val="32"/>
          <w:szCs w:val="32"/>
        </w:rPr>
      </w:pPr>
    </w:p>
    <w:p w14:paraId="45CF3ED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AAB1ED1" w14:textId="77777777" w:rsidR="000E362F" w:rsidRDefault="000E362F" w:rsidP="00801D49">
      <w:pPr>
        <w:rPr>
          <w:sz w:val="32"/>
          <w:szCs w:val="32"/>
        </w:rPr>
      </w:pPr>
    </w:p>
    <w:p w14:paraId="51CA07C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E9A0F1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AE7097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741304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CF8922" wp14:editId="33CC98EC">
                  <wp:extent cx="6399207" cy="3924300"/>
                  <wp:effectExtent l="0" t="0" r="1905" b="0"/>
                  <wp:docPr id="389" name="Picture 38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62C7A3" w14:textId="77777777" w:rsidR="000E362F" w:rsidRDefault="000E362F" w:rsidP="00801D49"/>
    <w:p w14:paraId="3491950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Gertude Witten</w:t>
      </w:r>
    </w:p>
    <w:p w14:paraId="500FEF9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Tarrytown Rd</w:t>
      </w:r>
    </w:p>
    <w:p w14:paraId="0E671B7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Cincinnati, OH 45217</w:t>
      </w:r>
    </w:p>
    <w:p w14:paraId="24968DFC" w14:textId="77777777" w:rsidR="000E362F" w:rsidRDefault="000E362F" w:rsidP="00801D49"/>
    <w:p w14:paraId="3ED1D4E3" w14:textId="77777777" w:rsidR="000E362F" w:rsidRPr="0001239D" w:rsidRDefault="000E362F" w:rsidP="00801D49">
      <w:pPr>
        <w:rPr>
          <w:sz w:val="32"/>
          <w:szCs w:val="32"/>
        </w:rPr>
      </w:pPr>
    </w:p>
    <w:p w14:paraId="12E0E83A" w14:textId="77777777" w:rsidR="000E362F" w:rsidRDefault="000E362F" w:rsidP="00801D49">
      <w:pPr>
        <w:rPr>
          <w:sz w:val="32"/>
          <w:szCs w:val="32"/>
        </w:rPr>
      </w:pPr>
    </w:p>
    <w:p w14:paraId="5939B1C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Gertude,</w:t>
      </w:r>
    </w:p>
    <w:p w14:paraId="15667F7B" w14:textId="77777777" w:rsidR="000E362F" w:rsidRDefault="000E362F" w:rsidP="00801D49">
      <w:pPr>
        <w:rPr>
          <w:sz w:val="32"/>
          <w:szCs w:val="32"/>
        </w:rPr>
      </w:pPr>
    </w:p>
    <w:p w14:paraId="1835572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15CE887" w14:textId="77777777" w:rsidR="000E362F" w:rsidRDefault="000E362F" w:rsidP="00801D49">
      <w:pPr>
        <w:rPr>
          <w:sz w:val="32"/>
          <w:szCs w:val="32"/>
        </w:rPr>
      </w:pPr>
    </w:p>
    <w:p w14:paraId="745164D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195CE1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033D19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B0F2CB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1358B8" wp14:editId="403F7385">
                  <wp:extent cx="6399207" cy="3924300"/>
                  <wp:effectExtent l="0" t="0" r="1905" b="0"/>
                  <wp:docPr id="390" name="Picture 39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FC1E30" w14:textId="77777777" w:rsidR="000E362F" w:rsidRDefault="000E362F" w:rsidP="00801D49"/>
    <w:p w14:paraId="391F08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Lizbeth Kohl</w:t>
      </w:r>
    </w:p>
    <w:p w14:paraId="768A9AE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35433 Blake St #588</w:t>
      </w:r>
    </w:p>
    <w:p w14:paraId="3E64FB2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Gardena, CA 90248</w:t>
      </w:r>
    </w:p>
    <w:p w14:paraId="4304481C" w14:textId="77777777" w:rsidR="000E362F" w:rsidRDefault="000E362F" w:rsidP="00801D49"/>
    <w:p w14:paraId="164F2973" w14:textId="77777777" w:rsidR="000E362F" w:rsidRPr="0001239D" w:rsidRDefault="000E362F" w:rsidP="00801D49">
      <w:pPr>
        <w:rPr>
          <w:sz w:val="32"/>
          <w:szCs w:val="32"/>
        </w:rPr>
      </w:pPr>
    </w:p>
    <w:p w14:paraId="75F5DAFE" w14:textId="77777777" w:rsidR="000E362F" w:rsidRDefault="000E362F" w:rsidP="00801D49">
      <w:pPr>
        <w:rPr>
          <w:sz w:val="32"/>
          <w:szCs w:val="32"/>
        </w:rPr>
      </w:pPr>
    </w:p>
    <w:p w14:paraId="73DF47A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Lizbeth,</w:t>
      </w:r>
    </w:p>
    <w:p w14:paraId="57CC6B11" w14:textId="77777777" w:rsidR="000E362F" w:rsidRDefault="000E362F" w:rsidP="00801D49">
      <w:pPr>
        <w:rPr>
          <w:sz w:val="32"/>
          <w:szCs w:val="32"/>
        </w:rPr>
      </w:pPr>
    </w:p>
    <w:p w14:paraId="58345B3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B9B55D8" w14:textId="77777777" w:rsidR="000E362F" w:rsidRDefault="000E362F" w:rsidP="00801D49">
      <w:pPr>
        <w:rPr>
          <w:sz w:val="32"/>
          <w:szCs w:val="32"/>
        </w:rPr>
      </w:pPr>
    </w:p>
    <w:p w14:paraId="413920A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A670C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9AA8FE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741280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3F85A3" wp14:editId="68F6B3A0">
                  <wp:extent cx="6399207" cy="3924300"/>
                  <wp:effectExtent l="0" t="0" r="1905" b="0"/>
                  <wp:docPr id="391" name="Picture 39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5F8390" w14:textId="77777777" w:rsidR="000E362F" w:rsidRDefault="000E362F" w:rsidP="00801D49"/>
    <w:p w14:paraId="2E46DB7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Glenn Berray</w:t>
      </w:r>
    </w:p>
    <w:p w14:paraId="6F5F42B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29 Cherry St #7073</w:t>
      </w:r>
    </w:p>
    <w:p w14:paraId="3490684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Des Moines, IA 50315</w:t>
      </w:r>
    </w:p>
    <w:p w14:paraId="22FD9CB3" w14:textId="77777777" w:rsidR="000E362F" w:rsidRDefault="000E362F" w:rsidP="00801D49"/>
    <w:p w14:paraId="7671533E" w14:textId="77777777" w:rsidR="000E362F" w:rsidRPr="0001239D" w:rsidRDefault="000E362F" w:rsidP="00801D49">
      <w:pPr>
        <w:rPr>
          <w:sz w:val="32"/>
          <w:szCs w:val="32"/>
        </w:rPr>
      </w:pPr>
    </w:p>
    <w:p w14:paraId="74937804" w14:textId="77777777" w:rsidR="000E362F" w:rsidRDefault="000E362F" w:rsidP="00801D49">
      <w:pPr>
        <w:rPr>
          <w:sz w:val="32"/>
          <w:szCs w:val="32"/>
        </w:rPr>
      </w:pPr>
    </w:p>
    <w:p w14:paraId="5870337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Glenn,</w:t>
      </w:r>
    </w:p>
    <w:p w14:paraId="6372C8AC" w14:textId="77777777" w:rsidR="000E362F" w:rsidRDefault="000E362F" w:rsidP="00801D49">
      <w:pPr>
        <w:rPr>
          <w:sz w:val="32"/>
          <w:szCs w:val="32"/>
        </w:rPr>
      </w:pPr>
    </w:p>
    <w:p w14:paraId="45895F0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20F62A3" w14:textId="77777777" w:rsidR="000E362F" w:rsidRDefault="000E362F" w:rsidP="00801D49">
      <w:pPr>
        <w:rPr>
          <w:sz w:val="32"/>
          <w:szCs w:val="32"/>
        </w:rPr>
      </w:pPr>
    </w:p>
    <w:p w14:paraId="6347F1E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A186AA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B040E7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5C0A84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55F32A" wp14:editId="0B5E7DA2">
                  <wp:extent cx="6399207" cy="3924300"/>
                  <wp:effectExtent l="0" t="0" r="1905" b="0"/>
                  <wp:docPr id="392" name="Picture 39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ACF739" w14:textId="77777777" w:rsidR="000E362F" w:rsidRDefault="000E362F" w:rsidP="00801D49"/>
    <w:p w14:paraId="379544D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Lashandra Klang</w:t>
      </w:r>
    </w:p>
    <w:p w14:paraId="747F8F2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810 N La Brea Ave</w:t>
      </w:r>
    </w:p>
    <w:p w14:paraId="5CA2AB5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King of Prussia, PA 19406</w:t>
      </w:r>
    </w:p>
    <w:p w14:paraId="67943E63" w14:textId="77777777" w:rsidR="000E362F" w:rsidRDefault="000E362F" w:rsidP="00801D49"/>
    <w:p w14:paraId="3D2A39A0" w14:textId="77777777" w:rsidR="000E362F" w:rsidRPr="0001239D" w:rsidRDefault="000E362F" w:rsidP="00801D49">
      <w:pPr>
        <w:rPr>
          <w:sz w:val="32"/>
          <w:szCs w:val="32"/>
        </w:rPr>
      </w:pPr>
    </w:p>
    <w:p w14:paraId="17F18AEA" w14:textId="77777777" w:rsidR="000E362F" w:rsidRDefault="000E362F" w:rsidP="00801D49">
      <w:pPr>
        <w:rPr>
          <w:sz w:val="32"/>
          <w:szCs w:val="32"/>
        </w:rPr>
      </w:pPr>
    </w:p>
    <w:p w14:paraId="286AFA0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Lashandra,</w:t>
      </w:r>
    </w:p>
    <w:p w14:paraId="2B0732F7" w14:textId="77777777" w:rsidR="000E362F" w:rsidRDefault="000E362F" w:rsidP="00801D49">
      <w:pPr>
        <w:rPr>
          <w:sz w:val="32"/>
          <w:szCs w:val="32"/>
        </w:rPr>
      </w:pPr>
    </w:p>
    <w:p w14:paraId="4E3B05B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5660F2" w14:textId="77777777" w:rsidR="000E362F" w:rsidRDefault="000E362F" w:rsidP="00801D49">
      <w:pPr>
        <w:rPr>
          <w:sz w:val="32"/>
          <w:szCs w:val="32"/>
        </w:rPr>
      </w:pPr>
    </w:p>
    <w:p w14:paraId="11D1F13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E209C6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8D0A68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41C32A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066E7E" wp14:editId="68C9ABEA">
                  <wp:extent cx="6399207" cy="3924300"/>
                  <wp:effectExtent l="0" t="0" r="1905" b="0"/>
                  <wp:docPr id="393" name="Picture 39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90A1A5" w14:textId="77777777" w:rsidR="000E362F" w:rsidRDefault="000E362F" w:rsidP="00801D49"/>
    <w:p w14:paraId="5295F74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Lenna Newville</w:t>
      </w:r>
    </w:p>
    <w:p w14:paraId="5E3D464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987 Main St</w:t>
      </w:r>
    </w:p>
    <w:p w14:paraId="6FBEBF1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Raleigh, NC 27601</w:t>
      </w:r>
    </w:p>
    <w:p w14:paraId="03B54A92" w14:textId="77777777" w:rsidR="000E362F" w:rsidRDefault="000E362F" w:rsidP="00801D49"/>
    <w:p w14:paraId="5CFA7085" w14:textId="77777777" w:rsidR="000E362F" w:rsidRPr="0001239D" w:rsidRDefault="000E362F" w:rsidP="00801D49">
      <w:pPr>
        <w:rPr>
          <w:sz w:val="32"/>
          <w:szCs w:val="32"/>
        </w:rPr>
      </w:pPr>
    </w:p>
    <w:p w14:paraId="0EBB81F9" w14:textId="77777777" w:rsidR="000E362F" w:rsidRDefault="000E362F" w:rsidP="00801D49">
      <w:pPr>
        <w:rPr>
          <w:sz w:val="32"/>
          <w:szCs w:val="32"/>
        </w:rPr>
      </w:pPr>
    </w:p>
    <w:p w14:paraId="4A75F74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Lenna,</w:t>
      </w:r>
    </w:p>
    <w:p w14:paraId="2A9B9BF5" w14:textId="77777777" w:rsidR="000E362F" w:rsidRDefault="000E362F" w:rsidP="00801D49">
      <w:pPr>
        <w:rPr>
          <w:sz w:val="32"/>
          <w:szCs w:val="32"/>
        </w:rPr>
      </w:pPr>
    </w:p>
    <w:p w14:paraId="2EBADEF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207B4B1" w14:textId="77777777" w:rsidR="000E362F" w:rsidRDefault="000E362F" w:rsidP="00801D49">
      <w:pPr>
        <w:rPr>
          <w:sz w:val="32"/>
          <w:szCs w:val="32"/>
        </w:rPr>
      </w:pPr>
    </w:p>
    <w:p w14:paraId="0CABCEC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628986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4C4AD1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E6ADD9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D52F8A" wp14:editId="5C8D7A74">
                  <wp:extent cx="6399207" cy="3924300"/>
                  <wp:effectExtent l="0" t="0" r="1905" b="0"/>
                  <wp:docPr id="394" name="Picture 39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31627D" w14:textId="77777777" w:rsidR="000E362F" w:rsidRDefault="000E362F" w:rsidP="00801D49"/>
    <w:p w14:paraId="599C171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Laurel Pagliuca</w:t>
      </w:r>
    </w:p>
    <w:p w14:paraId="542FE59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36 Enterprise St Se</w:t>
      </w:r>
    </w:p>
    <w:p w14:paraId="4C86B55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Richland, WA 99352</w:t>
      </w:r>
    </w:p>
    <w:p w14:paraId="66E7468F" w14:textId="77777777" w:rsidR="000E362F" w:rsidRDefault="000E362F" w:rsidP="00801D49"/>
    <w:p w14:paraId="518ABD21" w14:textId="77777777" w:rsidR="000E362F" w:rsidRPr="0001239D" w:rsidRDefault="000E362F" w:rsidP="00801D49">
      <w:pPr>
        <w:rPr>
          <w:sz w:val="32"/>
          <w:szCs w:val="32"/>
        </w:rPr>
      </w:pPr>
    </w:p>
    <w:p w14:paraId="52868B61" w14:textId="77777777" w:rsidR="000E362F" w:rsidRDefault="000E362F" w:rsidP="00801D49">
      <w:pPr>
        <w:rPr>
          <w:sz w:val="32"/>
          <w:szCs w:val="32"/>
        </w:rPr>
      </w:pPr>
    </w:p>
    <w:p w14:paraId="0E9DF3C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Laurel,</w:t>
      </w:r>
    </w:p>
    <w:p w14:paraId="5C9D4C6A" w14:textId="77777777" w:rsidR="000E362F" w:rsidRDefault="000E362F" w:rsidP="00801D49">
      <w:pPr>
        <w:rPr>
          <w:sz w:val="32"/>
          <w:szCs w:val="32"/>
        </w:rPr>
      </w:pPr>
    </w:p>
    <w:p w14:paraId="198970C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8B835D8" w14:textId="77777777" w:rsidR="000E362F" w:rsidRDefault="000E362F" w:rsidP="00801D49">
      <w:pPr>
        <w:rPr>
          <w:sz w:val="32"/>
          <w:szCs w:val="32"/>
        </w:rPr>
      </w:pPr>
    </w:p>
    <w:p w14:paraId="5DF6781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36A9F7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61B4EE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C7380A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9F8C42" wp14:editId="15D48AD5">
                  <wp:extent cx="6399207" cy="3924300"/>
                  <wp:effectExtent l="0" t="0" r="1905" b="0"/>
                  <wp:docPr id="395" name="Picture 39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AEAB4A" w14:textId="77777777" w:rsidR="000E362F" w:rsidRDefault="000E362F" w:rsidP="00801D49"/>
    <w:p w14:paraId="57EE18A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Mireya Frerking</w:t>
      </w:r>
    </w:p>
    <w:p w14:paraId="64340E7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8429 Miller Rd</w:t>
      </w:r>
    </w:p>
    <w:p w14:paraId="3C1CB31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Pelham, NY 10803</w:t>
      </w:r>
    </w:p>
    <w:p w14:paraId="34105A58" w14:textId="77777777" w:rsidR="000E362F" w:rsidRDefault="000E362F" w:rsidP="00801D49"/>
    <w:p w14:paraId="7266B0A4" w14:textId="77777777" w:rsidR="000E362F" w:rsidRPr="0001239D" w:rsidRDefault="000E362F" w:rsidP="00801D49">
      <w:pPr>
        <w:rPr>
          <w:sz w:val="32"/>
          <w:szCs w:val="32"/>
        </w:rPr>
      </w:pPr>
    </w:p>
    <w:p w14:paraId="68937923" w14:textId="77777777" w:rsidR="000E362F" w:rsidRDefault="000E362F" w:rsidP="00801D49">
      <w:pPr>
        <w:rPr>
          <w:sz w:val="32"/>
          <w:szCs w:val="32"/>
        </w:rPr>
      </w:pPr>
    </w:p>
    <w:p w14:paraId="7C9B33C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Mireya,</w:t>
      </w:r>
    </w:p>
    <w:p w14:paraId="691DD04D" w14:textId="77777777" w:rsidR="000E362F" w:rsidRDefault="000E362F" w:rsidP="00801D49">
      <w:pPr>
        <w:rPr>
          <w:sz w:val="32"/>
          <w:szCs w:val="32"/>
        </w:rPr>
      </w:pPr>
    </w:p>
    <w:p w14:paraId="37CCFB9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DDD36C9" w14:textId="77777777" w:rsidR="000E362F" w:rsidRDefault="000E362F" w:rsidP="00801D49">
      <w:pPr>
        <w:rPr>
          <w:sz w:val="32"/>
          <w:szCs w:val="32"/>
        </w:rPr>
      </w:pPr>
    </w:p>
    <w:p w14:paraId="3A8B8FD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71913C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A119AD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81789E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DED277" wp14:editId="203CE4D7">
                  <wp:extent cx="6399207" cy="3924300"/>
                  <wp:effectExtent l="0" t="0" r="1905" b="0"/>
                  <wp:docPr id="396" name="Picture 39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6DE7A0" w14:textId="77777777" w:rsidR="000E362F" w:rsidRDefault="000E362F" w:rsidP="00801D49"/>
    <w:p w14:paraId="635B9D8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Annelle Tagala</w:t>
      </w:r>
    </w:p>
    <w:p w14:paraId="4CB7D51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W 7th St</w:t>
      </w:r>
    </w:p>
    <w:p w14:paraId="43765C9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Parkville, MD 21234</w:t>
      </w:r>
    </w:p>
    <w:p w14:paraId="2ECA33FE" w14:textId="77777777" w:rsidR="000E362F" w:rsidRDefault="000E362F" w:rsidP="00801D49"/>
    <w:p w14:paraId="1E3960C8" w14:textId="77777777" w:rsidR="000E362F" w:rsidRPr="0001239D" w:rsidRDefault="000E362F" w:rsidP="00801D49">
      <w:pPr>
        <w:rPr>
          <w:sz w:val="32"/>
          <w:szCs w:val="32"/>
        </w:rPr>
      </w:pPr>
    </w:p>
    <w:p w14:paraId="1A429367" w14:textId="77777777" w:rsidR="000E362F" w:rsidRDefault="000E362F" w:rsidP="00801D49">
      <w:pPr>
        <w:rPr>
          <w:sz w:val="32"/>
          <w:szCs w:val="32"/>
        </w:rPr>
      </w:pPr>
    </w:p>
    <w:p w14:paraId="071D997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Annelle,</w:t>
      </w:r>
    </w:p>
    <w:p w14:paraId="1595CCF7" w14:textId="77777777" w:rsidR="000E362F" w:rsidRDefault="000E362F" w:rsidP="00801D49">
      <w:pPr>
        <w:rPr>
          <w:sz w:val="32"/>
          <w:szCs w:val="32"/>
        </w:rPr>
      </w:pPr>
    </w:p>
    <w:p w14:paraId="2EE4EBE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F3BFF40" w14:textId="77777777" w:rsidR="000E362F" w:rsidRDefault="000E362F" w:rsidP="00801D49">
      <w:pPr>
        <w:rPr>
          <w:sz w:val="32"/>
          <w:szCs w:val="32"/>
        </w:rPr>
      </w:pPr>
    </w:p>
    <w:p w14:paraId="5BBC026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6B5268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926A83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E94AFB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3DC21" wp14:editId="09C0B788">
                  <wp:extent cx="6399207" cy="3924300"/>
                  <wp:effectExtent l="0" t="0" r="1905" b="0"/>
                  <wp:docPr id="397" name="Picture 39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0F6B64" w14:textId="77777777" w:rsidR="000E362F" w:rsidRDefault="000E362F" w:rsidP="00801D49"/>
    <w:p w14:paraId="2997C46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Dean Ketelsen</w:t>
      </w:r>
    </w:p>
    <w:p w14:paraId="3E558A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Flynn Rd</w:t>
      </w:r>
    </w:p>
    <w:p w14:paraId="729D827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Hicksville, NY 11801</w:t>
      </w:r>
    </w:p>
    <w:p w14:paraId="1FA1F69B" w14:textId="77777777" w:rsidR="000E362F" w:rsidRDefault="000E362F" w:rsidP="00801D49"/>
    <w:p w14:paraId="237E4BC9" w14:textId="77777777" w:rsidR="000E362F" w:rsidRPr="0001239D" w:rsidRDefault="000E362F" w:rsidP="00801D49">
      <w:pPr>
        <w:rPr>
          <w:sz w:val="32"/>
          <w:szCs w:val="32"/>
        </w:rPr>
      </w:pPr>
    </w:p>
    <w:p w14:paraId="3F2E2FB1" w14:textId="77777777" w:rsidR="000E362F" w:rsidRDefault="000E362F" w:rsidP="00801D49">
      <w:pPr>
        <w:rPr>
          <w:sz w:val="32"/>
          <w:szCs w:val="32"/>
        </w:rPr>
      </w:pPr>
    </w:p>
    <w:p w14:paraId="69E872B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Dean,</w:t>
      </w:r>
    </w:p>
    <w:p w14:paraId="1584BE87" w14:textId="77777777" w:rsidR="000E362F" w:rsidRDefault="000E362F" w:rsidP="00801D49">
      <w:pPr>
        <w:rPr>
          <w:sz w:val="32"/>
          <w:szCs w:val="32"/>
        </w:rPr>
      </w:pPr>
    </w:p>
    <w:p w14:paraId="208E0CC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48DBA17" w14:textId="77777777" w:rsidR="000E362F" w:rsidRDefault="000E362F" w:rsidP="00801D49">
      <w:pPr>
        <w:rPr>
          <w:sz w:val="32"/>
          <w:szCs w:val="32"/>
        </w:rPr>
      </w:pPr>
    </w:p>
    <w:p w14:paraId="4C28BEE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2F6BE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2BADD2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04B05D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4D9234" wp14:editId="57EEBEC3">
                  <wp:extent cx="6399207" cy="3924300"/>
                  <wp:effectExtent l="0" t="0" r="1905" b="0"/>
                  <wp:docPr id="398" name="Picture 39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B82B47" w14:textId="77777777" w:rsidR="000E362F" w:rsidRDefault="000E362F" w:rsidP="00801D49"/>
    <w:p w14:paraId="636130C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Levi Munis</w:t>
      </w:r>
    </w:p>
    <w:p w14:paraId="229981B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2094 Ne 36th Ave</w:t>
      </w:r>
    </w:p>
    <w:p w14:paraId="7612E6A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Worcester, MA 1603</w:t>
      </w:r>
    </w:p>
    <w:p w14:paraId="4E27A14F" w14:textId="77777777" w:rsidR="000E362F" w:rsidRDefault="000E362F" w:rsidP="00801D49"/>
    <w:p w14:paraId="61642B4A" w14:textId="77777777" w:rsidR="000E362F" w:rsidRPr="0001239D" w:rsidRDefault="000E362F" w:rsidP="00801D49">
      <w:pPr>
        <w:rPr>
          <w:sz w:val="32"/>
          <w:szCs w:val="32"/>
        </w:rPr>
      </w:pPr>
    </w:p>
    <w:p w14:paraId="5ADD9CAF" w14:textId="77777777" w:rsidR="000E362F" w:rsidRDefault="000E362F" w:rsidP="00801D49">
      <w:pPr>
        <w:rPr>
          <w:sz w:val="32"/>
          <w:szCs w:val="32"/>
        </w:rPr>
      </w:pPr>
    </w:p>
    <w:p w14:paraId="02D0C78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Levi,</w:t>
      </w:r>
    </w:p>
    <w:p w14:paraId="1E828937" w14:textId="77777777" w:rsidR="000E362F" w:rsidRDefault="000E362F" w:rsidP="00801D49">
      <w:pPr>
        <w:rPr>
          <w:sz w:val="32"/>
          <w:szCs w:val="32"/>
        </w:rPr>
      </w:pPr>
    </w:p>
    <w:p w14:paraId="10D6C54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A5BB593" w14:textId="77777777" w:rsidR="000E362F" w:rsidRDefault="000E362F" w:rsidP="00801D49">
      <w:pPr>
        <w:rPr>
          <w:sz w:val="32"/>
          <w:szCs w:val="32"/>
        </w:rPr>
      </w:pPr>
    </w:p>
    <w:p w14:paraId="4B518E6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2D0387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CA0D11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913188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1931ED" wp14:editId="4A9D514D">
                  <wp:extent cx="6399207" cy="3924300"/>
                  <wp:effectExtent l="0" t="0" r="1905" b="0"/>
                  <wp:docPr id="399" name="Picture 39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81C488" w14:textId="77777777" w:rsidR="000E362F" w:rsidRDefault="000E362F" w:rsidP="00801D49"/>
    <w:p w14:paraId="1D5D6E3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Sylvie Ryser</w:t>
      </w:r>
    </w:p>
    <w:p w14:paraId="2459575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649 Tulane Ave</w:t>
      </w:r>
    </w:p>
    <w:p w14:paraId="12799DD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Tulsa, OK 74105</w:t>
      </w:r>
    </w:p>
    <w:p w14:paraId="5EAA3CFE" w14:textId="77777777" w:rsidR="000E362F" w:rsidRDefault="000E362F" w:rsidP="00801D49"/>
    <w:p w14:paraId="43F2B2F7" w14:textId="77777777" w:rsidR="000E362F" w:rsidRPr="0001239D" w:rsidRDefault="000E362F" w:rsidP="00801D49">
      <w:pPr>
        <w:rPr>
          <w:sz w:val="32"/>
          <w:szCs w:val="32"/>
        </w:rPr>
      </w:pPr>
    </w:p>
    <w:p w14:paraId="50C88DA3" w14:textId="77777777" w:rsidR="000E362F" w:rsidRDefault="000E362F" w:rsidP="00801D49">
      <w:pPr>
        <w:rPr>
          <w:sz w:val="32"/>
          <w:szCs w:val="32"/>
        </w:rPr>
      </w:pPr>
    </w:p>
    <w:p w14:paraId="38EE933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Sylvie,</w:t>
      </w:r>
    </w:p>
    <w:p w14:paraId="339349A7" w14:textId="77777777" w:rsidR="000E362F" w:rsidRDefault="000E362F" w:rsidP="00801D49">
      <w:pPr>
        <w:rPr>
          <w:sz w:val="32"/>
          <w:szCs w:val="32"/>
        </w:rPr>
      </w:pPr>
    </w:p>
    <w:p w14:paraId="347D51E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6BADFC8" w14:textId="77777777" w:rsidR="000E362F" w:rsidRDefault="000E362F" w:rsidP="00801D49">
      <w:pPr>
        <w:rPr>
          <w:sz w:val="32"/>
          <w:szCs w:val="32"/>
        </w:rPr>
      </w:pPr>
    </w:p>
    <w:p w14:paraId="0A27DA9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5F9B20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3B1ECD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72F112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44C8B9" wp14:editId="39D51B34">
                  <wp:extent cx="6399207" cy="3924300"/>
                  <wp:effectExtent l="0" t="0" r="1905" b="0"/>
                  <wp:docPr id="400" name="Picture 40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D8E97A" w14:textId="77777777" w:rsidR="000E362F" w:rsidRDefault="000E362F" w:rsidP="00801D49"/>
    <w:p w14:paraId="1B81A54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Sharee Maile</w:t>
      </w:r>
    </w:p>
    <w:p w14:paraId="57AEFC0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2094 Montour Blvd</w:t>
      </w:r>
    </w:p>
    <w:p w14:paraId="6F073A7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Muskegon, MI 49442</w:t>
      </w:r>
    </w:p>
    <w:p w14:paraId="035B8BC1" w14:textId="77777777" w:rsidR="000E362F" w:rsidRDefault="000E362F" w:rsidP="00801D49"/>
    <w:p w14:paraId="6A0D2362" w14:textId="77777777" w:rsidR="000E362F" w:rsidRPr="0001239D" w:rsidRDefault="000E362F" w:rsidP="00801D49">
      <w:pPr>
        <w:rPr>
          <w:sz w:val="32"/>
          <w:szCs w:val="32"/>
        </w:rPr>
      </w:pPr>
    </w:p>
    <w:p w14:paraId="15135041" w14:textId="77777777" w:rsidR="000E362F" w:rsidRDefault="000E362F" w:rsidP="00801D49">
      <w:pPr>
        <w:rPr>
          <w:sz w:val="32"/>
          <w:szCs w:val="32"/>
        </w:rPr>
      </w:pPr>
    </w:p>
    <w:p w14:paraId="20FA857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Sharee,</w:t>
      </w:r>
    </w:p>
    <w:p w14:paraId="45DDD987" w14:textId="77777777" w:rsidR="000E362F" w:rsidRDefault="000E362F" w:rsidP="00801D49">
      <w:pPr>
        <w:rPr>
          <w:sz w:val="32"/>
          <w:szCs w:val="32"/>
        </w:rPr>
      </w:pPr>
    </w:p>
    <w:p w14:paraId="6AEEE09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92AE4CF" w14:textId="77777777" w:rsidR="000E362F" w:rsidRDefault="000E362F" w:rsidP="00801D49">
      <w:pPr>
        <w:rPr>
          <w:sz w:val="32"/>
          <w:szCs w:val="32"/>
        </w:rPr>
      </w:pPr>
    </w:p>
    <w:p w14:paraId="2D98BF0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7E5439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EF8AB3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15FB03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8163FF" wp14:editId="61E5F9C3">
                  <wp:extent cx="6399207" cy="3924300"/>
                  <wp:effectExtent l="0" t="0" r="1905" b="0"/>
                  <wp:docPr id="401" name="Picture 40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CE1AE7" w14:textId="77777777" w:rsidR="000E362F" w:rsidRDefault="000E362F" w:rsidP="00801D49"/>
    <w:p w14:paraId="31EADE4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Cordelia Storment</w:t>
      </w:r>
    </w:p>
    <w:p w14:paraId="1A5EBCF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393 Hammond Dr</w:t>
      </w:r>
    </w:p>
    <w:p w14:paraId="3F8306E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Lafayette, LA 70506</w:t>
      </w:r>
    </w:p>
    <w:p w14:paraId="20AD6D5E" w14:textId="77777777" w:rsidR="000E362F" w:rsidRDefault="000E362F" w:rsidP="00801D49"/>
    <w:p w14:paraId="38497CA0" w14:textId="77777777" w:rsidR="000E362F" w:rsidRPr="0001239D" w:rsidRDefault="000E362F" w:rsidP="00801D49">
      <w:pPr>
        <w:rPr>
          <w:sz w:val="32"/>
          <w:szCs w:val="32"/>
        </w:rPr>
      </w:pPr>
    </w:p>
    <w:p w14:paraId="763ED8EB" w14:textId="77777777" w:rsidR="000E362F" w:rsidRDefault="000E362F" w:rsidP="00801D49">
      <w:pPr>
        <w:rPr>
          <w:sz w:val="32"/>
          <w:szCs w:val="32"/>
        </w:rPr>
      </w:pPr>
    </w:p>
    <w:p w14:paraId="6414A48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Cordelia,</w:t>
      </w:r>
    </w:p>
    <w:p w14:paraId="06F9DF17" w14:textId="77777777" w:rsidR="000E362F" w:rsidRDefault="000E362F" w:rsidP="00801D49">
      <w:pPr>
        <w:rPr>
          <w:sz w:val="32"/>
          <w:szCs w:val="32"/>
        </w:rPr>
      </w:pPr>
    </w:p>
    <w:p w14:paraId="3AF0205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91673AB" w14:textId="77777777" w:rsidR="000E362F" w:rsidRDefault="000E362F" w:rsidP="00801D49">
      <w:pPr>
        <w:rPr>
          <w:sz w:val="32"/>
          <w:szCs w:val="32"/>
        </w:rPr>
      </w:pPr>
    </w:p>
    <w:p w14:paraId="5D601F7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BA408D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C50A5C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EF446E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AB9CA9" wp14:editId="28A5CBAC">
                  <wp:extent cx="6399207" cy="3924300"/>
                  <wp:effectExtent l="0" t="0" r="1905" b="0"/>
                  <wp:docPr id="402" name="Picture 40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F443AB" w14:textId="77777777" w:rsidR="000E362F" w:rsidRDefault="000E362F" w:rsidP="00801D49"/>
    <w:p w14:paraId="31D4CD7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Mollie Mcdoniel</w:t>
      </w:r>
    </w:p>
    <w:p w14:paraId="4BDA25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8590 Lake Lizzie Dr</w:t>
      </w:r>
    </w:p>
    <w:p w14:paraId="0ACECB2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Bowling Green, OH 43402</w:t>
      </w:r>
    </w:p>
    <w:p w14:paraId="3A54C6E0" w14:textId="77777777" w:rsidR="000E362F" w:rsidRDefault="000E362F" w:rsidP="00801D49"/>
    <w:p w14:paraId="615E5730" w14:textId="77777777" w:rsidR="000E362F" w:rsidRPr="0001239D" w:rsidRDefault="000E362F" w:rsidP="00801D49">
      <w:pPr>
        <w:rPr>
          <w:sz w:val="32"/>
          <w:szCs w:val="32"/>
        </w:rPr>
      </w:pPr>
    </w:p>
    <w:p w14:paraId="7B43C824" w14:textId="77777777" w:rsidR="000E362F" w:rsidRDefault="000E362F" w:rsidP="00801D49">
      <w:pPr>
        <w:rPr>
          <w:sz w:val="32"/>
          <w:szCs w:val="32"/>
        </w:rPr>
      </w:pPr>
    </w:p>
    <w:p w14:paraId="7262090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Mollie,</w:t>
      </w:r>
    </w:p>
    <w:p w14:paraId="36007C5A" w14:textId="77777777" w:rsidR="000E362F" w:rsidRDefault="000E362F" w:rsidP="00801D49">
      <w:pPr>
        <w:rPr>
          <w:sz w:val="32"/>
          <w:szCs w:val="32"/>
        </w:rPr>
      </w:pPr>
    </w:p>
    <w:p w14:paraId="4BAF4E7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F61961A" w14:textId="77777777" w:rsidR="000E362F" w:rsidRDefault="000E362F" w:rsidP="00801D49">
      <w:pPr>
        <w:rPr>
          <w:sz w:val="32"/>
          <w:szCs w:val="32"/>
        </w:rPr>
      </w:pPr>
    </w:p>
    <w:p w14:paraId="7DC834B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49C39F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226BEE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86768A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835BE0" wp14:editId="79688AC5">
                  <wp:extent cx="6399207" cy="3924300"/>
                  <wp:effectExtent l="0" t="0" r="1905" b="0"/>
                  <wp:docPr id="403" name="Picture 40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76CE62" w14:textId="77777777" w:rsidR="000E362F" w:rsidRDefault="000E362F" w:rsidP="00801D49"/>
    <w:p w14:paraId="4FD841F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Brett Mccullan</w:t>
      </w:r>
    </w:p>
    <w:p w14:paraId="3668968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87895 Concord Rd</w:t>
      </w:r>
    </w:p>
    <w:p w14:paraId="65645A9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 Mesa, CA 91942</w:t>
      </w:r>
    </w:p>
    <w:p w14:paraId="55F3411E" w14:textId="77777777" w:rsidR="000E362F" w:rsidRDefault="000E362F" w:rsidP="00801D49"/>
    <w:p w14:paraId="701610EF" w14:textId="77777777" w:rsidR="000E362F" w:rsidRPr="0001239D" w:rsidRDefault="000E362F" w:rsidP="00801D49">
      <w:pPr>
        <w:rPr>
          <w:sz w:val="32"/>
          <w:szCs w:val="32"/>
        </w:rPr>
      </w:pPr>
    </w:p>
    <w:p w14:paraId="19949664" w14:textId="77777777" w:rsidR="000E362F" w:rsidRDefault="000E362F" w:rsidP="00801D49">
      <w:pPr>
        <w:rPr>
          <w:sz w:val="32"/>
          <w:szCs w:val="32"/>
        </w:rPr>
      </w:pPr>
    </w:p>
    <w:p w14:paraId="745A2D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Brett,</w:t>
      </w:r>
    </w:p>
    <w:p w14:paraId="429649C4" w14:textId="77777777" w:rsidR="000E362F" w:rsidRDefault="000E362F" w:rsidP="00801D49">
      <w:pPr>
        <w:rPr>
          <w:sz w:val="32"/>
          <w:szCs w:val="32"/>
        </w:rPr>
      </w:pPr>
    </w:p>
    <w:p w14:paraId="1A98C5D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1EA7037" w14:textId="77777777" w:rsidR="000E362F" w:rsidRDefault="000E362F" w:rsidP="00801D49">
      <w:pPr>
        <w:rPr>
          <w:sz w:val="32"/>
          <w:szCs w:val="32"/>
        </w:rPr>
      </w:pPr>
    </w:p>
    <w:p w14:paraId="49DFE72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DB31EF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69F915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BB840E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A0A512" wp14:editId="3FE986F8">
                  <wp:extent cx="6399207" cy="3924300"/>
                  <wp:effectExtent l="0" t="0" r="1905" b="0"/>
                  <wp:docPr id="404" name="Picture 40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97E796" w14:textId="77777777" w:rsidR="000E362F" w:rsidRDefault="000E362F" w:rsidP="00801D49"/>
    <w:p w14:paraId="789C40D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Teddy Pedrozo</w:t>
      </w:r>
    </w:p>
    <w:p w14:paraId="1D6FEEF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46314 Route 130</w:t>
      </w:r>
    </w:p>
    <w:p w14:paraId="6A2F4D9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Bridgeport, CT 6610</w:t>
      </w:r>
    </w:p>
    <w:p w14:paraId="33BFE40F" w14:textId="77777777" w:rsidR="000E362F" w:rsidRDefault="000E362F" w:rsidP="00801D49"/>
    <w:p w14:paraId="639CDD40" w14:textId="77777777" w:rsidR="000E362F" w:rsidRPr="0001239D" w:rsidRDefault="000E362F" w:rsidP="00801D49">
      <w:pPr>
        <w:rPr>
          <w:sz w:val="32"/>
          <w:szCs w:val="32"/>
        </w:rPr>
      </w:pPr>
    </w:p>
    <w:p w14:paraId="13E0DD3C" w14:textId="77777777" w:rsidR="000E362F" w:rsidRDefault="000E362F" w:rsidP="00801D49">
      <w:pPr>
        <w:rPr>
          <w:sz w:val="32"/>
          <w:szCs w:val="32"/>
        </w:rPr>
      </w:pPr>
    </w:p>
    <w:p w14:paraId="3493F96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Teddy,</w:t>
      </w:r>
    </w:p>
    <w:p w14:paraId="2BD2A2A8" w14:textId="77777777" w:rsidR="000E362F" w:rsidRDefault="000E362F" w:rsidP="00801D49">
      <w:pPr>
        <w:rPr>
          <w:sz w:val="32"/>
          <w:szCs w:val="32"/>
        </w:rPr>
      </w:pPr>
    </w:p>
    <w:p w14:paraId="4AB6C52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B60C88" w14:textId="77777777" w:rsidR="000E362F" w:rsidRDefault="000E362F" w:rsidP="00801D49">
      <w:pPr>
        <w:rPr>
          <w:sz w:val="32"/>
          <w:szCs w:val="32"/>
        </w:rPr>
      </w:pPr>
    </w:p>
    <w:p w14:paraId="430BB36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2EEECE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893341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04573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CEBB35A" wp14:editId="794C8D09">
                  <wp:extent cx="6399207" cy="3924300"/>
                  <wp:effectExtent l="0" t="0" r="1905" b="0"/>
                  <wp:docPr id="405" name="Picture 40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174E0" w14:textId="77777777" w:rsidR="000E362F" w:rsidRDefault="000E362F" w:rsidP="00801D49"/>
    <w:p w14:paraId="142D832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Tasia Andreason</w:t>
      </w:r>
    </w:p>
    <w:p w14:paraId="310D37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Cowesett Ave</w:t>
      </w:r>
    </w:p>
    <w:p w14:paraId="631601A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Kearny, NJ 7032</w:t>
      </w:r>
    </w:p>
    <w:p w14:paraId="5E4A8F07" w14:textId="77777777" w:rsidR="000E362F" w:rsidRDefault="000E362F" w:rsidP="00801D49"/>
    <w:p w14:paraId="6D5DE930" w14:textId="77777777" w:rsidR="000E362F" w:rsidRPr="0001239D" w:rsidRDefault="000E362F" w:rsidP="00801D49">
      <w:pPr>
        <w:rPr>
          <w:sz w:val="32"/>
          <w:szCs w:val="32"/>
        </w:rPr>
      </w:pPr>
    </w:p>
    <w:p w14:paraId="46C7DAFC" w14:textId="77777777" w:rsidR="000E362F" w:rsidRDefault="000E362F" w:rsidP="00801D49">
      <w:pPr>
        <w:rPr>
          <w:sz w:val="32"/>
          <w:szCs w:val="32"/>
        </w:rPr>
      </w:pPr>
    </w:p>
    <w:p w14:paraId="7C28DBD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Tasia,</w:t>
      </w:r>
    </w:p>
    <w:p w14:paraId="4686052B" w14:textId="77777777" w:rsidR="000E362F" w:rsidRDefault="000E362F" w:rsidP="00801D49">
      <w:pPr>
        <w:rPr>
          <w:sz w:val="32"/>
          <w:szCs w:val="32"/>
        </w:rPr>
      </w:pPr>
    </w:p>
    <w:p w14:paraId="1E81227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B13A231" w14:textId="77777777" w:rsidR="000E362F" w:rsidRDefault="000E362F" w:rsidP="00801D49">
      <w:pPr>
        <w:rPr>
          <w:sz w:val="32"/>
          <w:szCs w:val="32"/>
        </w:rPr>
      </w:pPr>
    </w:p>
    <w:p w14:paraId="1B421AC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20A0A2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F2DEC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633528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CB9087" wp14:editId="04744112">
                  <wp:extent cx="6399207" cy="3924300"/>
                  <wp:effectExtent l="0" t="0" r="1905" b="0"/>
                  <wp:docPr id="406" name="Picture 40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58BC20" w14:textId="77777777" w:rsidR="000E362F" w:rsidRDefault="000E362F" w:rsidP="00801D49"/>
    <w:p w14:paraId="4835F6E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Hubert Walthall</w:t>
      </w:r>
    </w:p>
    <w:p w14:paraId="594F0A7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95 Main Ave #2</w:t>
      </w:r>
    </w:p>
    <w:p w14:paraId="4851305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Barberton, OH 44203</w:t>
      </w:r>
    </w:p>
    <w:p w14:paraId="6DB7C9B9" w14:textId="77777777" w:rsidR="000E362F" w:rsidRDefault="000E362F" w:rsidP="00801D49"/>
    <w:p w14:paraId="3EC2BBCA" w14:textId="77777777" w:rsidR="000E362F" w:rsidRPr="0001239D" w:rsidRDefault="000E362F" w:rsidP="00801D49">
      <w:pPr>
        <w:rPr>
          <w:sz w:val="32"/>
          <w:szCs w:val="32"/>
        </w:rPr>
      </w:pPr>
    </w:p>
    <w:p w14:paraId="4FAAF858" w14:textId="77777777" w:rsidR="000E362F" w:rsidRDefault="000E362F" w:rsidP="00801D49">
      <w:pPr>
        <w:rPr>
          <w:sz w:val="32"/>
          <w:szCs w:val="32"/>
        </w:rPr>
      </w:pPr>
    </w:p>
    <w:p w14:paraId="6D06182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Hubert,</w:t>
      </w:r>
    </w:p>
    <w:p w14:paraId="1DD9048E" w14:textId="77777777" w:rsidR="000E362F" w:rsidRDefault="000E362F" w:rsidP="00801D49">
      <w:pPr>
        <w:rPr>
          <w:sz w:val="32"/>
          <w:szCs w:val="32"/>
        </w:rPr>
      </w:pPr>
    </w:p>
    <w:p w14:paraId="29908F9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9E1125C" w14:textId="77777777" w:rsidR="000E362F" w:rsidRDefault="000E362F" w:rsidP="00801D49">
      <w:pPr>
        <w:rPr>
          <w:sz w:val="32"/>
          <w:szCs w:val="32"/>
        </w:rPr>
      </w:pPr>
    </w:p>
    <w:p w14:paraId="3A8A14F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E53DEE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3DFF43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29B88E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F10197" wp14:editId="0AD6E496">
                  <wp:extent cx="6399207" cy="3924300"/>
                  <wp:effectExtent l="0" t="0" r="1905" b="0"/>
                  <wp:docPr id="407" name="Picture 40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A8A3D8" w14:textId="77777777" w:rsidR="000E362F" w:rsidRDefault="000E362F" w:rsidP="00801D49"/>
    <w:p w14:paraId="2DA2625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Arthur Farrow</w:t>
      </w:r>
    </w:p>
    <w:p w14:paraId="49A3B1B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28 S 7th St #2824</w:t>
      </w:r>
    </w:p>
    <w:p w14:paraId="27E6B5D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Englewood, NJ 7631</w:t>
      </w:r>
    </w:p>
    <w:p w14:paraId="58D9ED10" w14:textId="77777777" w:rsidR="000E362F" w:rsidRDefault="000E362F" w:rsidP="00801D49"/>
    <w:p w14:paraId="3B686C5C" w14:textId="77777777" w:rsidR="000E362F" w:rsidRPr="0001239D" w:rsidRDefault="000E362F" w:rsidP="00801D49">
      <w:pPr>
        <w:rPr>
          <w:sz w:val="32"/>
          <w:szCs w:val="32"/>
        </w:rPr>
      </w:pPr>
    </w:p>
    <w:p w14:paraId="3011CE54" w14:textId="77777777" w:rsidR="000E362F" w:rsidRDefault="000E362F" w:rsidP="00801D49">
      <w:pPr>
        <w:rPr>
          <w:sz w:val="32"/>
          <w:szCs w:val="32"/>
        </w:rPr>
      </w:pPr>
    </w:p>
    <w:p w14:paraId="36253C3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Arthur,</w:t>
      </w:r>
    </w:p>
    <w:p w14:paraId="4D84D430" w14:textId="77777777" w:rsidR="000E362F" w:rsidRDefault="000E362F" w:rsidP="00801D49">
      <w:pPr>
        <w:rPr>
          <w:sz w:val="32"/>
          <w:szCs w:val="32"/>
        </w:rPr>
      </w:pPr>
    </w:p>
    <w:p w14:paraId="7BCD221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7A16802" w14:textId="77777777" w:rsidR="000E362F" w:rsidRDefault="000E362F" w:rsidP="00801D49">
      <w:pPr>
        <w:rPr>
          <w:sz w:val="32"/>
          <w:szCs w:val="32"/>
        </w:rPr>
      </w:pPr>
    </w:p>
    <w:p w14:paraId="561FC94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C7882C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A3D277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63CEC2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0C032A" wp14:editId="74E256B2">
                  <wp:extent cx="6399207" cy="3924300"/>
                  <wp:effectExtent l="0" t="0" r="1905" b="0"/>
                  <wp:docPr id="408" name="Picture 40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1F7452" w14:textId="77777777" w:rsidR="000E362F" w:rsidRDefault="000E362F" w:rsidP="00801D49"/>
    <w:p w14:paraId="2CBE25E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Vilma Berlanga</w:t>
      </w:r>
    </w:p>
    <w:p w14:paraId="15C1375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79 S Howell Ave</w:t>
      </w:r>
    </w:p>
    <w:p w14:paraId="3075847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Grand Rapids, MI 49546</w:t>
      </w:r>
    </w:p>
    <w:p w14:paraId="27686E80" w14:textId="77777777" w:rsidR="000E362F" w:rsidRDefault="000E362F" w:rsidP="00801D49"/>
    <w:p w14:paraId="6C63FC17" w14:textId="77777777" w:rsidR="000E362F" w:rsidRPr="0001239D" w:rsidRDefault="000E362F" w:rsidP="00801D49">
      <w:pPr>
        <w:rPr>
          <w:sz w:val="32"/>
          <w:szCs w:val="32"/>
        </w:rPr>
      </w:pPr>
    </w:p>
    <w:p w14:paraId="52CAE528" w14:textId="77777777" w:rsidR="000E362F" w:rsidRDefault="000E362F" w:rsidP="00801D49">
      <w:pPr>
        <w:rPr>
          <w:sz w:val="32"/>
          <w:szCs w:val="32"/>
        </w:rPr>
      </w:pPr>
    </w:p>
    <w:p w14:paraId="4CC6117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Vilma,</w:t>
      </w:r>
    </w:p>
    <w:p w14:paraId="6598C537" w14:textId="77777777" w:rsidR="000E362F" w:rsidRDefault="000E362F" w:rsidP="00801D49">
      <w:pPr>
        <w:rPr>
          <w:sz w:val="32"/>
          <w:szCs w:val="32"/>
        </w:rPr>
      </w:pPr>
    </w:p>
    <w:p w14:paraId="30D2B7A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EDC785B" w14:textId="77777777" w:rsidR="000E362F" w:rsidRDefault="000E362F" w:rsidP="00801D49">
      <w:pPr>
        <w:rPr>
          <w:sz w:val="32"/>
          <w:szCs w:val="32"/>
        </w:rPr>
      </w:pPr>
    </w:p>
    <w:p w14:paraId="0B020A1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84A9FD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43036E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1E3333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24CEFF" wp14:editId="6125C881">
                  <wp:extent cx="6399207" cy="3924300"/>
                  <wp:effectExtent l="0" t="0" r="1905" b="0"/>
                  <wp:docPr id="409" name="Picture 40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B6C356" w14:textId="77777777" w:rsidR="000E362F" w:rsidRDefault="000E362F" w:rsidP="00801D49"/>
    <w:p w14:paraId="7670936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Billye Miro</w:t>
      </w:r>
    </w:p>
    <w:p w14:paraId="57D3DC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36 Lancaster Dr Se</w:t>
      </w:r>
    </w:p>
    <w:p w14:paraId="75BD996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Pearl, MS 39208</w:t>
      </w:r>
    </w:p>
    <w:p w14:paraId="05B3960F" w14:textId="77777777" w:rsidR="000E362F" w:rsidRDefault="000E362F" w:rsidP="00801D49"/>
    <w:p w14:paraId="55907E69" w14:textId="77777777" w:rsidR="000E362F" w:rsidRPr="0001239D" w:rsidRDefault="000E362F" w:rsidP="00801D49">
      <w:pPr>
        <w:rPr>
          <w:sz w:val="32"/>
          <w:szCs w:val="32"/>
        </w:rPr>
      </w:pPr>
    </w:p>
    <w:p w14:paraId="234E6E7E" w14:textId="77777777" w:rsidR="000E362F" w:rsidRDefault="000E362F" w:rsidP="00801D49">
      <w:pPr>
        <w:rPr>
          <w:sz w:val="32"/>
          <w:szCs w:val="32"/>
        </w:rPr>
      </w:pPr>
    </w:p>
    <w:p w14:paraId="12F1A44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Billye,</w:t>
      </w:r>
    </w:p>
    <w:p w14:paraId="5B37FCBA" w14:textId="77777777" w:rsidR="000E362F" w:rsidRDefault="000E362F" w:rsidP="00801D49">
      <w:pPr>
        <w:rPr>
          <w:sz w:val="32"/>
          <w:szCs w:val="32"/>
        </w:rPr>
      </w:pPr>
    </w:p>
    <w:p w14:paraId="0DE7499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CFF9792" w14:textId="77777777" w:rsidR="000E362F" w:rsidRDefault="000E362F" w:rsidP="00801D49">
      <w:pPr>
        <w:rPr>
          <w:sz w:val="32"/>
          <w:szCs w:val="32"/>
        </w:rPr>
      </w:pPr>
    </w:p>
    <w:p w14:paraId="7466BB3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4282A1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E763FB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3E3350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89DBBA" wp14:editId="20BF2066">
                  <wp:extent cx="6399207" cy="3924300"/>
                  <wp:effectExtent l="0" t="0" r="1905" b="0"/>
                  <wp:docPr id="410" name="Picture 41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77E23F" w14:textId="77777777" w:rsidR="000E362F" w:rsidRDefault="000E362F" w:rsidP="00801D49"/>
    <w:p w14:paraId="572F414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Glenna Slayton</w:t>
      </w:r>
    </w:p>
    <w:p w14:paraId="4AE8626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2759 Livingston Ave</w:t>
      </w:r>
    </w:p>
    <w:p w14:paraId="50144EA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Memphis, TN 38118</w:t>
      </w:r>
    </w:p>
    <w:p w14:paraId="36195353" w14:textId="77777777" w:rsidR="000E362F" w:rsidRDefault="000E362F" w:rsidP="00801D49"/>
    <w:p w14:paraId="049E7305" w14:textId="77777777" w:rsidR="000E362F" w:rsidRPr="0001239D" w:rsidRDefault="000E362F" w:rsidP="00801D49">
      <w:pPr>
        <w:rPr>
          <w:sz w:val="32"/>
          <w:szCs w:val="32"/>
        </w:rPr>
      </w:pPr>
    </w:p>
    <w:p w14:paraId="4DAF2E74" w14:textId="77777777" w:rsidR="000E362F" w:rsidRDefault="000E362F" w:rsidP="00801D49">
      <w:pPr>
        <w:rPr>
          <w:sz w:val="32"/>
          <w:szCs w:val="32"/>
        </w:rPr>
      </w:pPr>
    </w:p>
    <w:p w14:paraId="5495F55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Glenna,</w:t>
      </w:r>
    </w:p>
    <w:p w14:paraId="17F2560A" w14:textId="77777777" w:rsidR="000E362F" w:rsidRDefault="000E362F" w:rsidP="00801D49">
      <w:pPr>
        <w:rPr>
          <w:sz w:val="32"/>
          <w:szCs w:val="32"/>
        </w:rPr>
      </w:pPr>
    </w:p>
    <w:p w14:paraId="46DB770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C7226A0" w14:textId="77777777" w:rsidR="000E362F" w:rsidRDefault="000E362F" w:rsidP="00801D49">
      <w:pPr>
        <w:rPr>
          <w:sz w:val="32"/>
          <w:szCs w:val="32"/>
        </w:rPr>
      </w:pPr>
    </w:p>
    <w:p w14:paraId="7240B53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775112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22DC16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12060C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4ABAE0" wp14:editId="50F01634">
                  <wp:extent cx="6399207" cy="3924300"/>
                  <wp:effectExtent l="0" t="0" r="1905" b="0"/>
                  <wp:docPr id="411" name="Picture 41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618A12" w14:textId="77777777" w:rsidR="000E362F" w:rsidRDefault="000E362F" w:rsidP="00801D49"/>
    <w:p w14:paraId="18FAC5E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Mitzie Hudnall</w:t>
      </w:r>
    </w:p>
    <w:p w14:paraId="6787284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17 Jersey Ave</w:t>
      </w:r>
    </w:p>
    <w:p w14:paraId="4721F5B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Englewood, CO 80110</w:t>
      </w:r>
    </w:p>
    <w:p w14:paraId="7CDBCB29" w14:textId="77777777" w:rsidR="000E362F" w:rsidRDefault="000E362F" w:rsidP="00801D49"/>
    <w:p w14:paraId="170DDCC2" w14:textId="77777777" w:rsidR="000E362F" w:rsidRPr="0001239D" w:rsidRDefault="000E362F" w:rsidP="00801D49">
      <w:pPr>
        <w:rPr>
          <w:sz w:val="32"/>
          <w:szCs w:val="32"/>
        </w:rPr>
      </w:pPr>
    </w:p>
    <w:p w14:paraId="09DAB182" w14:textId="77777777" w:rsidR="000E362F" w:rsidRDefault="000E362F" w:rsidP="00801D49">
      <w:pPr>
        <w:rPr>
          <w:sz w:val="32"/>
          <w:szCs w:val="32"/>
        </w:rPr>
      </w:pPr>
    </w:p>
    <w:p w14:paraId="25D8701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Mitzie,</w:t>
      </w:r>
    </w:p>
    <w:p w14:paraId="7B50EE1B" w14:textId="77777777" w:rsidR="000E362F" w:rsidRDefault="000E362F" w:rsidP="00801D49">
      <w:pPr>
        <w:rPr>
          <w:sz w:val="32"/>
          <w:szCs w:val="32"/>
        </w:rPr>
      </w:pPr>
    </w:p>
    <w:p w14:paraId="6ACB742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A33B6D7" w14:textId="77777777" w:rsidR="000E362F" w:rsidRDefault="000E362F" w:rsidP="00801D49">
      <w:pPr>
        <w:rPr>
          <w:sz w:val="32"/>
          <w:szCs w:val="32"/>
        </w:rPr>
      </w:pPr>
    </w:p>
    <w:p w14:paraId="4CFA124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9BDBC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EEF2B0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64C0F2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909D90" wp14:editId="37F95A88">
                  <wp:extent cx="6399207" cy="3924300"/>
                  <wp:effectExtent l="0" t="0" r="1905" b="0"/>
                  <wp:docPr id="412" name="Picture 41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52AB26" w14:textId="77777777" w:rsidR="000E362F" w:rsidRDefault="000E362F" w:rsidP="00801D49"/>
    <w:p w14:paraId="667C91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Bernardine Rodefer</w:t>
      </w:r>
    </w:p>
    <w:p w14:paraId="53D719B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W Grand Ave</w:t>
      </w:r>
    </w:p>
    <w:p w14:paraId="7E024CB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Memphis, TN 38112</w:t>
      </w:r>
    </w:p>
    <w:p w14:paraId="3945A3AE" w14:textId="77777777" w:rsidR="000E362F" w:rsidRDefault="000E362F" w:rsidP="00801D49"/>
    <w:p w14:paraId="3FA521A7" w14:textId="77777777" w:rsidR="000E362F" w:rsidRPr="0001239D" w:rsidRDefault="000E362F" w:rsidP="00801D49">
      <w:pPr>
        <w:rPr>
          <w:sz w:val="32"/>
          <w:szCs w:val="32"/>
        </w:rPr>
      </w:pPr>
    </w:p>
    <w:p w14:paraId="3D08DC89" w14:textId="77777777" w:rsidR="000E362F" w:rsidRDefault="000E362F" w:rsidP="00801D49">
      <w:pPr>
        <w:rPr>
          <w:sz w:val="32"/>
          <w:szCs w:val="32"/>
        </w:rPr>
      </w:pPr>
    </w:p>
    <w:p w14:paraId="1801379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Bernardine,</w:t>
      </w:r>
    </w:p>
    <w:p w14:paraId="01BE115F" w14:textId="77777777" w:rsidR="000E362F" w:rsidRDefault="000E362F" w:rsidP="00801D49">
      <w:pPr>
        <w:rPr>
          <w:sz w:val="32"/>
          <w:szCs w:val="32"/>
        </w:rPr>
      </w:pPr>
    </w:p>
    <w:p w14:paraId="73AD0C8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0C58409" w14:textId="77777777" w:rsidR="000E362F" w:rsidRDefault="000E362F" w:rsidP="00801D49">
      <w:pPr>
        <w:rPr>
          <w:sz w:val="32"/>
          <w:szCs w:val="32"/>
        </w:rPr>
      </w:pPr>
    </w:p>
    <w:p w14:paraId="44672FA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9BE01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6CE964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7F1156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12D63D" wp14:editId="11B1E344">
                  <wp:extent cx="6399207" cy="3924300"/>
                  <wp:effectExtent l="0" t="0" r="1905" b="0"/>
                  <wp:docPr id="413" name="Picture 41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67689F" w14:textId="77777777" w:rsidR="000E362F" w:rsidRDefault="000E362F" w:rsidP="00801D49"/>
    <w:p w14:paraId="602585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Staci Schmaltz</w:t>
      </w:r>
    </w:p>
    <w:p w14:paraId="1A762B9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 Coronado Ave #563</w:t>
      </w:r>
    </w:p>
    <w:p w14:paraId="427307F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Pasadena, CA 91106</w:t>
      </w:r>
    </w:p>
    <w:p w14:paraId="520451FC" w14:textId="77777777" w:rsidR="000E362F" w:rsidRDefault="000E362F" w:rsidP="00801D49"/>
    <w:p w14:paraId="0ACA1B8C" w14:textId="77777777" w:rsidR="000E362F" w:rsidRPr="0001239D" w:rsidRDefault="000E362F" w:rsidP="00801D49">
      <w:pPr>
        <w:rPr>
          <w:sz w:val="32"/>
          <w:szCs w:val="32"/>
        </w:rPr>
      </w:pPr>
    </w:p>
    <w:p w14:paraId="068F8C06" w14:textId="77777777" w:rsidR="000E362F" w:rsidRDefault="000E362F" w:rsidP="00801D49">
      <w:pPr>
        <w:rPr>
          <w:sz w:val="32"/>
          <w:szCs w:val="32"/>
        </w:rPr>
      </w:pPr>
    </w:p>
    <w:p w14:paraId="4BFB849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Staci,</w:t>
      </w:r>
    </w:p>
    <w:p w14:paraId="0B1985F9" w14:textId="77777777" w:rsidR="000E362F" w:rsidRDefault="000E362F" w:rsidP="00801D49">
      <w:pPr>
        <w:rPr>
          <w:sz w:val="32"/>
          <w:szCs w:val="32"/>
        </w:rPr>
      </w:pPr>
    </w:p>
    <w:p w14:paraId="6D35460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FCC203C" w14:textId="77777777" w:rsidR="000E362F" w:rsidRDefault="000E362F" w:rsidP="00801D49">
      <w:pPr>
        <w:rPr>
          <w:sz w:val="32"/>
          <w:szCs w:val="32"/>
        </w:rPr>
      </w:pPr>
    </w:p>
    <w:p w14:paraId="44FD5F5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74023C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75B681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A9CE4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6859FA" wp14:editId="6E50C773">
                  <wp:extent cx="6399207" cy="3924300"/>
                  <wp:effectExtent l="0" t="0" r="1905" b="0"/>
                  <wp:docPr id="414" name="Picture 41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4FC39" w14:textId="77777777" w:rsidR="000E362F" w:rsidRDefault="000E362F" w:rsidP="00801D49"/>
    <w:p w14:paraId="723CD43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Nichelle Meteer</w:t>
      </w:r>
    </w:p>
    <w:p w14:paraId="22A66D6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 Beechwood Ter</w:t>
      </w:r>
    </w:p>
    <w:p w14:paraId="65C06C2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Chicago, IL 60657</w:t>
      </w:r>
    </w:p>
    <w:p w14:paraId="2200E1B1" w14:textId="77777777" w:rsidR="000E362F" w:rsidRDefault="000E362F" w:rsidP="00801D49"/>
    <w:p w14:paraId="16DF0384" w14:textId="77777777" w:rsidR="000E362F" w:rsidRPr="0001239D" w:rsidRDefault="000E362F" w:rsidP="00801D49">
      <w:pPr>
        <w:rPr>
          <w:sz w:val="32"/>
          <w:szCs w:val="32"/>
        </w:rPr>
      </w:pPr>
    </w:p>
    <w:p w14:paraId="0496ABFC" w14:textId="77777777" w:rsidR="000E362F" w:rsidRDefault="000E362F" w:rsidP="00801D49">
      <w:pPr>
        <w:rPr>
          <w:sz w:val="32"/>
          <w:szCs w:val="32"/>
        </w:rPr>
      </w:pPr>
    </w:p>
    <w:p w14:paraId="23508B8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Nichelle,</w:t>
      </w:r>
    </w:p>
    <w:p w14:paraId="6405C7F5" w14:textId="77777777" w:rsidR="000E362F" w:rsidRDefault="000E362F" w:rsidP="00801D49">
      <w:pPr>
        <w:rPr>
          <w:sz w:val="32"/>
          <w:szCs w:val="32"/>
        </w:rPr>
      </w:pPr>
    </w:p>
    <w:p w14:paraId="4CD4DCE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D2AFD55" w14:textId="77777777" w:rsidR="000E362F" w:rsidRDefault="000E362F" w:rsidP="00801D49">
      <w:pPr>
        <w:rPr>
          <w:sz w:val="32"/>
          <w:szCs w:val="32"/>
        </w:rPr>
      </w:pPr>
    </w:p>
    <w:p w14:paraId="15456BF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34AA9A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A45C4A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5B793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007BE4" wp14:editId="299DB013">
                  <wp:extent cx="6399207" cy="3924300"/>
                  <wp:effectExtent l="0" t="0" r="1905" b="0"/>
                  <wp:docPr id="415" name="Picture 41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968281" w14:textId="77777777" w:rsidR="000E362F" w:rsidRDefault="000E362F" w:rsidP="00801D49"/>
    <w:p w14:paraId="76196A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Janine Rhoden</w:t>
      </w:r>
    </w:p>
    <w:p w14:paraId="4805F4C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92 Broadway</w:t>
      </w:r>
    </w:p>
    <w:p w14:paraId="278BA71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Astoria, NY 11103</w:t>
      </w:r>
    </w:p>
    <w:p w14:paraId="33961DC9" w14:textId="77777777" w:rsidR="000E362F" w:rsidRDefault="000E362F" w:rsidP="00801D49"/>
    <w:p w14:paraId="2101683C" w14:textId="77777777" w:rsidR="000E362F" w:rsidRPr="0001239D" w:rsidRDefault="000E362F" w:rsidP="00801D49">
      <w:pPr>
        <w:rPr>
          <w:sz w:val="32"/>
          <w:szCs w:val="32"/>
        </w:rPr>
      </w:pPr>
    </w:p>
    <w:p w14:paraId="4E0892D3" w14:textId="77777777" w:rsidR="000E362F" w:rsidRDefault="000E362F" w:rsidP="00801D49">
      <w:pPr>
        <w:rPr>
          <w:sz w:val="32"/>
          <w:szCs w:val="32"/>
        </w:rPr>
      </w:pPr>
    </w:p>
    <w:p w14:paraId="39F5780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Janine,</w:t>
      </w:r>
    </w:p>
    <w:p w14:paraId="19097F8E" w14:textId="77777777" w:rsidR="000E362F" w:rsidRDefault="000E362F" w:rsidP="00801D49">
      <w:pPr>
        <w:rPr>
          <w:sz w:val="32"/>
          <w:szCs w:val="32"/>
        </w:rPr>
      </w:pPr>
    </w:p>
    <w:p w14:paraId="1C6F1F1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E095BAC" w14:textId="77777777" w:rsidR="000E362F" w:rsidRDefault="000E362F" w:rsidP="00801D49">
      <w:pPr>
        <w:rPr>
          <w:sz w:val="32"/>
          <w:szCs w:val="32"/>
        </w:rPr>
      </w:pPr>
    </w:p>
    <w:p w14:paraId="780EC1E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931B4D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D0F7C4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2F2F0D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787F01" wp14:editId="26AD0263">
                  <wp:extent cx="6399207" cy="3924300"/>
                  <wp:effectExtent l="0" t="0" r="1905" b="0"/>
                  <wp:docPr id="416" name="Picture 41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1F3410" w14:textId="77777777" w:rsidR="000E362F" w:rsidRDefault="000E362F" w:rsidP="00801D49"/>
    <w:p w14:paraId="361D313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Ettie Hoopengardner</w:t>
      </w:r>
    </w:p>
    <w:p w14:paraId="18F5D7E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39 Franklin Ave</w:t>
      </w:r>
    </w:p>
    <w:p w14:paraId="2A69B43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Richland, WA 99352</w:t>
      </w:r>
    </w:p>
    <w:p w14:paraId="34331A90" w14:textId="77777777" w:rsidR="000E362F" w:rsidRDefault="000E362F" w:rsidP="00801D49"/>
    <w:p w14:paraId="278EE0D4" w14:textId="77777777" w:rsidR="000E362F" w:rsidRPr="0001239D" w:rsidRDefault="000E362F" w:rsidP="00801D49">
      <w:pPr>
        <w:rPr>
          <w:sz w:val="32"/>
          <w:szCs w:val="32"/>
        </w:rPr>
      </w:pPr>
    </w:p>
    <w:p w14:paraId="2F53E8AD" w14:textId="77777777" w:rsidR="000E362F" w:rsidRDefault="000E362F" w:rsidP="00801D49">
      <w:pPr>
        <w:rPr>
          <w:sz w:val="32"/>
          <w:szCs w:val="32"/>
        </w:rPr>
      </w:pPr>
    </w:p>
    <w:p w14:paraId="41120F8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Ettie,</w:t>
      </w:r>
    </w:p>
    <w:p w14:paraId="6CE9E62F" w14:textId="77777777" w:rsidR="000E362F" w:rsidRDefault="000E362F" w:rsidP="00801D49">
      <w:pPr>
        <w:rPr>
          <w:sz w:val="32"/>
          <w:szCs w:val="32"/>
        </w:rPr>
      </w:pPr>
    </w:p>
    <w:p w14:paraId="643091D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6587745" w14:textId="77777777" w:rsidR="000E362F" w:rsidRDefault="000E362F" w:rsidP="00801D49">
      <w:pPr>
        <w:rPr>
          <w:sz w:val="32"/>
          <w:szCs w:val="32"/>
        </w:rPr>
      </w:pPr>
    </w:p>
    <w:p w14:paraId="7AE45D7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5E1ADE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4A2FFD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DD9B93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414C35" wp14:editId="22156898">
                  <wp:extent cx="6399207" cy="3924300"/>
                  <wp:effectExtent l="0" t="0" r="1905" b="0"/>
                  <wp:docPr id="417" name="Picture 41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3ECAC6" w14:textId="77777777" w:rsidR="000E362F" w:rsidRDefault="000E362F" w:rsidP="00801D49"/>
    <w:p w14:paraId="0FF61A0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Eden Jayson</w:t>
      </w:r>
    </w:p>
    <w:p w14:paraId="6F520B9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Iwaena St</w:t>
      </w:r>
    </w:p>
    <w:p w14:paraId="399443E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Baltimore, MD 21202</w:t>
      </w:r>
    </w:p>
    <w:p w14:paraId="07FEB670" w14:textId="77777777" w:rsidR="000E362F" w:rsidRDefault="000E362F" w:rsidP="00801D49"/>
    <w:p w14:paraId="51A9AA46" w14:textId="77777777" w:rsidR="000E362F" w:rsidRPr="0001239D" w:rsidRDefault="000E362F" w:rsidP="00801D49">
      <w:pPr>
        <w:rPr>
          <w:sz w:val="32"/>
          <w:szCs w:val="32"/>
        </w:rPr>
      </w:pPr>
    </w:p>
    <w:p w14:paraId="74F6131F" w14:textId="77777777" w:rsidR="000E362F" w:rsidRDefault="000E362F" w:rsidP="00801D49">
      <w:pPr>
        <w:rPr>
          <w:sz w:val="32"/>
          <w:szCs w:val="32"/>
        </w:rPr>
      </w:pPr>
    </w:p>
    <w:p w14:paraId="1F48885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Eden,</w:t>
      </w:r>
    </w:p>
    <w:p w14:paraId="3CA36A04" w14:textId="77777777" w:rsidR="000E362F" w:rsidRDefault="000E362F" w:rsidP="00801D49">
      <w:pPr>
        <w:rPr>
          <w:sz w:val="32"/>
          <w:szCs w:val="32"/>
        </w:rPr>
      </w:pPr>
    </w:p>
    <w:p w14:paraId="6426F15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504B6C6" w14:textId="77777777" w:rsidR="000E362F" w:rsidRDefault="000E362F" w:rsidP="00801D49">
      <w:pPr>
        <w:rPr>
          <w:sz w:val="32"/>
          <w:szCs w:val="32"/>
        </w:rPr>
      </w:pPr>
    </w:p>
    <w:p w14:paraId="60E4978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C97035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85E456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867276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5A52CE" wp14:editId="66277C87">
                  <wp:extent cx="6399207" cy="3924300"/>
                  <wp:effectExtent l="0" t="0" r="1905" b="0"/>
                  <wp:docPr id="418" name="Picture 41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92462" w14:textId="77777777" w:rsidR="000E362F" w:rsidRDefault="000E362F" w:rsidP="00801D49"/>
    <w:p w14:paraId="3515A4A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Lynelle Auber</w:t>
      </w:r>
    </w:p>
    <w:p w14:paraId="1A59BD4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32820 Corkwood Rd</w:t>
      </w:r>
    </w:p>
    <w:p w14:paraId="7FC04D1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Newark, NJ 7104</w:t>
      </w:r>
    </w:p>
    <w:p w14:paraId="0F5AAA47" w14:textId="77777777" w:rsidR="000E362F" w:rsidRDefault="000E362F" w:rsidP="00801D49"/>
    <w:p w14:paraId="24431261" w14:textId="77777777" w:rsidR="000E362F" w:rsidRPr="0001239D" w:rsidRDefault="000E362F" w:rsidP="00801D49">
      <w:pPr>
        <w:rPr>
          <w:sz w:val="32"/>
          <w:szCs w:val="32"/>
        </w:rPr>
      </w:pPr>
    </w:p>
    <w:p w14:paraId="3C24C9A3" w14:textId="77777777" w:rsidR="000E362F" w:rsidRDefault="000E362F" w:rsidP="00801D49">
      <w:pPr>
        <w:rPr>
          <w:sz w:val="32"/>
          <w:szCs w:val="32"/>
        </w:rPr>
      </w:pPr>
    </w:p>
    <w:p w14:paraId="6A58471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Lynelle,</w:t>
      </w:r>
    </w:p>
    <w:p w14:paraId="57ACCF4B" w14:textId="77777777" w:rsidR="000E362F" w:rsidRDefault="000E362F" w:rsidP="00801D49">
      <w:pPr>
        <w:rPr>
          <w:sz w:val="32"/>
          <w:szCs w:val="32"/>
        </w:rPr>
      </w:pPr>
    </w:p>
    <w:p w14:paraId="1B994D1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32EFA7D" w14:textId="77777777" w:rsidR="000E362F" w:rsidRDefault="000E362F" w:rsidP="00801D49">
      <w:pPr>
        <w:rPr>
          <w:sz w:val="32"/>
          <w:szCs w:val="32"/>
        </w:rPr>
      </w:pPr>
    </w:p>
    <w:p w14:paraId="1C4C81C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E1B662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D9C27A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C2A4B6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E14321" wp14:editId="43D8F4AC">
                  <wp:extent cx="6399207" cy="3924300"/>
                  <wp:effectExtent l="0" t="0" r="1905" b="0"/>
                  <wp:docPr id="419" name="Picture 41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A92A93" w14:textId="77777777" w:rsidR="000E362F" w:rsidRDefault="000E362F" w:rsidP="00801D49"/>
    <w:p w14:paraId="36D3102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Merissa Tomblin</w:t>
      </w:r>
    </w:p>
    <w:p w14:paraId="5A1ED42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34 Raritan Center Pky</w:t>
      </w:r>
    </w:p>
    <w:p w14:paraId="6BBE846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Bellflower, CA 90706</w:t>
      </w:r>
    </w:p>
    <w:p w14:paraId="06EB781C" w14:textId="77777777" w:rsidR="000E362F" w:rsidRDefault="000E362F" w:rsidP="00801D49"/>
    <w:p w14:paraId="126B7F4D" w14:textId="77777777" w:rsidR="000E362F" w:rsidRPr="0001239D" w:rsidRDefault="000E362F" w:rsidP="00801D49">
      <w:pPr>
        <w:rPr>
          <w:sz w:val="32"/>
          <w:szCs w:val="32"/>
        </w:rPr>
      </w:pPr>
    </w:p>
    <w:p w14:paraId="40FF5822" w14:textId="77777777" w:rsidR="000E362F" w:rsidRDefault="000E362F" w:rsidP="00801D49">
      <w:pPr>
        <w:rPr>
          <w:sz w:val="32"/>
          <w:szCs w:val="32"/>
        </w:rPr>
      </w:pPr>
    </w:p>
    <w:p w14:paraId="1EE4DBC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Merissa,</w:t>
      </w:r>
    </w:p>
    <w:p w14:paraId="4CD1444D" w14:textId="77777777" w:rsidR="000E362F" w:rsidRDefault="000E362F" w:rsidP="00801D49">
      <w:pPr>
        <w:rPr>
          <w:sz w:val="32"/>
          <w:szCs w:val="32"/>
        </w:rPr>
      </w:pPr>
    </w:p>
    <w:p w14:paraId="13362F5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0C2EFA1" w14:textId="77777777" w:rsidR="000E362F" w:rsidRDefault="000E362F" w:rsidP="00801D49">
      <w:pPr>
        <w:rPr>
          <w:sz w:val="32"/>
          <w:szCs w:val="32"/>
        </w:rPr>
      </w:pPr>
    </w:p>
    <w:p w14:paraId="716FB0D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4E0925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CC090E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65A998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2F4059" wp14:editId="30C49CAE">
                  <wp:extent cx="6399207" cy="3924300"/>
                  <wp:effectExtent l="0" t="0" r="1905" b="0"/>
                  <wp:docPr id="420" name="Picture 42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84DFD6" w14:textId="77777777" w:rsidR="000E362F" w:rsidRDefault="000E362F" w:rsidP="00801D49"/>
    <w:p w14:paraId="6E8C0BB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Golda Kaniecki</w:t>
      </w:r>
    </w:p>
    <w:p w14:paraId="0DAAC97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6201 S Nevada Ave</w:t>
      </w:r>
    </w:p>
    <w:p w14:paraId="6C00C86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Toms River, NJ 8755</w:t>
      </w:r>
    </w:p>
    <w:p w14:paraId="75150B41" w14:textId="77777777" w:rsidR="000E362F" w:rsidRDefault="000E362F" w:rsidP="00801D49"/>
    <w:p w14:paraId="435DB5EC" w14:textId="77777777" w:rsidR="000E362F" w:rsidRPr="0001239D" w:rsidRDefault="000E362F" w:rsidP="00801D49">
      <w:pPr>
        <w:rPr>
          <w:sz w:val="32"/>
          <w:szCs w:val="32"/>
        </w:rPr>
      </w:pPr>
    </w:p>
    <w:p w14:paraId="7D18FB91" w14:textId="77777777" w:rsidR="000E362F" w:rsidRDefault="000E362F" w:rsidP="00801D49">
      <w:pPr>
        <w:rPr>
          <w:sz w:val="32"/>
          <w:szCs w:val="32"/>
        </w:rPr>
      </w:pPr>
    </w:p>
    <w:p w14:paraId="4277EBE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Golda,</w:t>
      </w:r>
    </w:p>
    <w:p w14:paraId="0DA1CB12" w14:textId="77777777" w:rsidR="000E362F" w:rsidRDefault="000E362F" w:rsidP="00801D49">
      <w:pPr>
        <w:rPr>
          <w:sz w:val="32"/>
          <w:szCs w:val="32"/>
        </w:rPr>
      </w:pPr>
    </w:p>
    <w:p w14:paraId="12F8365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748DE40" w14:textId="77777777" w:rsidR="000E362F" w:rsidRDefault="000E362F" w:rsidP="00801D49">
      <w:pPr>
        <w:rPr>
          <w:sz w:val="32"/>
          <w:szCs w:val="32"/>
        </w:rPr>
      </w:pPr>
    </w:p>
    <w:p w14:paraId="21831DC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E19738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943891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171793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BB8CEA" wp14:editId="1319AE59">
                  <wp:extent cx="6399207" cy="3924300"/>
                  <wp:effectExtent l="0" t="0" r="1905" b="0"/>
                  <wp:docPr id="421" name="Picture 42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F4965" w14:textId="77777777" w:rsidR="000E362F" w:rsidRDefault="000E362F" w:rsidP="00801D49"/>
    <w:p w14:paraId="5CDF5BD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Catarina Gleich</w:t>
      </w:r>
    </w:p>
    <w:p w14:paraId="7FD3312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78 Maryland Dr #146</w:t>
      </w:r>
    </w:p>
    <w:p w14:paraId="641099A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Denville, NJ 7834</w:t>
      </w:r>
    </w:p>
    <w:p w14:paraId="6BE36D6A" w14:textId="77777777" w:rsidR="000E362F" w:rsidRDefault="000E362F" w:rsidP="00801D49"/>
    <w:p w14:paraId="0EE95BDE" w14:textId="77777777" w:rsidR="000E362F" w:rsidRPr="0001239D" w:rsidRDefault="000E362F" w:rsidP="00801D49">
      <w:pPr>
        <w:rPr>
          <w:sz w:val="32"/>
          <w:szCs w:val="32"/>
        </w:rPr>
      </w:pPr>
    </w:p>
    <w:p w14:paraId="29761DE7" w14:textId="77777777" w:rsidR="000E362F" w:rsidRDefault="000E362F" w:rsidP="00801D49">
      <w:pPr>
        <w:rPr>
          <w:sz w:val="32"/>
          <w:szCs w:val="32"/>
        </w:rPr>
      </w:pPr>
    </w:p>
    <w:p w14:paraId="336600F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Catarina,</w:t>
      </w:r>
    </w:p>
    <w:p w14:paraId="6B4083C2" w14:textId="77777777" w:rsidR="000E362F" w:rsidRDefault="000E362F" w:rsidP="00801D49">
      <w:pPr>
        <w:rPr>
          <w:sz w:val="32"/>
          <w:szCs w:val="32"/>
        </w:rPr>
      </w:pPr>
    </w:p>
    <w:p w14:paraId="250B9CD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98DBFFF" w14:textId="77777777" w:rsidR="000E362F" w:rsidRDefault="000E362F" w:rsidP="00801D49">
      <w:pPr>
        <w:rPr>
          <w:sz w:val="32"/>
          <w:szCs w:val="32"/>
        </w:rPr>
      </w:pPr>
    </w:p>
    <w:p w14:paraId="5E0B813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A67E95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FB9221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F6EFBA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424ECB" wp14:editId="19D5B703">
                  <wp:extent cx="6399207" cy="3924300"/>
                  <wp:effectExtent l="0" t="0" r="1905" b="0"/>
                  <wp:docPr id="422" name="Picture 42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5D9FE6" w14:textId="77777777" w:rsidR="000E362F" w:rsidRDefault="000E362F" w:rsidP="00801D49"/>
    <w:p w14:paraId="0ECC28B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Virgie Kiel</w:t>
      </w:r>
    </w:p>
    <w:p w14:paraId="4942355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76598 Rd  I 95 #1</w:t>
      </w:r>
    </w:p>
    <w:p w14:paraId="0C04398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Denver, CO 80216</w:t>
      </w:r>
    </w:p>
    <w:p w14:paraId="19207086" w14:textId="77777777" w:rsidR="000E362F" w:rsidRDefault="000E362F" w:rsidP="00801D49"/>
    <w:p w14:paraId="0C899528" w14:textId="77777777" w:rsidR="000E362F" w:rsidRPr="0001239D" w:rsidRDefault="000E362F" w:rsidP="00801D49">
      <w:pPr>
        <w:rPr>
          <w:sz w:val="32"/>
          <w:szCs w:val="32"/>
        </w:rPr>
      </w:pPr>
    </w:p>
    <w:p w14:paraId="152BD628" w14:textId="77777777" w:rsidR="000E362F" w:rsidRDefault="000E362F" w:rsidP="00801D49">
      <w:pPr>
        <w:rPr>
          <w:sz w:val="32"/>
          <w:szCs w:val="32"/>
        </w:rPr>
      </w:pPr>
    </w:p>
    <w:p w14:paraId="4DC37FF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Virgie,</w:t>
      </w:r>
    </w:p>
    <w:p w14:paraId="601112DA" w14:textId="77777777" w:rsidR="000E362F" w:rsidRDefault="000E362F" w:rsidP="00801D49">
      <w:pPr>
        <w:rPr>
          <w:sz w:val="32"/>
          <w:szCs w:val="32"/>
        </w:rPr>
      </w:pPr>
    </w:p>
    <w:p w14:paraId="0A0D132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2A4B6D4" w14:textId="77777777" w:rsidR="000E362F" w:rsidRDefault="000E362F" w:rsidP="00801D49">
      <w:pPr>
        <w:rPr>
          <w:sz w:val="32"/>
          <w:szCs w:val="32"/>
        </w:rPr>
      </w:pPr>
    </w:p>
    <w:p w14:paraId="7406BFE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1FDC9E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196BC1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038796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DAABD5" wp14:editId="7DFED7A0">
                  <wp:extent cx="6399207" cy="3924300"/>
                  <wp:effectExtent l="0" t="0" r="1905" b="0"/>
                  <wp:docPr id="423" name="Picture 42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B98283" w14:textId="77777777" w:rsidR="000E362F" w:rsidRDefault="000E362F" w:rsidP="00801D49"/>
    <w:p w14:paraId="4DD0A71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Jolene Ostolaza</w:t>
      </w:r>
    </w:p>
    <w:p w14:paraId="58A807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1610 14th St Nw</w:t>
      </w:r>
    </w:p>
    <w:p w14:paraId="412E352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Newport News, VA 23608</w:t>
      </w:r>
    </w:p>
    <w:p w14:paraId="24B8E006" w14:textId="77777777" w:rsidR="000E362F" w:rsidRDefault="000E362F" w:rsidP="00801D49"/>
    <w:p w14:paraId="63770006" w14:textId="77777777" w:rsidR="000E362F" w:rsidRPr="0001239D" w:rsidRDefault="000E362F" w:rsidP="00801D49">
      <w:pPr>
        <w:rPr>
          <w:sz w:val="32"/>
          <w:szCs w:val="32"/>
        </w:rPr>
      </w:pPr>
    </w:p>
    <w:p w14:paraId="6748C8B5" w14:textId="77777777" w:rsidR="000E362F" w:rsidRDefault="000E362F" w:rsidP="00801D49">
      <w:pPr>
        <w:rPr>
          <w:sz w:val="32"/>
          <w:szCs w:val="32"/>
        </w:rPr>
      </w:pPr>
    </w:p>
    <w:p w14:paraId="6E48C27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Jolene,</w:t>
      </w:r>
    </w:p>
    <w:p w14:paraId="7859FD1D" w14:textId="77777777" w:rsidR="000E362F" w:rsidRDefault="000E362F" w:rsidP="00801D49">
      <w:pPr>
        <w:rPr>
          <w:sz w:val="32"/>
          <w:szCs w:val="32"/>
        </w:rPr>
      </w:pPr>
    </w:p>
    <w:p w14:paraId="2F503B4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3FF8C88" w14:textId="77777777" w:rsidR="000E362F" w:rsidRDefault="000E362F" w:rsidP="00801D49">
      <w:pPr>
        <w:rPr>
          <w:sz w:val="32"/>
          <w:szCs w:val="32"/>
        </w:rPr>
      </w:pPr>
    </w:p>
    <w:p w14:paraId="6DBF008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384A4B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AAEDA4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2B0FB8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A31FBE" wp14:editId="7105975C">
                  <wp:extent cx="6399207" cy="3924300"/>
                  <wp:effectExtent l="0" t="0" r="1905" b="0"/>
                  <wp:docPr id="424" name="Picture 42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F82338" w14:textId="77777777" w:rsidR="000E362F" w:rsidRDefault="000E362F" w:rsidP="00801D49"/>
    <w:p w14:paraId="6A6BDDF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Keneth Borgman</w:t>
      </w:r>
    </w:p>
    <w:p w14:paraId="472EC5D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86350 Roszel Rd</w:t>
      </w:r>
    </w:p>
    <w:p w14:paraId="686887A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Phoenix, AZ 85012</w:t>
      </w:r>
    </w:p>
    <w:p w14:paraId="0D299EAA" w14:textId="77777777" w:rsidR="000E362F" w:rsidRDefault="000E362F" w:rsidP="00801D49"/>
    <w:p w14:paraId="10B896AF" w14:textId="77777777" w:rsidR="000E362F" w:rsidRPr="0001239D" w:rsidRDefault="000E362F" w:rsidP="00801D49">
      <w:pPr>
        <w:rPr>
          <w:sz w:val="32"/>
          <w:szCs w:val="32"/>
        </w:rPr>
      </w:pPr>
    </w:p>
    <w:p w14:paraId="14797086" w14:textId="77777777" w:rsidR="000E362F" w:rsidRDefault="000E362F" w:rsidP="00801D49">
      <w:pPr>
        <w:rPr>
          <w:sz w:val="32"/>
          <w:szCs w:val="32"/>
        </w:rPr>
      </w:pPr>
    </w:p>
    <w:p w14:paraId="11DE79F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Keneth,</w:t>
      </w:r>
    </w:p>
    <w:p w14:paraId="1EF9651A" w14:textId="77777777" w:rsidR="000E362F" w:rsidRDefault="000E362F" w:rsidP="00801D49">
      <w:pPr>
        <w:rPr>
          <w:sz w:val="32"/>
          <w:szCs w:val="32"/>
        </w:rPr>
      </w:pPr>
    </w:p>
    <w:p w14:paraId="60A859A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5845940" w14:textId="77777777" w:rsidR="000E362F" w:rsidRDefault="000E362F" w:rsidP="00801D49">
      <w:pPr>
        <w:rPr>
          <w:sz w:val="32"/>
          <w:szCs w:val="32"/>
        </w:rPr>
      </w:pPr>
    </w:p>
    <w:p w14:paraId="3160B03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554D7C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DBC96D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E747D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8C8E5E" wp14:editId="713EA65B">
                  <wp:extent cx="6399207" cy="3924300"/>
                  <wp:effectExtent l="0" t="0" r="1905" b="0"/>
                  <wp:docPr id="425" name="Picture 42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F3A0BB" w14:textId="77777777" w:rsidR="000E362F" w:rsidRDefault="000E362F" w:rsidP="00801D49"/>
    <w:p w14:paraId="0B6A02A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Rikki Nayar</w:t>
      </w:r>
    </w:p>
    <w:p w14:paraId="7CF35BA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1644 Clove Rd</w:t>
      </w:r>
    </w:p>
    <w:p w14:paraId="1F11452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Miami, FL 33155</w:t>
      </w:r>
    </w:p>
    <w:p w14:paraId="7497D23F" w14:textId="77777777" w:rsidR="000E362F" w:rsidRDefault="000E362F" w:rsidP="00801D49"/>
    <w:p w14:paraId="7F69A13C" w14:textId="77777777" w:rsidR="000E362F" w:rsidRPr="0001239D" w:rsidRDefault="000E362F" w:rsidP="00801D49">
      <w:pPr>
        <w:rPr>
          <w:sz w:val="32"/>
          <w:szCs w:val="32"/>
        </w:rPr>
      </w:pPr>
    </w:p>
    <w:p w14:paraId="125B7FCC" w14:textId="77777777" w:rsidR="000E362F" w:rsidRDefault="000E362F" w:rsidP="00801D49">
      <w:pPr>
        <w:rPr>
          <w:sz w:val="32"/>
          <w:szCs w:val="32"/>
        </w:rPr>
      </w:pPr>
    </w:p>
    <w:p w14:paraId="5B42787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Rikki,</w:t>
      </w:r>
    </w:p>
    <w:p w14:paraId="201478C0" w14:textId="77777777" w:rsidR="000E362F" w:rsidRDefault="000E362F" w:rsidP="00801D49">
      <w:pPr>
        <w:rPr>
          <w:sz w:val="32"/>
          <w:szCs w:val="32"/>
        </w:rPr>
      </w:pPr>
    </w:p>
    <w:p w14:paraId="4C69197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702E183" w14:textId="77777777" w:rsidR="000E362F" w:rsidRDefault="000E362F" w:rsidP="00801D49">
      <w:pPr>
        <w:rPr>
          <w:sz w:val="32"/>
          <w:szCs w:val="32"/>
        </w:rPr>
      </w:pPr>
    </w:p>
    <w:p w14:paraId="4492656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F48581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EAA94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5691F8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80D4CB" wp14:editId="68701A3A">
                  <wp:extent cx="6399207" cy="3924300"/>
                  <wp:effectExtent l="0" t="0" r="1905" b="0"/>
                  <wp:docPr id="426" name="Picture 42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6DB81B" w14:textId="77777777" w:rsidR="000E362F" w:rsidRDefault="000E362F" w:rsidP="00801D49"/>
    <w:p w14:paraId="393CA21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Elke Sengbusch</w:t>
      </w:r>
    </w:p>
    <w:p w14:paraId="66228A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W Central Ave</w:t>
      </w:r>
    </w:p>
    <w:p w14:paraId="562ACA7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Phoenix, AZ 85013</w:t>
      </w:r>
    </w:p>
    <w:p w14:paraId="42A55539" w14:textId="77777777" w:rsidR="000E362F" w:rsidRDefault="000E362F" w:rsidP="00801D49"/>
    <w:p w14:paraId="5BC3556E" w14:textId="77777777" w:rsidR="000E362F" w:rsidRPr="0001239D" w:rsidRDefault="000E362F" w:rsidP="00801D49">
      <w:pPr>
        <w:rPr>
          <w:sz w:val="32"/>
          <w:szCs w:val="32"/>
        </w:rPr>
      </w:pPr>
    </w:p>
    <w:p w14:paraId="6FB1421D" w14:textId="77777777" w:rsidR="000E362F" w:rsidRDefault="000E362F" w:rsidP="00801D49">
      <w:pPr>
        <w:rPr>
          <w:sz w:val="32"/>
          <w:szCs w:val="32"/>
        </w:rPr>
      </w:pPr>
    </w:p>
    <w:p w14:paraId="7E42349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Elke,</w:t>
      </w:r>
    </w:p>
    <w:p w14:paraId="4CE96265" w14:textId="77777777" w:rsidR="000E362F" w:rsidRDefault="000E362F" w:rsidP="00801D49">
      <w:pPr>
        <w:rPr>
          <w:sz w:val="32"/>
          <w:szCs w:val="32"/>
        </w:rPr>
      </w:pPr>
    </w:p>
    <w:p w14:paraId="3070A42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C56D98A" w14:textId="77777777" w:rsidR="000E362F" w:rsidRDefault="000E362F" w:rsidP="00801D49">
      <w:pPr>
        <w:rPr>
          <w:sz w:val="32"/>
          <w:szCs w:val="32"/>
        </w:rPr>
      </w:pPr>
    </w:p>
    <w:p w14:paraId="5AE46DC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853713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38D2BC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42BE8C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AB22E6" wp14:editId="5366A6BF">
                  <wp:extent cx="6399207" cy="3924300"/>
                  <wp:effectExtent l="0" t="0" r="1905" b="0"/>
                  <wp:docPr id="427" name="Picture 42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D527D6" w14:textId="77777777" w:rsidR="000E362F" w:rsidRDefault="000E362F" w:rsidP="00801D49"/>
    <w:p w14:paraId="016645F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Hoa Sarao</w:t>
      </w:r>
    </w:p>
    <w:p w14:paraId="4B95D22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27846 Lafayette Ave</w:t>
      </w:r>
    </w:p>
    <w:p w14:paraId="4DAB93A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Oak Hill, FL 32759</w:t>
      </w:r>
    </w:p>
    <w:p w14:paraId="4A4B8A03" w14:textId="77777777" w:rsidR="000E362F" w:rsidRDefault="000E362F" w:rsidP="00801D49"/>
    <w:p w14:paraId="4EFA7EF7" w14:textId="77777777" w:rsidR="000E362F" w:rsidRPr="0001239D" w:rsidRDefault="000E362F" w:rsidP="00801D49">
      <w:pPr>
        <w:rPr>
          <w:sz w:val="32"/>
          <w:szCs w:val="32"/>
        </w:rPr>
      </w:pPr>
    </w:p>
    <w:p w14:paraId="7AE59674" w14:textId="77777777" w:rsidR="000E362F" w:rsidRDefault="000E362F" w:rsidP="00801D49">
      <w:pPr>
        <w:rPr>
          <w:sz w:val="32"/>
          <w:szCs w:val="32"/>
        </w:rPr>
      </w:pPr>
    </w:p>
    <w:p w14:paraId="54C9E05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Hoa,</w:t>
      </w:r>
    </w:p>
    <w:p w14:paraId="5FB061B7" w14:textId="77777777" w:rsidR="000E362F" w:rsidRDefault="000E362F" w:rsidP="00801D49">
      <w:pPr>
        <w:rPr>
          <w:sz w:val="32"/>
          <w:szCs w:val="32"/>
        </w:rPr>
      </w:pPr>
    </w:p>
    <w:p w14:paraId="0CA189D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C31C736" w14:textId="77777777" w:rsidR="000E362F" w:rsidRDefault="000E362F" w:rsidP="00801D49">
      <w:pPr>
        <w:rPr>
          <w:sz w:val="32"/>
          <w:szCs w:val="32"/>
        </w:rPr>
      </w:pPr>
    </w:p>
    <w:p w14:paraId="0CB42EB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7721DD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CF7CE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FEFB3B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17DB62" wp14:editId="42480AF4">
                  <wp:extent cx="6399207" cy="3924300"/>
                  <wp:effectExtent l="0" t="0" r="1905" b="0"/>
                  <wp:docPr id="428" name="Picture 42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F88883" w14:textId="77777777" w:rsidR="000E362F" w:rsidRDefault="000E362F" w:rsidP="00801D49"/>
    <w:p w14:paraId="6499B91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Trinidad Mcrae</w:t>
      </w:r>
    </w:p>
    <w:p w14:paraId="785EADB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10276 Brooks St</w:t>
      </w:r>
    </w:p>
    <w:p w14:paraId="633AA00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Francisco, CA 94105</w:t>
      </w:r>
    </w:p>
    <w:p w14:paraId="5B199A2F" w14:textId="77777777" w:rsidR="000E362F" w:rsidRDefault="000E362F" w:rsidP="00801D49"/>
    <w:p w14:paraId="003CEA06" w14:textId="77777777" w:rsidR="000E362F" w:rsidRPr="0001239D" w:rsidRDefault="000E362F" w:rsidP="00801D49">
      <w:pPr>
        <w:rPr>
          <w:sz w:val="32"/>
          <w:szCs w:val="32"/>
        </w:rPr>
      </w:pPr>
    </w:p>
    <w:p w14:paraId="3BEA9FB4" w14:textId="77777777" w:rsidR="000E362F" w:rsidRDefault="000E362F" w:rsidP="00801D49">
      <w:pPr>
        <w:rPr>
          <w:sz w:val="32"/>
          <w:szCs w:val="32"/>
        </w:rPr>
      </w:pPr>
    </w:p>
    <w:p w14:paraId="32FD86B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Trinidad,</w:t>
      </w:r>
    </w:p>
    <w:p w14:paraId="43263043" w14:textId="77777777" w:rsidR="000E362F" w:rsidRDefault="000E362F" w:rsidP="00801D49">
      <w:pPr>
        <w:rPr>
          <w:sz w:val="32"/>
          <w:szCs w:val="32"/>
        </w:rPr>
      </w:pPr>
    </w:p>
    <w:p w14:paraId="2B16580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33AD3CA" w14:textId="77777777" w:rsidR="000E362F" w:rsidRDefault="000E362F" w:rsidP="00801D49">
      <w:pPr>
        <w:rPr>
          <w:sz w:val="32"/>
          <w:szCs w:val="32"/>
        </w:rPr>
      </w:pPr>
    </w:p>
    <w:p w14:paraId="52DBB36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17ECAD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87CFFD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838721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D91000" wp14:editId="0247B648">
                  <wp:extent cx="6399207" cy="3924300"/>
                  <wp:effectExtent l="0" t="0" r="1905" b="0"/>
                  <wp:docPr id="429" name="Picture 42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6EE89D" w14:textId="77777777" w:rsidR="000E362F" w:rsidRDefault="000E362F" w:rsidP="00801D49"/>
    <w:p w14:paraId="2FDEBA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Mari Lueckenbach</w:t>
      </w:r>
    </w:p>
    <w:p w14:paraId="0E9C4D1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Century Park E</w:t>
      </w:r>
    </w:p>
    <w:p w14:paraId="1D475B4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Diego, CA 92110</w:t>
      </w:r>
    </w:p>
    <w:p w14:paraId="5584A0E8" w14:textId="77777777" w:rsidR="000E362F" w:rsidRDefault="000E362F" w:rsidP="00801D49"/>
    <w:p w14:paraId="5C1DCB62" w14:textId="77777777" w:rsidR="000E362F" w:rsidRPr="0001239D" w:rsidRDefault="000E362F" w:rsidP="00801D49">
      <w:pPr>
        <w:rPr>
          <w:sz w:val="32"/>
          <w:szCs w:val="32"/>
        </w:rPr>
      </w:pPr>
    </w:p>
    <w:p w14:paraId="7E10460A" w14:textId="77777777" w:rsidR="000E362F" w:rsidRDefault="000E362F" w:rsidP="00801D49">
      <w:pPr>
        <w:rPr>
          <w:sz w:val="32"/>
          <w:szCs w:val="32"/>
        </w:rPr>
      </w:pPr>
    </w:p>
    <w:p w14:paraId="515BECD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Mari,</w:t>
      </w:r>
    </w:p>
    <w:p w14:paraId="4E9A9E3F" w14:textId="77777777" w:rsidR="000E362F" w:rsidRDefault="000E362F" w:rsidP="00801D49">
      <w:pPr>
        <w:rPr>
          <w:sz w:val="32"/>
          <w:szCs w:val="32"/>
        </w:rPr>
      </w:pPr>
    </w:p>
    <w:p w14:paraId="1CB5A71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FD6D1EC" w14:textId="77777777" w:rsidR="000E362F" w:rsidRDefault="000E362F" w:rsidP="00801D49">
      <w:pPr>
        <w:rPr>
          <w:sz w:val="32"/>
          <w:szCs w:val="32"/>
        </w:rPr>
      </w:pPr>
    </w:p>
    <w:p w14:paraId="6F40450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FA4951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40522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7F7E60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289950" wp14:editId="748E4B88">
                  <wp:extent cx="6399207" cy="3924300"/>
                  <wp:effectExtent l="0" t="0" r="1905" b="0"/>
                  <wp:docPr id="430" name="Picture 43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9C0061" w14:textId="77777777" w:rsidR="000E362F" w:rsidRDefault="000E362F" w:rsidP="00801D49"/>
    <w:p w14:paraId="1DC73FC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Selma Husser</w:t>
      </w:r>
    </w:p>
    <w:p w14:paraId="7FE6E4D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State Highway 57 #22</w:t>
      </w:r>
    </w:p>
    <w:p w14:paraId="57E6491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Jersey City, NJ 7306</w:t>
      </w:r>
    </w:p>
    <w:p w14:paraId="388E3BA3" w14:textId="77777777" w:rsidR="000E362F" w:rsidRDefault="000E362F" w:rsidP="00801D49"/>
    <w:p w14:paraId="4392BEF8" w14:textId="77777777" w:rsidR="000E362F" w:rsidRPr="0001239D" w:rsidRDefault="000E362F" w:rsidP="00801D49">
      <w:pPr>
        <w:rPr>
          <w:sz w:val="32"/>
          <w:szCs w:val="32"/>
        </w:rPr>
      </w:pPr>
    </w:p>
    <w:p w14:paraId="6FB5195E" w14:textId="77777777" w:rsidR="000E362F" w:rsidRDefault="000E362F" w:rsidP="00801D49">
      <w:pPr>
        <w:rPr>
          <w:sz w:val="32"/>
          <w:szCs w:val="32"/>
        </w:rPr>
      </w:pPr>
    </w:p>
    <w:p w14:paraId="119B0CD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Selma,</w:t>
      </w:r>
    </w:p>
    <w:p w14:paraId="04490202" w14:textId="77777777" w:rsidR="000E362F" w:rsidRDefault="000E362F" w:rsidP="00801D49">
      <w:pPr>
        <w:rPr>
          <w:sz w:val="32"/>
          <w:szCs w:val="32"/>
        </w:rPr>
      </w:pPr>
    </w:p>
    <w:p w14:paraId="7FDEAF0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CEDE1D6" w14:textId="77777777" w:rsidR="000E362F" w:rsidRDefault="000E362F" w:rsidP="00801D49">
      <w:pPr>
        <w:rPr>
          <w:sz w:val="32"/>
          <w:szCs w:val="32"/>
        </w:rPr>
      </w:pPr>
    </w:p>
    <w:p w14:paraId="6CFD821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473B04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26BE64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53E4F0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F49D77" wp14:editId="704997D9">
                  <wp:extent cx="6399207" cy="3924300"/>
                  <wp:effectExtent l="0" t="0" r="1905" b="0"/>
                  <wp:docPr id="431" name="Picture 43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6E77D4" w14:textId="77777777" w:rsidR="000E362F" w:rsidRDefault="000E362F" w:rsidP="00801D49"/>
    <w:p w14:paraId="18F7DC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Antione Onofrio</w:t>
      </w:r>
    </w:p>
    <w:p w14:paraId="77E0730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S Washington Ave</w:t>
      </w:r>
    </w:p>
    <w:p w14:paraId="78AAD47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Bernardino, CA 92410</w:t>
      </w:r>
    </w:p>
    <w:p w14:paraId="4CA51D10" w14:textId="77777777" w:rsidR="000E362F" w:rsidRDefault="000E362F" w:rsidP="00801D49"/>
    <w:p w14:paraId="7558CE31" w14:textId="77777777" w:rsidR="000E362F" w:rsidRPr="0001239D" w:rsidRDefault="000E362F" w:rsidP="00801D49">
      <w:pPr>
        <w:rPr>
          <w:sz w:val="32"/>
          <w:szCs w:val="32"/>
        </w:rPr>
      </w:pPr>
    </w:p>
    <w:p w14:paraId="6AEB36C4" w14:textId="77777777" w:rsidR="000E362F" w:rsidRDefault="000E362F" w:rsidP="00801D49">
      <w:pPr>
        <w:rPr>
          <w:sz w:val="32"/>
          <w:szCs w:val="32"/>
        </w:rPr>
      </w:pPr>
    </w:p>
    <w:p w14:paraId="5CA0FEE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Antione,</w:t>
      </w:r>
    </w:p>
    <w:p w14:paraId="275FCDF1" w14:textId="77777777" w:rsidR="000E362F" w:rsidRDefault="000E362F" w:rsidP="00801D49">
      <w:pPr>
        <w:rPr>
          <w:sz w:val="32"/>
          <w:szCs w:val="32"/>
        </w:rPr>
      </w:pPr>
    </w:p>
    <w:p w14:paraId="216C713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8401C94" w14:textId="77777777" w:rsidR="000E362F" w:rsidRDefault="000E362F" w:rsidP="00801D49">
      <w:pPr>
        <w:rPr>
          <w:sz w:val="32"/>
          <w:szCs w:val="32"/>
        </w:rPr>
      </w:pPr>
    </w:p>
    <w:p w14:paraId="2E952C3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CCFFC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5A6518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27D8D6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5353D2" wp14:editId="61C38005">
                  <wp:extent cx="6399207" cy="3924300"/>
                  <wp:effectExtent l="0" t="0" r="1905" b="0"/>
                  <wp:docPr id="432" name="Picture 43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383C8" w14:textId="77777777" w:rsidR="000E362F" w:rsidRDefault="000E362F" w:rsidP="00801D49"/>
    <w:p w14:paraId="7E338F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Luisa Jurney</w:t>
      </w:r>
    </w:p>
    <w:p w14:paraId="1B1A1CF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 Se 176th Pl</w:t>
      </w:r>
    </w:p>
    <w:p w14:paraId="53D6AF0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Cambridge, MA 2138</w:t>
      </w:r>
    </w:p>
    <w:p w14:paraId="6E04DA28" w14:textId="77777777" w:rsidR="000E362F" w:rsidRDefault="000E362F" w:rsidP="00801D49"/>
    <w:p w14:paraId="4B322917" w14:textId="77777777" w:rsidR="000E362F" w:rsidRPr="0001239D" w:rsidRDefault="000E362F" w:rsidP="00801D49">
      <w:pPr>
        <w:rPr>
          <w:sz w:val="32"/>
          <w:szCs w:val="32"/>
        </w:rPr>
      </w:pPr>
    </w:p>
    <w:p w14:paraId="5E5F3B3C" w14:textId="77777777" w:rsidR="000E362F" w:rsidRDefault="000E362F" w:rsidP="00801D49">
      <w:pPr>
        <w:rPr>
          <w:sz w:val="32"/>
          <w:szCs w:val="32"/>
        </w:rPr>
      </w:pPr>
    </w:p>
    <w:p w14:paraId="06704B8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Luisa,</w:t>
      </w:r>
    </w:p>
    <w:p w14:paraId="1D0D847C" w14:textId="77777777" w:rsidR="000E362F" w:rsidRDefault="000E362F" w:rsidP="00801D49">
      <w:pPr>
        <w:rPr>
          <w:sz w:val="32"/>
          <w:szCs w:val="32"/>
        </w:rPr>
      </w:pPr>
    </w:p>
    <w:p w14:paraId="2AA03CC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04751F6" w14:textId="77777777" w:rsidR="000E362F" w:rsidRDefault="000E362F" w:rsidP="00801D49">
      <w:pPr>
        <w:rPr>
          <w:sz w:val="32"/>
          <w:szCs w:val="32"/>
        </w:rPr>
      </w:pPr>
    </w:p>
    <w:p w14:paraId="2B203DC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EEE0AD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26D2DC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D22283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132CC4" wp14:editId="0EA912BA">
                  <wp:extent cx="6399207" cy="3924300"/>
                  <wp:effectExtent l="0" t="0" r="1905" b="0"/>
                  <wp:docPr id="433" name="Picture 43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8211CC" w14:textId="77777777" w:rsidR="000E362F" w:rsidRDefault="000E362F" w:rsidP="00801D49"/>
    <w:p w14:paraId="65F1852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Clorinda Heimann</w:t>
      </w:r>
    </w:p>
    <w:p w14:paraId="7D8EAD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105 Richmond Valley Rd</w:t>
      </w:r>
    </w:p>
    <w:p w14:paraId="65934FD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Escondido, CA 92025</w:t>
      </w:r>
    </w:p>
    <w:p w14:paraId="5F6A573F" w14:textId="77777777" w:rsidR="000E362F" w:rsidRDefault="000E362F" w:rsidP="00801D49"/>
    <w:p w14:paraId="0DA206EC" w14:textId="77777777" w:rsidR="000E362F" w:rsidRPr="0001239D" w:rsidRDefault="000E362F" w:rsidP="00801D49">
      <w:pPr>
        <w:rPr>
          <w:sz w:val="32"/>
          <w:szCs w:val="32"/>
        </w:rPr>
      </w:pPr>
    </w:p>
    <w:p w14:paraId="1BF048F4" w14:textId="77777777" w:rsidR="000E362F" w:rsidRDefault="000E362F" w:rsidP="00801D49">
      <w:pPr>
        <w:rPr>
          <w:sz w:val="32"/>
          <w:szCs w:val="32"/>
        </w:rPr>
      </w:pPr>
    </w:p>
    <w:p w14:paraId="6C2B7B7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Clorinda,</w:t>
      </w:r>
    </w:p>
    <w:p w14:paraId="5B2CD20F" w14:textId="77777777" w:rsidR="000E362F" w:rsidRDefault="000E362F" w:rsidP="00801D49">
      <w:pPr>
        <w:rPr>
          <w:sz w:val="32"/>
          <w:szCs w:val="32"/>
        </w:rPr>
      </w:pPr>
    </w:p>
    <w:p w14:paraId="6183621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856E1A1" w14:textId="77777777" w:rsidR="000E362F" w:rsidRDefault="000E362F" w:rsidP="00801D49">
      <w:pPr>
        <w:rPr>
          <w:sz w:val="32"/>
          <w:szCs w:val="32"/>
        </w:rPr>
      </w:pPr>
    </w:p>
    <w:p w14:paraId="081A85B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C88F8C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0D10A1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DBDAE3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4033E7" wp14:editId="4513DF96">
                  <wp:extent cx="6399207" cy="3924300"/>
                  <wp:effectExtent l="0" t="0" r="1905" b="0"/>
                  <wp:docPr id="434" name="Picture 43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7CB7DF" w14:textId="77777777" w:rsidR="000E362F" w:rsidRDefault="000E362F" w:rsidP="00801D49"/>
    <w:p w14:paraId="21A6C39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Dick Wenzinger</w:t>
      </w:r>
    </w:p>
    <w:p w14:paraId="15AA996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22 Spruce St #595</w:t>
      </w:r>
    </w:p>
    <w:p w14:paraId="4CCBCF9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Gardena, CA 90248</w:t>
      </w:r>
    </w:p>
    <w:p w14:paraId="41E6F4FF" w14:textId="77777777" w:rsidR="000E362F" w:rsidRDefault="000E362F" w:rsidP="00801D49"/>
    <w:p w14:paraId="5451B620" w14:textId="77777777" w:rsidR="000E362F" w:rsidRPr="0001239D" w:rsidRDefault="000E362F" w:rsidP="00801D49">
      <w:pPr>
        <w:rPr>
          <w:sz w:val="32"/>
          <w:szCs w:val="32"/>
        </w:rPr>
      </w:pPr>
    </w:p>
    <w:p w14:paraId="5DC4BB25" w14:textId="77777777" w:rsidR="000E362F" w:rsidRDefault="000E362F" w:rsidP="00801D49">
      <w:pPr>
        <w:rPr>
          <w:sz w:val="32"/>
          <w:szCs w:val="32"/>
        </w:rPr>
      </w:pPr>
    </w:p>
    <w:p w14:paraId="5F4C6C4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Dick,</w:t>
      </w:r>
    </w:p>
    <w:p w14:paraId="11E1F672" w14:textId="77777777" w:rsidR="000E362F" w:rsidRDefault="000E362F" w:rsidP="00801D49">
      <w:pPr>
        <w:rPr>
          <w:sz w:val="32"/>
          <w:szCs w:val="32"/>
        </w:rPr>
      </w:pPr>
    </w:p>
    <w:p w14:paraId="24B83E6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B3F61E4" w14:textId="77777777" w:rsidR="000E362F" w:rsidRDefault="000E362F" w:rsidP="00801D49">
      <w:pPr>
        <w:rPr>
          <w:sz w:val="32"/>
          <w:szCs w:val="32"/>
        </w:rPr>
      </w:pPr>
    </w:p>
    <w:p w14:paraId="599B4B8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5AE7DB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8CD76B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219F4B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755FF3" wp14:editId="7FEEBAAD">
                  <wp:extent cx="6399207" cy="3924300"/>
                  <wp:effectExtent l="0" t="0" r="1905" b="0"/>
                  <wp:docPr id="435" name="Picture 43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4FC503" w14:textId="77777777" w:rsidR="000E362F" w:rsidRDefault="000E362F" w:rsidP="00801D49"/>
    <w:p w14:paraId="3845EAF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Ahmed Angalich</w:t>
      </w:r>
    </w:p>
    <w:p w14:paraId="6D53EE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W Beverly Blvd</w:t>
      </w:r>
    </w:p>
    <w:p w14:paraId="47F67BB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Harrisburg, PA 17110</w:t>
      </w:r>
    </w:p>
    <w:p w14:paraId="55F5049B" w14:textId="77777777" w:rsidR="000E362F" w:rsidRDefault="000E362F" w:rsidP="00801D49"/>
    <w:p w14:paraId="33BE8214" w14:textId="77777777" w:rsidR="000E362F" w:rsidRPr="0001239D" w:rsidRDefault="000E362F" w:rsidP="00801D49">
      <w:pPr>
        <w:rPr>
          <w:sz w:val="32"/>
          <w:szCs w:val="32"/>
        </w:rPr>
      </w:pPr>
    </w:p>
    <w:p w14:paraId="2E9115F4" w14:textId="77777777" w:rsidR="000E362F" w:rsidRDefault="000E362F" w:rsidP="00801D49">
      <w:pPr>
        <w:rPr>
          <w:sz w:val="32"/>
          <w:szCs w:val="32"/>
        </w:rPr>
      </w:pPr>
    </w:p>
    <w:p w14:paraId="0F03FF9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Ahmed,</w:t>
      </w:r>
    </w:p>
    <w:p w14:paraId="277033EC" w14:textId="77777777" w:rsidR="000E362F" w:rsidRDefault="000E362F" w:rsidP="00801D49">
      <w:pPr>
        <w:rPr>
          <w:sz w:val="32"/>
          <w:szCs w:val="32"/>
        </w:rPr>
      </w:pPr>
    </w:p>
    <w:p w14:paraId="16849AD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834BCC2" w14:textId="77777777" w:rsidR="000E362F" w:rsidRDefault="000E362F" w:rsidP="00801D49">
      <w:pPr>
        <w:rPr>
          <w:sz w:val="32"/>
          <w:szCs w:val="32"/>
        </w:rPr>
      </w:pPr>
    </w:p>
    <w:p w14:paraId="1A3A677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D9F5BC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693ACB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58FBEB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7C710B" wp14:editId="35095F94">
                  <wp:extent cx="6399207" cy="3924300"/>
                  <wp:effectExtent l="0" t="0" r="1905" b="0"/>
                  <wp:docPr id="436" name="Picture 43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560B01" w14:textId="77777777" w:rsidR="000E362F" w:rsidRDefault="000E362F" w:rsidP="00801D49"/>
    <w:p w14:paraId="21F0D80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Iluminada Ohms</w:t>
      </w:r>
    </w:p>
    <w:p w14:paraId="2F9BE33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72 Southern Blvd</w:t>
      </w:r>
    </w:p>
    <w:p w14:paraId="0A67FBE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Mesa, AZ 85204</w:t>
      </w:r>
    </w:p>
    <w:p w14:paraId="5236FD91" w14:textId="77777777" w:rsidR="000E362F" w:rsidRDefault="000E362F" w:rsidP="00801D49"/>
    <w:p w14:paraId="22AA962B" w14:textId="77777777" w:rsidR="000E362F" w:rsidRPr="0001239D" w:rsidRDefault="000E362F" w:rsidP="00801D49">
      <w:pPr>
        <w:rPr>
          <w:sz w:val="32"/>
          <w:szCs w:val="32"/>
        </w:rPr>
      </w:pPr>
    </w:p>
    <w:p w14:paraId="054FB815" w14:textId="77777777" w:rsidR="000E362F" w:rsidRDefault="000E362F" w:rsidP="00801D49">
      <w:pPr>
        <w:rPr>
          <w:sz w:val="32"/>
          <w:szCs w:val="32"/>
        </w:rPr>
      </w:pPr>
    </w:p>
    <w:p w14:paraId="5E55A38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Iluminada,</w:t>
      </w:r>
    </w:p>
    <w:p w14:paraId="166FE1E4" w14:textId="77777777" w:rsidR="000E362F" w:rsidRDefault="000E362F" w:rsidP="00801D49">
      <w:pPr>
        <w:rPr>
          <w:sz w:val="32"/>
          <w:szCs w:val="32"/>
        </w:rPr>
      </w:pPr>
    </w:p>
    <w:p w14:paraId="5D39ABD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883146E" w14:textId="77777777" w:rsidR="000E362F" w:rsidRDefault="000E362F" w:rsidP="00801D49">
      <w:pPr>
        <w:rPr>
          <w:sz w:val="32"/>
          <w:szCs w:val="32"/>
        </w:rPr>
      </w:pPr>
    </w:p>
    <w:p w14:paraId="27B37CF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BCD70F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709C68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37267E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A48D87" wp14:editId="1AD648F0">
                  <wp:extent cx="6399207" cy="3924300"/>
                  <wp:effectExtent l="0" t="0" r="1905" b="0"/>
                  <wp:docPr id="437" name="Picture 43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127500" w14:textId="77777777" w:rsidR="000E362F" w:rsidRDefault="000E362F" w:rsidP="00801D49"/>
    <w:p w14:paraId="381F44D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Joanna Leinenbach</w:t>
      </w:r>
    </w:p>
    <w:p w14:paraId="229FA1C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Washington St</w:t>
      </w:r>
    </w:p>
    <w:p w14:paraId="610EFED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Lake Worth, FL 33461</w:t>
      </w:r>
    </w:p>
    <w:p w14:paraId="1752DE30" w14:textId="77777777" w:rsidR="000E362F" w:rsidRDefault="000E362F" w:rsidP="00801D49"/>
    <w:p w14:paraId="6122A2BD" w14:textId="77777777" w:rsidR="000E362F" w:rsidRPr="0001239D" w:rsidRDefault="000E362F" w:rsidP="00801D49">
      <w:pPr>
        <w:rPr>
          <w:sz w:val="32"/>
          <w:szCs w:val="32"/>
        </w:rPr>
      </w:pPr>
    </w:p>
    <w:p w14:paraId="08CA1B8F" w14:textId="77777777" w:rsidR="000E362F" w:rsidRDefault="000E362F" w:rsidP="00801D49">
      <w:pPr>
        <w:rPr>
          <w:sz w:val="32"/>
          <w:szCs w:val="32"/>
        </w:rPr>
      </w:pPr>
    </w:p>
    <w:p w14:paraId="4C8FE9D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Joanna,</w:t>
      </w:r>
    </w:p>
    <w:p w14:paraId="480A62A6" w14:textId="77777777" w:rsidR="000E362F" w:rsidRDefault="000E362F" w:rsidP="00801D49">
      <w:pPr>
        <w:rPr>
          <w:sz w:val="32"/>
          <w:szCs w:val="32"/>
        </w:rPr>
      </w:pPr>
    </w:p>
    <w:p w14:paraId="5177651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C6D83E2" w14:textId="77777777" w:rsidR="000E362F" w:rsidRDefault="000E362F" w:rsidP="00801D49">
      <w:pPr>
        <w:rPr>
          <w:sz w:val="32"/>
          <w:szCs w:val="32"/>
        </w:rPr>
      </w:pPr>
    </w:p>
    <w:p w14:paraId="40696A3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1C963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953820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EBBE52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B8F150" wp14:editId="370E4089">
                  <wp:extent cx="6399207" cy="3924300"/>
                  <wp:effectExtent l="0" t="0" r="1905" b="0"/>
                  <wp:docPr id="438" name="Picture 43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AF42F7" w14:textId="77777777" w:rsidR="000E362F" w:rsidRDefault="000E362F" w:rsidP="00801D49"/>
    <w:p w14:paraId="25A8FF6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Caprice Suell</w:t>
      </w:r>
    </w:p>
    <w:p w14:paraId="5F5C08F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90177 N 55th Ave</w:t>
      </w:r>
    </w:p>
    <w:p w14:paraId="68D1863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Nashville, TN 37211</w:t>
      </w:r>
    </w:p>
    <w:p w14:paraId="49169737" w14:textId="77777777" w:rsidR="000E362F" w:rsidRDefault="000E362F" w:rsidP="00801D49"/>
    <w:p w14:paraId="02B3EB68" w14:textId="77777777" w:rsidR="000E362F" w:rsidRPr="0001239D" w:rsidRDefault="000E362F" w:rsidP="00801D49">
      <w:pPr>
        <w:rPr>
          <w:sz w:val="32"/>
          <w:szCs w:val="32"/>
        </w:rPr>
      </w:pPr>
    </w:p>
    <w:p w14:paraId="4B5AA0C4" w14:textId="77777777" w:rsidR="000E362F" w:rsidRDefault="000E362F" w:rsidP="00801D49">
      <w:pPr>
        <w:rPr>
          <w:sz w:val="32"/>
          <w:szCs w:val="32"/>
        </w:rPr>
      </w:pPr>
    </w:p>
    <w:p w14:paraId="6ED64A9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Caprice,</w:t>
      </w:r>
    </w:p>
    <w:p w14:paraId="2DF81CA2" w14:textId="77777777" w:rsidR="000E362F" w:rsidRDefault="000E362F" w:rsidP="00801D49">
      <w:pPr>
        <w:rPr>
          <w:sz w:val="32"/>
          <w:szCs w:val="32"/>
        </w:rPr>
      </w:pPr>
    </w:p>
    <w:p w14:paraId="226F38E9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FE7161E" w14:textId="77777777" w:rsidR="000E362F" w:rsidRDefault="000E362F" w:rsidP="00801D49">
      <w:pPr>
        <w:rPr>
          <w:sz w:val="32"/>
          <w:szCs w:val="32"/>
        </w:rPr>
      </w:pPr>
    </w:p>
    <w:p w14:paraId="7F483DB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744D8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290F19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5CF08C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CEA3A2" wp14:editId="6A684BDA">
                  <wp:extent cx="6399207" cy="3924300"/>
                  <wp:effectExtent l="0" t="0" r="1905" b="0"/>
                  <wp:docPr id="439" name="Picture 43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902CC0" w14:textId="77777777" w:rsidR="000E362F" w:rsidRDefault="000E362F" w:rsidP="00801D49"/>
    <w:p w14:paraId="4F11C33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Stephane Myricks</w:t>
      </w:r>
    </w:p>
    <w:p w14:paraId="777B5D1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Tower Ave</w:t>
      </w:r>
    </w:p>
    <w:p w14:paraId="52B0019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Burlington, KY 41005</w:t>
      </w:r>
    </w:p>
    <w:p w14:paraId="4539F8F6" w14:textId="77777777" w:rsidR="000E362F" w:rsidRDefault="000E362F" w:rsidP="00801D49"/>
    <w:p w14:paraId="5C10DFEA" w14:textId="77777777" w:rsidR="000E362F" w:rsidRPr="0001239D" w:rsidRDefault="000E362F" w:rsidP="00801D49">
      <w:pPr>
        <w:rPr>
          <w:sz w:val="32"/>
          <w:szCs w:val="32"/>
        </w:rPr>
      </w:pPr>
    </w:p>
    <w:p w14:paraId="0E6AF917" w14:textId="77777777" w:rsidR="000E362F" w:rsidRDefault="000E362F" w:rsidP="00801D49">
      <w:pPr>
        <w:rPr>
          <w:sz w:val="32"/>
          <w:szCs w:val="32"/>
        </w:rPr>
      </w:pPr>
    </w:p>
    <w:p w14:paraId="38E29C1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Stephane,</w:t>
      </w:r>
    </w:p>
    <w:p w14:paraId="688B8CDA" w14:textId="77777777" w:rsidR="000E362F" w:rsidRDefault="000E362F" w:rsidP="00801D49">
      <w:pPr>
        <w:rPr>
          <w:sz w:val="32"/>
          <w:szCs w:val="32"/>
        </w:rPr>
      </w:pPr>
    </w:p>
    <w:p w14:paraId="4CA7674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D30FD35" w14:textId="77777777" w:rsidR="000E362F" w:rsidRDefault="000E362F" w:rsidP="00801D49">
      <w:pPr>
        <w:rPr>
          <w:sz w:val="32"/>
          <w:szCs w:val="32"/>
        </w:rPr>
      </w:pPr>
    </w:p>
    <w:p w14:paraId="6B6EB6D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6A299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5DBF77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0CAF9C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32C768" wp14:editId="3D18B91F">
                  <wp:extent cx="6399207" cy="3924300"/>
                  <wp:effectExtent l="0" t="0" r="1905" b="0"/>
                  <wp:docPr id="440" name="Picture 44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088D7" w14:textId="77777777" w:rsidR="000E362F" w:rsidRDefault="000E362F" w:rsidP="00801D49"/>
    <w:p w14:paraId="197E4B0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Quentin Swayze</w:t>
      </w:r>
    </w:p>
    <w:p w14:paraId="1D119B8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278 Bayview Ave</w:t>
      </w:r>
    </w:p>
    <w:p w14:paraId="4789065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Milan, MI 48160</w:t>
      </w:r>
    </w:p>
    <w:p w14:paraId="6EC48E64" w14:textId="77777777" w:rsidR="000E362F" w:rsidRDefault="000E362F" w:rsidP="00801D49"/>
    <w:p w14:paraId="05979648" w14:textId="77777777" w:rsidR="000E362F" w:rsidRPr="0001239D" w:rsidRDefault="000E362F" w:rsidP="00801D49">
      <w:pPr>
        <w:rPr>
          <w:sz w:val="32"/>
          <w:szCs w:val="32"/>
        </w:rPr>
      </w:pPr>
    </w:p>
    <w:p w14:paraId="236CF6B0" w14:textId="77777777" w:rsidR="000E362F" w:rsidRDefault="000E362F" w:rsidP="00801D49">
      <w:pPr>
        <w:rPr>
          <w:sz w:val="32"/>
          <w:szCs w:val="32"/>
        </w:rPr>
      </w:pPr>
    </w:p>
    <w:p w14:paraId="2640901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Quentin,</w:t>
      </w:r>
    </w:p>
    <w:p w14:paraId="15E36C4A" w14:textId="77777777" w:rsidR="000E362F" w:rsidRDefault="000E362F" w:rsidP="00801D49">
      <w:pPr>
        <w:rPr>
          <w:sz w:val="32"/>
          <w:szCs w:val="32"/>
        </w:rPr>
      </w:pPr>
    </w:p>
    <w:p w14:paraId="50BE086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554659B" w14:textId="77777777" w:rsidR="000E362F" w:rsidRDefault="000E362F" w:rsidP="00801D49">
      <w:pPr>
        <w:rPr>
          <w:sz w:val="32"/>
          <w:szCs w:val="32"/>
        </w:rPr>
      </w:pPr>
    </w:p>
    <w:p w14:paraId="31CAA22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BBB0D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B4476A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C7D3AC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82BA04" wp14:editId="4A2730E6">
                  <wp:extent cx="6399207" cy="3924300"/>
                  <wp:effectExtent l="0" t="0" r="1905" b="0"/>
                  <wp:docPr id="441" name="Picture 44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88AB67" w14:textId="77777777" w:rsidR="000E362F" w:rsidRDefault="000E362F" w:rsidP="00801D49"/>
    <w:p w14:paraId="722453E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Annmarie Castros</w:t>
      </w:r>
    </w:p>
    <w:p w14:paraId="76B2A0D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80312 W 32nd St</w:t>
      </w:r>
    </w:p>
    <w:p w14:paraId="3DD0A09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Conroe, TX 77301</w:t>
      </w:r>
    </w:p>
    <w:p w14:paraId="07AD5D8F" w14:textId="77777777" w:rsidR="000E362F" w:rsidRDefault="000E362F" w:rsidP="00801D49"/>
    <w:p w14:paraId="20EAD9DE" w14:textId="77777777" w:rsidR="000E362F" w:rsidRPr="0001239D" w:rsidRDefault="000E362F" w:rsidP="00801D49">
      <w:pPr>
        <w:rPr>
          <w:sz w:val="32"/>
          <w:szCs w:val="32"/>
        </w:rPr>
      </w:pPr>
    </w:p>
    <w:p w14:paraId="6CB4E5D9" w14:textId="77777777" w:rsidR="000E362F" w:rsidRDefault="000E362F" w:rsidP="00801D49">
      <w:pPr>
        <w:rPr>
          <w:sz w:val="32"/>
          <w:szCs w:val="32"/>
        </w:rPr>
      </w:pPr>
    </w:p>
    <w:p w14:paraId="72E2AB9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Annmarie,</w:t>
      </w:r>
    </w:p>
    <w:p w14:paraId="7CDEBAEA" w14:textId="77777777" w:rsidR="000E362F" w:rsidRDefault="000E362F" w:rsidP="00801D49">
      <w:pPr>
        <w:rPr>
          <w:sz w:val="32"/>
          <w:szCs w:val="32"/>
        </w:rPr>
      </w:pPr>
    </w:p>
    <w:p w14:paraId="07B5A03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D02589" w14:textId="77777777" w:rsidR="000E362F" w:rsidRDefault="000E362F" w:rsidP="00801D49">
      <w:pPr>
        <w:rPr>
          <w:sz w:val="32"/>
          <w:szCs w:val="32"/>
        </w:rPr>
      </w:pPr>
    </w:p>
    <w:p w14:paraId="153CE48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C177D6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FBA191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C33F13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8BD4B9" wp14:editId="7B6CAFFE">
                  <wp:extent cx="6399207" cy="3924300"/>
                  <wp:effectExtent l="0" t="0" r="1905" b="0"/>
                  <wp:docPr id="442" name="Picture 44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62153F" w14:textId="77777777" w:rsidR="000E362F" w:rsidRDefault="000E362F" w:rsidP="00801D49"/>
    <w:p w14:paraId="0AD5F61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Shonda Greenbush</w:t>
      </w:r>
    </w:p>
    <w:p w14:paraId="4D4DBE6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82 Us Highway 46</w:t>
      </w:r>
    </w:p>
    <w:p w14:paraId="3A8E08D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Clifton, NJ 7011</w:t>
      </w:r>
    </w:p>
    <w:p w14:paraId="75F56236" w14:textId="77777777" w:rsidR="000E362F" w:rsidRDefault="000E362F" w:rsidP="00801D49"/>
    <w:p w14:paraId="61C5B078" w14:textId="77777777" w:rsidR="000E362F" w:rsidRPr="0001239D" w:rsidRDefault="000E362F" w:rsidP="00801D49">
      <w:pPr>
        <w:rPr>
          <w:sz w:val="32"/>
          <w:szCs w:val="32"/>
        </w:rPr>
      </w:pPr>
    </w:p>
    <w:p w14:paraId="780FD95C" w14:textId="77777777" w:rsidR="000E362F" w:rsidRDefault="000E362F" w:rsidP="00801D49">
      <w:pPr>
        <w:rPr>
          <w:sz w:val="32"/>
          <w:szCs w:val="32"/>
        </w:rPr>
      </w:pPr>
    </w:p>
    <w:p w14:paraId="1312A29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Shonda,</w:t>
      </w:r>
    </w:p>
    <w:p w14:paraId="4CF48AF1" w14:textId="77777777" w:rsidR="000E362F" w:rsidRDefault="000E362F" w:rsidP="00801D49">
      <w:pPr>
        <w:rPr>
          <w:sz w:val="32"/>
          <w:szCs w:val="32"/>
        </w:rPr>
      </w:pPr>
    </w:p>
    <w:p w14:paraId="5C8324B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E23EF79" w14:textId="77777777" w:rsidR="000E362F" w:rsidRDefault="000E362F" w:rsidP="00801D49">
      <w:pPr>
        <w:rPr>
          <w:sz w:val="32"/>
          <w:szCs w:val="32"/>
        </w:rPr>
      </w:pPr>
    </w:p>
    <w:p w14:paraId="33A6C5E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002292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3A95D7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DF24E0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A8ADF8" wp14:editId="4926BEF6">
                  <wp:extent cx="6399207" cy="3924300"/>
                  <wp:effectExtent l="0" t="0" r="1905" b="0"/>
                  <wp:docPr id="443" name="Picture 44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731A56" w14:textId="77777777" w:rsidR="000E362F" w:rsidRDefault="000E362F" w:rsidP="00801D49"/>
    <w:p w14:paraId="61C61DF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Cecil Lapage</w:t>
      </w:r>
    </w:p>
    <w:p w14:paraId="0879A7C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Stovall St #72</w:t>
      </w:r>
    </w:p>
    <w:p w14:paraId="3E26B64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Union City, NJ 7087</w:t>
      </w:r>
    </w:p>
    <w:p w14:paraId="6E2C20C7" w14:textId="77777777" w:rsidR="000E362F" w:rsidRDefault="000E362F" w:rsidP="00801D49"/>
    <w:p w14:paraId="2DF261B6" w14:textId="77777777" w:rsidR="000E362F" w:rsidRPr="0001239D" w:rsidRDefault="000E362F" w:rsidP="00801D49">
      <w:pPr>
        <w:rPr>
          <w:sz w:val="32"/>
          <w:szCs w:val="32"/>
        </w:rPr>
      </w:pPr>
    </w:p>
    <w:p w14:paraId="469B60DA" w14:textId="77777777" w:rsidR="000E362F" w:rsidRDefault="000E362F" w:rsidP="00801D49">
      <w:pPr>
        <w:rPr>
          <w:sz w:val="32"/>
          <w:szCs w:val="32"/>
        </w:rPr>
      </w:pPr>
    </w:p>
    <w:p w14:paraId="51DF6DF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Cecil,</w:t>
      </w:r>
    </w:p>
    <w:p w14:paraId="0389EC8E" w14:textId="77777777" w:rsidR="000E362F" w:rsidRDefault="000E362F" w:rsidP="00801D49">
      <w:pPr>
        <w:rPr>
          <w:sz w:val="32"/>
          <w:szCs w:val="32"/>
        </w:rPr>
      </w:pPr>
    </w:p>
    <w:p w14:paraId="5D44BEE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15D84E8" w14:textId="77777777" w:rsidR="000E362F" w:rsidRDefault="000E362F" w:rsidP="00801D49">
      <w:pPr>
        <w:rPr>
          <w:sz w:val="32"/>
          <w:szCs w:val="32"/>
        </w:rPr>
      </w:pPr>
    </w:p>
    <w:p w14:paraId="6BC086F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406343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B3D7FD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D0D889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78C239" wp14:editId="29C00343">
                  <wp:extent cx="6399207" cy="3924300"/>
                  <wp:effectExtent l="0" t="0" r="1905" b="0"/>
                  <wp:docPr id="444" name="Picture 44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5F22EA" w14:textId="77777777" w:rsidR="000E362F" w:rsidRDefault="000E362F" w:rsidP="00801D49"/>
    <w:p w14:paraId="19CB5ED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Jeanice Claucherty</w:t>
      </w:r>
    </w:p>
    <w:p w14:paraId="2A027D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19 Amboy Ave</w:t>
      </w:r>
    </w:p>
    <w:p w14:paraId="3C9A585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Miami, FL 33142</w:t>
      </w:r>
    </w:p>
    <w:p w14:paraId="083AD234" w14:textId="77777777" w:rsidR="000E362F" w:rsidRDefault="000E362F" w:rsidP="00801D49"/>
    <w:p w14:paraId="539EBFE6" w14:textId="77777777" w:rsidR="000E362F" w:rsidRPr="0001239D" w:rsidRDefault="000E362F" w:rsidP="00801D49">
      <w:pPr>
        <w:rPr>
          <w:sz w:val="32"/>
          <w:szCs w:val="32"/>
        </w:rPr>
      </w:pPr>
    </w:p>
    <w:p w14:paraId="0C34BE70" w14:textId="77777777" w:rsidR="000E362F" w:rsidRDefault="000E362F" w:rsidP="00801D49">
      <w:pPr>
        <w:rPr>
          <w:sz w:val="32"/>
          <w:szCs w:val="32"/>
        </w:rPr>
      </w:pPr>
    </w:p>
    <w:p w14:paraId="5E7A870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Jeanice,</w:t>
      </w:r>
    </w:p>
    <w:p w14:paraId="1D9B2E87" w14:textId="77777777" w:rsidR="000E362F" w:rsidRDefault="000E362F" w:rsidP="00801D49">
      <w:pPr>
        <w:rPr>
          <w:sz w:val="32"/>
          <w:szCs w:val="32"/>
        </w:rPr>
      </w:pPr>
    </w:p>
    <w:p w14:paraId="6554A4B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B40F399" w14:textId="77777777" w:rsidR="000E362F" w:rsidRDefault="000E362F" w:rsidP="00801D49">
      <w:pPr>
        <w:rPr>
          <w:sz w:val="32"/>
          <w:szCs w:val="32"/>
        </w:rPr>
      </w:pPr>
    </w:p>
    <w:p w14:paraId="05CE27F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0E04AC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622B8D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7A2A863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49F33D" wp14:editId="1E053318">
                  <wp:extent cx="6399207" cy="3924300"/>
                  <wp:effectExtent l="0" t="0" r="1905" b="0"/>
                  <wp:docPr id="445" name="Picture 44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1A69B3" w14:textId="77777777" w:rsidR="000E362F" w:rsidRDefault="000E362F" w:rsidP="00801D49"/>
    <w:p w14:paraId="3955BE1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Josphine Villanueva</w:t>
      </w:r>
    </w:p>
    <w:p w14:paraId="296A25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 Smith Ln #8343</w:t>
      </w:r>
    </w:p>
    <w:p w14:paraId="682C070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Moss, TN 38575</w:t>
      </w:r>
    </w:p>
    <w:p w14:paraId="7C170F67" w14:textId="77777777" w:rsidR="000E362F" w:rsidRDefault="000E362F" w:rsidP="00801D49"/>
    <w:p w14:paraId="1BB6DD87" w14:textId="77777777" w:rsidR="000E362F" w:rsidRPr="0001239D" w:rsidRDefault="000E362F" w:rsidP="00801D49">
      <w:pPr>
        <w:rPr>
          <w:sz w:val="32"/>
          <w:szCs w:val="32"/>
        </w:rPr>
      </w:pPr>
    </w:p>
    <w:p w14:paraId="515D484D" w14:textId="77777777" w:rsidR="000E362F" w:rsidRDefault="000E362F" w:rsidP="00801D49">
      <w:pPr>
        <w:rPr>
          <w:sz w:val="32"/>
          <w:szCs w:val="32"/>
        </w:rPr>
      </w:pPr>
    </w:p>
    <w:p w14:paraId="02AB9E0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Josphine,</w:t>
      </w:r>
    </w:p>
    <w:p w14:paraId="0CD9FCD0" w14:textId="77777777" w:rsidR="000E362F" w:rsidRDefault="000E362F" w:rsidP="00801D49">
      <w:pPr>
        <w:rPr>
          <w:sz w:val="32"/>
          <w:szCs w:val="32"/>
        </w:rPr>
      </w:pPr>
    </w:p>
    <w:p w14:paraId="21C4669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6A1AEEF" w14:textId="77777777" w:rsidR="000E362F" w:rsidRDefault="000E362F" w:rsidP="00801D49">
      <w:pPr>
        <w:rPr>
          <w:sz w:val="32"/>
          <w:szCs w:val="32"/>
        </w:rPr>
      </w:pPr>
    </w:p>
    <w:p w14:paraId="03C0AE8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1F3320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C80AF2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9D2868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85E195" wp14:editId="532BDE01">
                  <wp:extent cx="6399207" cy="3924300"/>
                  <wp:effectExtent l="0" t="0" r="1905" b="0"/>
                  <wp:docPr id="446" name="Picture 44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CCE1FB" w14:textId="77777777" w:rsidR="000E362F" w:rsidRDefault="000E362F" w:rsidP="00801D49"/>
    <w:p w14:paraId="020640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Daniel Perruzza</w:t>
      </w:r>
    </w:p>
    <w:p w14:paraId="44E3C66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11360 S Halsted St</w:t>
      </w:r>
    </w:p>
    <w:p w14:paraId="713E7D6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Santa Ana, CA 92705</w:t>
      </w:r>
    </w:p>
    <w:p w14:paraId="055F0862" w14:textId="77777777" w:rsidR="000E362F" w:rsidRDefault="000E362F" w:rsidP="00801D49"/>
    <w:p w14:paraId="29D15139" w14:textId="77777777" w:rsidR="000E362F" w:rsidRPr="0001239D" w:rsidRDefault="000E362F" w:rsidP="00801D49">
      <w:pPr>
        <w:rPr>
          <w:sz w:val="32"/>
          <w:szCs w:val="32"/>
        </w:rPr>
      </w:pPr>
    </w:p>
    <w:p w14:paraId="5E25C555" w14:textId="77777777" w:rsidR="000E362F" w:rsidRDefault="000E362F" w:rsidP="00801D49">
      <w:pPr>
        <w:rPr>
          <w:sz w:val="32"/>
          <w:szCs w:val="32"/>
        </w:rPr>
      </w:pPr>
    </w:p>
    <w:p w14:paraId="6A102E9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Daniel,</w:t>
      </w:r>
    </w:p>
    <w:p w14:paraId="09D9039F" w14:textId="77777777" w:rsidR="000E362F" w:rsidRDefault="000E362F" w:rsidP="00801D49">
      <w:pPr>
        <w:rPr>
          <w:sz w:val="32"/>
          <w:szCs w:val="32"/>
        </w:rPr>
      </w:pPr>
    </w:p>
    <w:p w14:paraId="656CA24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39A94DA" w14:textId="77777777" w:rsidR="000E362F" w:rsidRDefault="000E362F" w:rsidP="00801D49">
      <w:pPr>
        <w:rPr>
          <w:sz w:val="32"/>
          <w:szCs w:val="32"/>
        </w:rPr>
      </w:pPr>
    </w:p>
    <w:p w14:paraId="2C4D29D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74BE5B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7275C6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5B9776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F0B423" wp14:editId="313B9282">
                  <wp:extent cx="6399207" cy="3924300"/>
                  <wp:effectExtent l="0" t="0" r="1905" b="0"/>
                  <wp:docPr id="447" name="Picture 44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11948C" w14:textId="77777777" w:rsidR="000E362F" w:rsidRDefault="000E362F" w:rsidP="00801D49"/>
    <w:p w14:paraId="697C754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Cassi Wildfong</w:t>
      </w:r>
    </w:p>
    <w:p w14:paraId="66AB39D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26849 Jefferson Hwy</w:t>
      </w:r>
    </w:p>
    <w:p w14:paraId="51D7F22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Rolling Meadows, IL 60008</w:t>
      </w:r>
    </w:p>
    <w:p w14:paraId="6470DF30" w14:textId="77777777" w:rsidR="000E362F" w:rsidRDefault="000E362F" w:rsidP="00801D49"/>
    <w:p w14:paraId="592F104C" w14:textId="77777777" w:rsidR="000E362F" w:rsidRPr="0001239D" w:rsidRDefault="000E362F" w:rsidP="00801D49">
      <w:pPr>
        <w:rPr>
          <w:sz w:val="32"/>
          <w:szCs w:val="32"/>
        </w:rPr>
      </w:pPr>
    </w:p>
    <w:p w14:paraId="7D9127F8" w14:textId="77777777" w:rsidR="000E362F" w:rsidRDefault="000E362F" w:rsidP="00801D49">
      <w:pPr>
        <w:rPr>
          <w:sz w:val="32"/>
          <w:szCs w:val="32"/>
        </w:rPr>
      </w:pPr>
    </w:p>
    <w:p w14:paraId="44B758A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Cassi,</w:t>
      </w:r>
    </w:p>
    <w:p w14:paraId="48D17076" w14:textId="77777777" w:rsidR="000E362F" w:rsidRDefault="000E362F" w:rsidP="00801D49">
      <w:pPr>
        <w:rPr>
          <w:sz w:val="32"/>
          <w:szCs w:val="32"/>
        </w:rPr>
      </w:pPr>
    </w:p>
    <w:p w14:paraId="25D43EA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A735F35" w14:textId="77777777" w:rsidR="000E362F" w:rsidRDefault="000E362F" w:rsidP="00801D49">
      <w:pPr>
        <w:rPr>
          <w:sz w:val="32"/>
          <w:szCs w:val="32"/>
        </w:rPr>
      </w:pPr>
    </w:p>
    <w:p w14:paraId="1718615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D5B7F2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40E062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A29E39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705F5D" wp14:editId="53076054">
                  <wp:extent cx="6399207" cy="3924300"/>
                  <wp:effectExtent l="0" t="0" r="1905" b="0"/>
                  <wp:docPr id="448" name="Picture 44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FEE1F" w14:textId="77777777" w:rsidR="000E362F" w:rsidRDefault="000E362F" w:rsidP="00801D49"/>
    <w:p w14:paraId="732F0C2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Britt Galam</w:t>
      </w:r>
    </w:p>
    <w:p w14:paraId="6EF3105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2500 Pringle Rd Se #508</w:t>
      </w:r>
    </w:p>
    <w:p w14:paraId="7DC7768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Hatfield, PA 19440</w:t>
      </w:r>
    </w:p>
    <w:p w14:paraId="681C1D65" w14:textId="77777777" w:rsidR="000E362F" w:rsidRDefault="000E362F" w:rsidP="00801D49"/>
    <w:p w14:paraId="19A0969E" w14:textId="77777777" w:rsidR="000E362F" w:rsidRPr="0001239D" w:rsidRDefault="000E362F" w:rsidP="00801D49">
      <w:pPr>
        <w:rPr>
          <w:sz w:val="32"/>
          <w:szCs w:val="32"/>
        </w:rPr>
      </w:pPr>
    </w:p>
    <w:p w14:paraId="40BEE698" w14:textId="77777777" w:rsidR="000E362F" w:rsidRDefault="000E362F" w:rsidP="00801D49">
      <w:pPr>
        <w:rPr>
          <w:sz w:val="32"/>
          <w:szCs w:val="32"/>
        </w:rPr>
      </w:pPr>
    </w:p>
    <w:p w14:paraId="76A11BB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Britt,</w:t>
      </w:r>
    </w:p>
    <w:p w14:paraId="1DB1857D" w14:textId="77777777" w:rsidR="000E362F" w:rsidRDefault="000E362F" w:rsidP="00801D49">
      <w:pPr>
        <w:rPr>
          <w:sz w:val="32"/>
          <w:szCs w:val="32"/>
        </w:rPr>
      </w:pPr>
    </w:p>
    <w:p w14:paraId="3E5ADAD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E8B0A94" w14:textId="77777777" w:rsidR="000E362F" w:rsidRDefault="000E362F" w:rsidP="00801D49">
      <w:pPr>
        <w:rPr>
          <w:sz w:val="32"/>
          <w:szCs w:val="32"/>
        </w:rPr>
      </w:pPr>
    </w:p>
    <w:p w14:paraId="7721B5B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3461C0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B62647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AE28D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0765C8" wp14:editId="7FD89FBD">
                  <wp:extent cx="6399207" cy="3924300"/>
                  <wp:effectExtent l="0" t="0" r="1905" b="0"/>
                  <wp:docPr id="449" name="Picture 44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B56D05" w14:textId="77777777" w:rsidR="000E362F" w:rsidRDefault="000E362F" w:rsidP="00801D49"/>
    <w:p w14:paraId="5324245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Adell Lipkin</w:t>
      </w:r>
    </w:p>
    <w:p w14:paraId="2C93216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65 Mountain View Dr</w:t>
      </w:r>
    </w:p>
    <w:p w14:paraId="237559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Whippany, NJ 7981</w:t>
      </w:r>
    </w:p>
    <w:p w14:paraId="67FDA227" w14:textId="77777777" w:rsidR="000E362F" w:rsidRDefault="000E362F" w:rsidP="00801D49"/>
    <w:p w14:paraId="08429261" w14:textId="77777777" w:rsidR="000E362F" w:rsidRPr="0001239D" w:rsidRDefault="000E362F" w:rsidP="00801D49">
      <w:pPr>
        <w:rPr>
          <w:sz w:val="32"/>
          <w:szCs w:val="32"/>
        </w:rPr>
      </w:pPr>
    </w:p>
    <w:p w14:paraId="7CF64F67" w14:textId="77777777" w:rsidR="000E362F" w:rsidRDefault="000E362F" w:rsidP="00801D49">
      <w:pPr>
        <w:rPr>
          <w:sz w:val="32"/>
          <w:szCs w:val="32"/>
        </w:rPr>
      </w:pPr>
    </w:p>
    <w:p w14:paraId="10511D2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Adell,</w:t>
      </w:r>
    </w:p>
    <w:p w14:paraId="12D82907" w14:textId="77777777" w:rsidR="000E362F" w:rsidRDefault="000E362F" w:rsidP="00801D49">
      <w:pPr>
        <w:rPr>
          <w:sz w:val="32"/>
          <w:szCs w:val="32"/>
        </w:rPr>
      </w:pPr>
    </w:p>
    <w:p w14:paraId="09AAAC7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3A615AF" w14:textId="77777777" w:rsidR="000E362F" w:rsidRDefault="000E362F" w:rsidP="00801D49">
      <w:pPr>
        <w:rPr>
          <w:sz w:val="32"/>
          <w:szCs w:val="32"/>
        </w:rPr>
      </w:pPr>
    </w:p>
    <w:p w14:paraId="459AC1F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D1060C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F78466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85D544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75200E" wp14:editId="0C5B7F72">
                  <wp:extent cx="6399207" cy="3924300"/>
                  <wp:effectExtent l="0" t="0" r="1905" b="0"/>
                  <wp:docPr id="450" name="Picture 45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08507" w14:textId="77777777" w:rsidR="000E362F" w:rsidRDefault="000E362F" w:rsidP="00801D49"/>
    <w:p w14:paraId="246C213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Jacqueline Rowling</w:t>
      </w:r>
    </w:p>
    <w:p w14:paraId="6342A28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 N San Saba</w:t>
      </w:r>
    </w:p>
    <w:p w14:paraId="0E62F33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Erie, PA 16501</w:t>
      </w:r>
    </w:p>
    <w:p w14:paraId="05182480" w14:textId="77777777" w:rsidR="000E362F" w:rsidRDefault="000E362F" w:rsidP="00801D49"/>
    <w:p w14:paraId="0A3CEE7D" w14:textId="77777777" w:rsidR="000E362F" w:rsidRPr="0001239D" w:rsidRDefault="000E362F" w:rsidP="00801D49">
      <w:pPr>
        <w:rPr>
          <w:sz w:val="32"/>
          <w:szCs w:val="32"/>
        </w:rPr>
      </w:pPr>
    </w:p>
    <w:p w14:paraId="5E95D66C" w14:textId="77777777" w:rsidR="000E362F" w:rsidRDefault="000E362F" w:rsidP="00801D49">
      <w:pPr>
        <w:rPr>
          <w:sz w:val="32"/>
          <w:szCs w:val="32"/>
        </w:rPr>
      </w:pPr>
    </w:p>
    <w:p w14:paraId="354FE31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Jacqueline,</w:t>
      </w:r>
    </w:p>
    <w:p w14:paraId="54C80535" w14:textId="77777777" w:rsidR="000E362F" w:rsidRDefault="000E362F" w:rsidP="00801D49">
      <w:pPr>
        <w:rPr>
          <w:sz w:val="32"/>
          <w:szCs w:val="32"/>
        </w:rPr>
      </w:pPr>
    </w:p>
    <w:p w14:paraId="187C94E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E6922CD" w14:textId="77777777" w:rsidR="000E362F" w:rsidRDefault="000E362F" w:rsidP="00801D49">
      <w:pPr>
        <w:rPr>
          <w:sz w:val="32"/>
          <w:szCs w:val="32"/>
        </w:rPr>
      </w:pPr>
    </w:p>
    <w:p w14:paraId="22691E37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5B8F4A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3976A1A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8F82B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350165" wp14:editId="65835662">
                  <wp:extent cx="6399207" cy="3924300"/>
                  <wp:effectExtent l="0" t="0" r="1905" b="0"/>
                  <wp:docPr id="451" name="Picture 45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CE07F6" w14:textId="77777777" w:rsidR="000E362F" w:rsidRDefault="000E362F" w:rsidP="00801D49"/>
    <w:p w14:paraId="1514622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Lonny Weglarz</w:t>
      </w:r>
    </w:p>
    <w:p w14:paraId="4A0545D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51120 State Route 18</w:t>
      </w:r>
    </w:p>
    <w:p w14:paraId="4754DEE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Salt Lake City, UT 84115</w:t>
      </w:r>
    </w:p>
    <w:p w14:paraId="1DF86504" w14:textId="77777777" w:rsidR="000E362F" w:rsidRDefault="000E362F" w:rsidP="00801D49"/>
    <w:p w14:paraId="5D481228" w14:textId="77777777" w:rsidR="000E362F" w:rsidRPr="0001239D" w:rsidRDefault="000E362F" w:rsidP="00801D49">
      <w:pPr>
        <w:rPr>
          <w:sz w:val="32"/>
          <w:szCs w:val="32"/>
        </w:rPr>
      </w:pPr>
    </w:p>
    <w:p w14:paraId="30ED8237" w14:textId="77777777" w:rsidR="000E362F" w:rsidRDefault="000E362F" w:rsidP="00801D49">
      <w:pPr>
        <w:rPr>
          <w:sz w:val="32"/>
          <w:szCs w:val="32"/>
        </w:rPr>
      </w:pPr>
    </w:p>
    <w:p w14:paraId="22A9513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Lonny,</w:t>
      </w:r>
    </w:p>
    <w:p w14:paraId="549DB7FF" w14:textId="77777777" w:rsidR="000E362F" w:rsidRDefault="000E362F" w:rsidP="00801D49">
      <w:pPr>
        <w:rPr>
          <w:sz w:val="32"/>
          <w:szCs w:val="32"/>
        </w:rPr>
      </w:pPr>
    </w:p>
    <w:p w14:paraId="41A885A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91B6314" w14:textId="77777777" w:rsidR="000E362F" w:rsidRDefault="000E362F" w:rsidP="00801D49">
      <w:pPr>
        <w:rPr>
          <w:sz w:val="32"/>
          <w:szCs w:val="32"/>
        </w:rPr>
      </w:pPr>
    </w:p>
    <w:p w14:paraId="2AB4DE3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7BCD53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2DCB44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24D846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5CD82" wp14:editId="5FF9E13F">
                  <wp:extent cx="6399207" cy="3924300"/>
                  <wp:effectExtent l="0" t="0" r="1905" b="0"/>
                  <wp:docPr id="452" name="Picture 45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FD4B0F" w14:textId="77777777" w:rsidR="000E362F" w:rsidRDefault="000E362F" w:rsidP="00801D49"/>
    <w:p w14:paraId="0B353F9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Lonna Diestel</w:t>
      </w:r>
    </w:p>
    <w:p w14:paraId="14D44B3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1482 College Ave</w:t>
      </w:r>
    </w:p>
    <w:p w14:paraId="2F57010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Fayetteville, NC 28301</w:t>
      </w:r>
    </w:p>
    <w:p w14:paraId="37D06222" w14:textId="77777777" w:rsidR="000E362F" w:rsidRDefault="000E362F" w:rsidP="00801D49"/>
    <w:p w14:paraId="50518958" w14:textId="77777777" w:rsidR="000E362F" w:rsidRPr="0001239D" w:rsidRDefault="000E362F" w:rsidP="00801D49">
      <w:pPr>
        <w:rPr>
          <w:sz w:val="32"/>
          <w:szCs w:val="32"/>
        </w:rPr>
      </w:pPr>
    </w:p>
    <w:p w14:paraId="630ECA63" w14:textId="77777777" w:rsidR="000E362F" w:rsidRDefault="000E362F" w:rsidP="00801D49">
      <w:pPr>
        <w:rPr>
          <w:sz w:val="32"/>
          <w:szCs w:val="32"/>
        </w:rPr>
      </w:pPr>
    </w:p>
    <w:p w14:paraId="4977148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Lonna,</w:t>
      </w:r>
    </w:p>
    <w:p w14:paraId="785A58D9" w14:textId="77777777" w:rsidR="000E362F" w:rsidRDefault="000E362F" w:rsidP="00801D49">
      <w:pPr>
        <w:rPr>
          <w:sz w:val="32"/>
          <w:szCs w:val="32"/>
        </w:rPr>
      </w:pPr>
    </w:p>
    <w:p w14:paraId="3D0F81A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6EECC00" w14:textId="77777777" w:rsidR="000E362F" w:rsidRDefault="000E362F" w:rsidP="00801D49">
      <w:pPr>
        <w:rPr>
          <w:sz w:val="32"/>
          <w:szCs w:val="32"/>
        </w:rPr>
      </w:pPr>
    </w:p>
    <w:p w14:paraId="6214E30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6568B3D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9085DE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1287B2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4312D2" wp14:editId="7835A919">
                  <wp:extent cx="6399207" cy="3924300"/>
                  <wp:effectExtent l="0" t="0" r="1905" b="0"/>
                  <wp:docPr id="453" name="Picture 45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075A9B" w14:textId="77777777" w:rsidR="000E362F" w:rsidRDefault="000E362F" w:rsidP="00801D49"/>
    <w:p w14:paraId="422BD78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Cristal Samara</w:t>
      </w:r>
    </w:p>
    <w:p w14:paraId="26F8538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4119 Metropolitan Dr</w:t>
      </w:r>
    </w:p>
    <w:p w14:paraId="1FAA053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Los Angeles, CA 90021</w:t>
      </w:r>
    </w:p>
    <w:p w14:paraId="5896E346" w14:textId="77777777" w:rsidR="000E362F" w:rsidRDefault="000E362F" w:rsidP="00801D49"/>
    <w:p w14:paraId="2F99DB88" w14:textId="77777777" w:rsidR="000E362F" w:rsidRPr="0001239D" w:rsidRDefault="000E362F" w:rsidP="00801D49">
      <w:pPr>
        <w:rPr>
          <w:sz w:val="32"/>
          <w:szCs w:val="32"/>
        </w:rPr>
      </w:pPr>
    </w:p>
    <w:p w14:paraId="3C87C7D9" w14:textId="77777777" w:rsidR="000E362F" w:rsidRDefault="000E362F" w:rsidP="00801D49">
      <w:pPr>
        <w:rPr>
          <w:sz w:val="32"/>
          <w:szCs w:val="32"/>
        </w:rPr>
      </w:pPr>
    </w:p>
    <w:p w14:paraId="400AA8B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Cristal,</w:t>
      </w:r>
    </w:p>
    <w:p w14:paraId="73F69ED6" w14:textId="77777777" w:rsidR="000E362F" w:rsidRDefault="000E362F" w:rsidP="00801D49">
      <w:pPr>
        <w:rPr>
          <w:sz w:val="32"/>
          <w:szCs w:val="32"/>
        </w:rPr>
      </w:pPr>
    </w:p>
    <w:p w14:paraId="5738605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8D4D953" w14:textId="77777777" w:rsidR="000E362F" w:rsidRDefault="000E362F" w:rsidP="00801D49">
      <w:pPr>
        <w:rPr>
          <w:sz w:val="32"/>
          <w:szCs w:val="32"/>
        </w:rPr>
      </w:pPr>
    </w:p>
    <w:p w14:paraId="08A21854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D8BF37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60648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D07980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A527BB" wp14:editId="03F21052">
                  <wp:extent cx="6399207" cy="3924300"/>
                  <wp:effectExtent l="0" t="0" r="1905" b="0"/>
                  <wp:docPr id="454" name="Picture 45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FCEE39" w14:textId="77777777" w:rsidR="000E362F" w:rsidRDefault="000E362F" w:rsidP="00801D49"/>
    <w:p w14:paraId="4D4BEBA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Kenneth Grenet</w:t>
      </w:r>
    </w:p>
    <w:p w14:paraId="749B610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2167 Sierra Rd</w:t>
      </w:r>
    </w:p>
    <w:p w14:paraId="07E6CFD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East Lansing, MI 48823</w:t>
      </w:r>
    </w:p>
    <w:p w14:paraId="3CC14EA4" w14:textId="77777777" w:rsidR="000E362F" w:rsidRDefault="000E362F" w:rsidP="00801D49"/>
    <w:p w14:paraId="5EF2BEFF" w14:textId="77777777" w:rsidR="000E362F" w:rsidRPr="0001239D" w:rsidRDefault="000E362F" w:rsidP="00801D49">
      <w:pPr>
        <w:rPr>
          <w:sz w:val="32"/>
          <w:szCs w:val="32"/>
        </w:rPr>
      </w:pPr>
    </w:p>
    <w:p w14:paraId="2196192D" w14:textId="77777777" w:rsidR="000E362F" w:rsidRDefault="000E362F" w:rsidP="00801D49">
      <w:pPr>
        <w:rPr>
          <w:sz w:val="32"/>
          <w:szCs w:val="32"/>
        </w:rPr>
      </w:pPr>
    </w:p>
    <w:p w14:paraId="1650935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Kenneth,</w:t>
      </w:r>
    </w:p>
    <w:p w14:paraId="2C3128BA" w14:textId="77777777" w:rsidR="000E362F" w:rsidRDefault="000E362F" w:rsidP="00801D49">
      <w:pPr>
        <w:rPr>
          <w:sz w:val="32"/>
          <w:szCs w:val="32"/>
        </w:rPr>
      </w:pPr>
    </w:p>
    <w:p w14:paraId="74F4434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C60795" w14:textId="77777777" w:rsidR="000E362F" w:rsidRDefault="000E362F" w:rsidP="00801D49">
      <w:pPr>
        <w:rPr>
          <w:sz w:val="32"/>
          <w:szCs w:val="32"/>
        </w:rPr>
      </w:pPr>
    </w:p>
    <w:p w14:paraId="1D1DC4A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0E3F9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72C781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FAA668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68D607" wp14:editId="68E7CC3E">
                  <wp:extent cx="6399207" cy="3924300"/>
                  <wp:effectExtent l="0" t="0" r="1905" b="0"/>
                  <wp:docPr id="455" name="Picture 45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0756BB" w14:textId="77777777" w:rsidR="000E362F" w:rsidRDefault="000E362F" w:rsidP="00801D49"/>
    <w:p w14:paraId="7497180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Elli Mclaird</w:t>
      </w:r>
    </w:p>
    <w:p w14:paraId="6380B08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Sunrise Ave</w:t>
      </w:r>
    </w:p>
    <w:p w14:paraId="5B0241D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Utica, NY 13501</w:t>
      </w:r>
    </w:p>
    <w:p w14:paraId="00A440BB" w14:textId="77777777" w:rsidR="000E362F" w:rsidRDefault="000E362F" w:rsidP="00801D49"/>
    <w:p w14:paraId="3853E9D3" w14:textId="77777777" w:rsidR="000E362F" w:rsidRPr="0001239D" w:rsidRDefault="000E362F" w:rsidP="00801D49">
      <w:pPr>
        <w:rPr>
          <w:sz w:val="32"/>
          <w:szCs w:val="32"/>
        </w:rPr>
      </w:pPr>
    </w:p>
    <w:p w14:paraId="063E1DB9" w14:textId="77777777" w:rsidR="000E362F" w:rsidRDefault="000E362F" w:rsidP="00801D49">
      <w:pPr>
        <w:rPr>
          <w:sz w:val="32"/>
          <w:szCs w:val="32"/>
        </w:rPr>
      </w:pPr>
    </w:p>
    <w:p w14:paraId="1806E78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Elli,</w:t>
      </w:r>
    </w:p>
    <w:p w14:paraId="5BECC4B0" w14:textId="77777777" w:rsidR="000E362F" w:rsidRDefault="000E362F" w:rsidP="00801D49">
      <w:pPr>
        <w:rPr>
          <w:sz w:val="32"/>
          <w:szCs w:val="32"/>
        </w:rPr>
      </w:pPr>
    </w:p>
    <w:p w14:paraId="254278F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22689B3" w14:textId="77777777" w:rsidR="000E362F" w:rsidRDefault="000E362F" w:rsidP="00801D49">
      <w:pPr>
        <w:rPr>
          <w:sz w:val="32"/>
          <w:szCs w:val="32"/>
        </w:rPr>
      </w:pPr>
    </w:p>
    <w:p w14:paraId="1B7D4AD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0AC86B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FB3239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5B8702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93508D" wp14:editId="7185E585">
                  <wp:extent cx="6399207" cy="3924300"/>
                  <wp:effectExtent l="0" t="0" r="1905" b="0"/>
                  <wp:docPr id="456" name="Picture 45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694420" w14:textId="77777777" w:rsidR="000E362F" w:rsidRDefault="000E362F" w:rsidP="00801D49"/>
    <w:p w14:paraId="4F676B9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Alline Jeanty</w:t>
      </w:r>
    </w:p>
    <w:p w14:paraId="4D979C9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55713 Lake City Hwy</w:t>
      </w:r>
    </w:p>
    <w:p w14:paraId="4C5FBFD9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South Bend, IN 46601</w:t>
      </w:r>
    </w:p>
    <w:p w14:paraId="104FC3FF" w14:textId="77777777" w:rsidR="000E362F" w:rsidRDefault="000E362F" w:rsidP="00801D49"/>
    <w:p w14:paraId="5F1ED125" w14:textId="77777777" w:rsidR="000E362F" w:rsidRPr="0001239D" w:rsidRDefault="000E362F" w:rsidP="00801D49">
      <w:pPr>
        <w:rPr>
          <w:sz w:val="32"/>
          <w:szCs w:val="32"/>
        </w:rPr>
      </w:pPr>
    </w:p>
    <w:p w14:paraId="3C4A6B88" w14:textId="77777777" w:rsidR="000E362F" w:rsidRDefault="000E362F" w:rsidP="00801D49">
      <w:pPr>
        <w:rPr>
          <w:sz w:val="32"/>
          <w:szCs w:val="32"/>
        </w:rPr>
      </w:pPr>
    </w:p>
    <w:p w14:paraId="0E0C1A4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Alline,</w:t>
      </w:r>
    </w:p>
    <w:p w14:paraId="0157B490" w14:textId="77777777" w:rsidR="000E362F" w:rsidRDefault="000E362F" w:rsidP="00801D49">
      <w:pPr>
        <w:rPr>
          <w:sz w:val="32"/>
          <w:szCs w:val="32"/>
        </w:rPr>
      </w:pPr>
    </w:p>
    <w:p w14:paraId="1CB6AB5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6D7F6D5" w14:textId="77777777" w:rsidR="000E362F" w:rsidRDefault="000E362F" w:rsidP="00801D49">
      <w:pPr>
        <w:rPr>
          <w:sz w:val="32"/>
          <w:szCs w:val="32"/>
        </w:rPr>
      </w:pPr>
    </w:p>
    <w:p w14:paraId="462520A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961C17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DC86CC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648469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C31747" wp14:editId="2F60D14A">
                  <wp:extent cx="6399207" cy="3924300"/>
                  <wp:effectExtent l="0" t="0" r="1905" b="0"/>
                  <wp:docPr id="457" name="Picture 45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15C3D" w14:textId="77777777" w:rsidR="000E362F" w:rsidRDefault="000E362F" w:rsidP="00801D49"/>
    <w:p w14:paraId="383C83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Sharika Eanes</w:t>
      </w:r>
    </w:p>
    <w:p w14:paraId="048CA7C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75698 N Fiesta Blvd</w:t>
      </w:r>
    </w:p>
    <w:p w14:paraId="230D499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Orlando, FL 32806</w:t>
      </w:r>
    </w:p>
    <w:p w14:paraId="4FCC3C6E" w14:textId="77777777" w:rsidR="000E362F" w:rsidRDefault="000E362F" w:rsidP="00801D49"/>
    <w:p w14:paraId="6937325B" w14:textId="77777777" w:rsidR="000E362F" w:rsidRPr="0001239D" w:rsidRDefault="000E362F" w:rsidP="00801D49">
      <w:pPr>
        <w:rPr>
          <w:sz w:val="32"/>
          <w:szCs w:val="32"/>
        </w:rPr>
      </w:pPr>
    </w:p>
    <w:p w14:paraId="0593CA91" w14:textId="77777777" w:rsidR="000E362F" w:rsidRDefault="000E362F" w:rsidP="00801D49">
      <w:pPr>
        <w:rPr>
          <w:sz w:val="32"/>
          <w:szCs w:val="32"/>
        </w:rPr>
      </w:pPr>
    </w:p>
    <w:p w14:paraId="11CED9A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Sharika,</w:t>
      </w:r>
    </w:p>
    <w:p w14:paraId="4781496A" w14:textId="77777777" w:rsidR="000E362F" w:rsidRDefault="000E362F" w:rsidP="00801D49">
      <w:pPr>
        <w:rPr>
          <w:sz w:val="32"/>
          <w:szCs w:val="32"/>
        </w:rPr>
      </w:pPr>
    </w:p>
    <w:p w14:paraId="45EA4E9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8D68E1D" w14:textId="77777777" w:rsidR="000E362F" w:rsidRDefault="000E362F" w:rsidP="00801D49">
      <w:pPr>
        <w:rPr>
          <w:sz w:val="32"/>
          <w:szCs w:val="32"/>
        </w:rPr>
      </w:pPr>
    </w:p>
    <w:p w14:paraId="6A16C766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6EC7E3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16A12D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9B35FA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49DD33" wp14:editId="1CB7B4C9">
                  <wp:extent cx="6399207" cy="3924300"/>
                  <wp:effectExtent l="0" t="0" r="1905" b="0"/>
                  <wp:docPr id="458" name="Picture 45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619546" w14:textId="77777777" w:rsidR="000E362F" w:rsidRDefault="000E362F" w:rsidP="00801D49"/>
    <w:p w14:paraId="33A8901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Nu Mcnease</w:t>
      </w:r>
    </w:p>
    <w:p w14:paraId="64ACD79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88 Sw 28th Ter</w:t>
      </w:r>
    </w:p>
    <w:p w14:paraId="55D8754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Harrison, NJ 7029</w:t>
      </w:r>
    </w:p>
    <w:p w14:paraId="6C181D6D" w14:textId="77777777" w:rsidR="000E362F" w:rsidRDefault="000E362F" w:rsidP="00801D49"/>
    <w:p w14:paraId="742DC95E" w14:textId="77777777" w:rsidR="000E362F" w:rsidRPr="0001239D" w:rsidRDefault="000E362F" w:rsidP="00801D49">
      <w:pPr>
        <w:rPr>
          <w:sz w:val="32"/>
          <w:szCs w:val="32"/>
        </w:rPr>
      </w:pPr>
    </w:p>
    <w:p w14:paraId="1B931536" w14:textId="77777777" w:rsidR="000E362F" w:rsidRDefault="000E362F" w:rsidP="00801D49">
      <w:pPr>
        <w:rPr>
          <w:sz w:val="32"/>
          <w:szCs w:val="32"/>
        </w:rPr>
      </w:pPr>
    </w:p>
    <w:p w14:paraId="74A1680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Nu,</w:t>
      </w:r>
    </w:p>
    <w:p w14:paraId="6F216D5F" w14:textId="77777777" w:rsidR="000E362F" w:rsidRDefault="000E362F" w:rsidP="00801D49">
      <w:pPr>
        <w:rPr>
          <w:sz w:val="32"/>
          <w:szCs w:val="32"/>
        </w:rPr>
      </w:pPr>
    </w:p>
    <w:p w14:paraId="706DCD9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F762D32" w14:textId="77777777" w:rsidR="000E362F" w:rsidRDefault="000E362F" w:rsidP="00801D49">
      <w:pPr>
        <w:rPr>
          <w:sz w:val="32"/>
          <w:szCs w:val="32"/>
        </w:rPr>
      </w:pPr>
    </w:p>
    <w:p w14:paraId="33B0A85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B35D40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428211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B14485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9F52E4" wp14:editId="513BE6CB">
                  <wp:extent cx="6399207" cy="3924300"/>
                  <wp:effectExtent l="0" t="0" r="1905" b="0"/>
                  <wp:docPr id="459" name="Picture 45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8AA0B6" w14:textId="77777777" w:rsidR="000E362F" w:rsidRDefault="000E362F" w:rsidP="00801D49"/>
    <w:p w14:paraId="3B443DC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Daniela Comnick</w:t>
      </w:r>
    </w:p>
    <w:p w14:paraId="44030F6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 Flowers Rd #403</w:t>
      </w:r>
    </w:p>
    <w:p w14:paraId="4473A668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Trenton, NJ 8611</w:t>
      </w:r>
    </w:p>
    <w:p w14:paraId="23C3CD82" w14:textId="77777777" w:rsidR="000E362F" w:rsidRDefault="000E362F" w:rsidP="00801D49"/>
    <w:p w14:paraId="29AFB305" w14:textId="77777777" w:rsidR="000E362F" w:rsidRPr="0001239D" w:rsidRDefault="000E362F" w:rsidP="00801D49">
      <w:pPr>
        <w:rPr>
          <w:sz w:val="32"/>
          <w:szCs w:val="32"/>
        </w:rPr>
      </w:pPr>
    </w:p>
    <w:p w14:paraId="54738289" w14:textId="77777777" w:rsidR="000E362F" w:rsidRDefault="000E362F" w:rsidP="00801D49">
      <w:pPr>
        <w:rPr>
          <w:sz w:val="32"/>
          <w:szCs w:val="32"/>
        </w:rPr>
      </w:pPr>
    </w:p>
    <w:p w14:paraId="6E6392B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Daniela,</w:t>
      </w:r>
    </w:p>
    <w:p w14:paraId="7CFF70BB" w14:textId="77777777" w:rsidR="000E362F" w:rsidRDefault="000E362F" w:rsidP="00801D49">
      <w:pPr>
        <w:rPr>
          <w:sz w:val="32"/>
          <w:szCs w:val="32"/>
        </w:rPr>
      </w:pPr>
    </w:p>
    <w:p w14:paraId="6E94AD7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8CEBD76" w14:textId="77777777" w:rsidR="000E362F" w:rsidRDefault="000E362F" w:rsidP="00801D49">
      <w:pPr>
        <w:rPr>
          <w:sz w:val="32"/>
          <w:szCs w:val="32"/>
        </w:rPr>
      </w:pPr>
    </w:p>
    <w:p w14:paraId="0E4749F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FEE148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D2B1DD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B96399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11DE27" wp14:editId="028440EF">
                  <wp:extent cx="6399207" cy="3924300"/>
                  <wp:effectExtent l="0" t="0" r="1905" b="0"/>
                  <wp:docPr id="460" name="Picture 46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244A05" w14:textId="77777777" w:rsidR="000E362F" w:rsidRDefault="000E362F" w:rsidP="00801D49"/>
    <w:p w14:paraId="3D38934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Cecilia Colaizzo</w:t>
      </w:r>
    </w:p>
    <w:p w14:paraId="3E7624F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 Nw 12th St #3849</w:t>
      </w:r>
    </w:p>
    <w:p w14:paraId="5574F75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Madison, WI 53717</w:t>
      </w:r>
    </w:p>
    <w:p w14:paraId="034195C2" w14:textId="77777777" w:rsidR="000E362F" w:rsidRDefault="000E362F" w:rsidP="00801D49"/>
    <w:p w14:paraId="061ADC17" w14:textId="77777777" w:rsidR="000E362F" w:rsidRPr="0001239D" w:rsidRDefault="000E362F" w:rsidP="00801D49">
      <w:pPr>
        <w:rPr>
          <w:sz w:val="32"/>
          <w:szCs w:val="32"/>
        </w:rPr>
      </w:pPr>
    </w:p>
    <w:p w14:paraId="4F7A2311" w14:textId="77777777" w:rsidR="000E362F" w:rsidRDefault="000E362F" w:rsidP="00801D49">
      <w:pPr>
        <w:rPr>
          <w:sz w:val="32"/>
          <w:szCs w:val="32"/>
        </w:rPr>
      </w:pPr>
    </w:p>
    <w:p w14:paraId="1BA0234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Cecilia,</w:t>
      </w:r>
    </w:p>
    <w:p w14:paraId="69770D3F" w14:textId="77777777" w:rsidR="000E362F" w:rsidRDefault="000E362F" w:rsidP="00801D49">
      <w:pPr>
        <w:rPr>
          <w:sz w:val="32"/>
          <w:szCs w:val="32"/>
        </w:rPr>
      </w:pPr>
    </w:p>
    <w:p w14:paraId="174426A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C8B4BFA" w14:textId="77777777" w:rsidR="000E362F" w:rsidRDefault="000E362F" w:rsidP="00801D49">
      <w:pPr>
        <w:rPr>
          <w:sz w:val="32"/>
          <w:szCs w:val="32"/>
        </w:rPr>
      </w:pPr>
    </w:p>
    <w:p w14:paraId="76EE8CF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8A29CB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6A78A5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16339A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BBBE3C" wp14:editId="0B7DD11F">
                  <wp:extent cx="6399207" cy="3924300"/>
                  <wp:effectExtent l="0" t="0" r="1905" b="0"/>
                  <wp:docPr id="461" name="Picture 46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73212B" w14:textId="77777777" w:rsidR="000E362F" w:rsidRDefault="000E362F" w:rsidP="00801D49"/>
    <w:p w14:paraId="0FCC483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Leslie Threets</w:t>
      </w:r>
    </w:p>
    <w:p w14:paraId="2AFC08E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A Kelley Dr</w:t>
      </w:r>
    </w:p>
    <w:p w14:paraId="21EF51D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Katonah, NY 10536</w:t>
      </w:r>
    </w:p>
    <w:p w14:paraId="7523E54B" w14:textId="77777777" w:rsidR="000E362F" w:rsidRDefault="000E362F" w:rsidP="00801D49"/>
    <w:p w14:paraId="7D206AEC" w14:textId="77777777" w:rsidR="000E362F" w:rsidRPr="0001239D" w:rsidRDefault="000E362F" w:rsidP="00801D49">
      <w:pPr>
        <w:rPr>
          <w:sz w:val="32"/>
          <w:szCs w:val="32"/>
        </w:rPr>
      </w:pPr>
    </w:p>
    <w:p w14:paraId="5FB2E987" w14:textId="77777777" w:rsidR="000E362F" w:rsidRDefault="000E362F" w:rsidP="00801D49">
      <w:pPr>
        <w:rPr>
          <w:sz w:val="32"/>
          <w:szCs w:val="32"/>
        </w:rPr>
      </w:pPr>
    </w:p>
    <w:p w14:paraId="6DB5BB6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Leslie,</w:t>
      </w:r>
    </w:p>
    <w:p w14:paraId="6FE2622F" w14:textId="77777777" w:rsidR="000E362F" w:rsidRDefault="000E362F" w:rsidP="00801D49">
      <w:pPr>
        <w:rPr>
          <w:sz w:val="32"/>
          <w:szCs w:val="32"/>
        </w:rPr>
      </w:pPr>
    </w:p>
    <w:p w14:paraId="5ADD9F4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33470E4" w14:textId="77777777" w:rsidR="000E362F" w:rsidRDefault="000E362F" w:rsidP="00801D49">
      <w:pPr>
        <w:rPr>
          <w:sz w:val="32"/>
          <w:szCs w:val="32"/>
        </w:rPr>
      </w:pPr>
    </w:p>
    <w:p w14:paraId="0DDB853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99347A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94E82E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230E85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CC4F7A" wp14:editId="5D11E485">
                  <wp:extent cx="6399207" cy="3924300"/>
                  <wp:effectExtent l="0" t="0" r="1905" b="0"/>
                  <wp:docPr id="462" name="Picture 46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000F2A" w14:textId="77777777" w:rsidR="000E362F" w:rsidRDefault="000E362F" w:rsidP="00801D49"/>
    <w:p w14:paraId="315289C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Nan Koppinger</w:t>
      </w:r>
    </w:p>
    <w:p w14:paraId="467CC17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88827 Frankford Ave</w:t>
      </w:r>
    </w:p>
    <w:p w14:paraId="3B166C6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Greensboro, NC 27401</w:t>
      </w:r>
    </w:p>
    <w:p w14:paraId="6648E55C" w14:textId="77777777" w:rsidR="000E362F" w:rsidRDefault="000E362F" w:rsidP="00801D49"/>
    <w:p w14:paraId="1593DAA2" w14:textId="77777777" w:rsidR="000E362F" w:rsidRPr="0001239D" w:rsidRDefault="000E362F" w:rsidP="00801D49">
      <w:pPr>
        <w:rPr>
          <w:sz w:val="32"/>
          <w:szCs w:val="32"/>
        </w:rPr>
      </w:pPr>
    </w:p>
    <w:p w14:paraId="64373504" w14:textId="77777777" w:rsidR="000E362F" w:rsidRDefault="000E362F" w:rsidP="00801D49">
      <w:pPr>
        <w:rPr>
          <w:sz w:val="32"/>
          <w:szCs w:val="32"/>
        </w:rPr>
      </w:pPr>
    </w:p>
    <w:p w14:paraId="34F9D53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Nan,</w:t>
      </w:r>
    </w:p>
    <w:p w14:paraId="6F745A24" w14:textId="77777777" w:rsidR="000E362F" w:rsidRDefault="000E362F" w:rsidP="00801D49">
      <w:pPr>
        <w:rPr>
          <w:sz w:val="32"/>
          <w:szCs w:val="32"/>
        </w:rPr>
      </w:pPr>
    </w:p>
    <w:p w14:paraId="5DB310C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996E215" w14:textId="77777777" w:rsidR="000E362F" w:rsidRDefault="000E362F" w:rsidP="00801D49">
      <w:pPr>
        <w:rPr>
          <w:sz w:val="32"/>
          <w:szCs w:val="32"/>
        </w:rPr>
      </w:pPr>
    </w:p>
    <w:p w14:paraId="6C6BFFE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645AE5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17385A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A3F177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789D0F" wp14:editId="382DFAA7">
                  <wp:extent cx="6399207" cy="3924300"/>
                  <wp:effectExtent l="0" t="0" r="1905" b="0"/>
                  <wp:docPr id="463" name="Picture 46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DBEABA" w14:textId="77777777" w:rsidR="000E362F" w:rsidRDefault="000E362F" w:rsidP="00801D49"/>
    <w:p w14:paraId="7AC8DA3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Izetta Dewar</w:t>
      </w:r>
    </w:p>
    <w:p w14:paraId="0667E7A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W Scyene Rd #3</w:t>
      </w:r>
    </w:p>
    <w:p w14:paraId="5B2F387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Baltimore, MD 21217</w:t>
      </w:r>
    </w:p>
    <w:p w14:paraId="3D958FDC" w14:textId="77777777" w:rsidR="000E362F" w:rsidRDefault="000E362F" w:rsidP="00801D49"/>
    <w:p w14:paraId="2DBCBCF8" w14:textId="77777777" w:rsidR="000E362F" w:rsidRPr="0001239D" w:rsidRDefault="000E362F" w:rsidP="00801D49">
      <w:pPr>
        <w:rPr>
          <w:sz w:val="32"/>
          <w:szCs w:val="32"/>
        </w:rPr>
      </w:pPr>
    </w:p>
    <w:p w14:paraId="3CAA4BF6" w14:textId="77777777" w:rsidR="000E362F" w:rsidRDefault="000E362F" w:rsidP="00801D49">
      <w:pPr>
        <w:rPr>
          <w:sz w:val="32"/>
          <w:szCs w:val="32"/>
        </w:rPr>
      </w:pPr>
    </w:p>
    <w:p w14:paraId="6C30FC5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Izetta,</w:t>
      </w:r>
    </w:p>
    <w:p w14:paraId="2E4DD653" w14:textId="77777777" w:rsidR="000E362F" w:rsidRDefault="000E362F" w:rsidP="00801D49">
      <w:pPr>
        <w:rPr>
          <w:sz w:val="32"/>
          <w:szCs w:val="32"/>
        </w:rPr>
      </w:pPr>
    </w:p>
    <w:p w14:paraId="7B23E88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B9C2344" w14:textId="77777777" w:rsidR="000E362F" w:rsidRDefault="000E362F" w:rsidP="00801D49">
      <w:pPr>
        <w:rPr>
          <w:sz w:val="32"/>
          <w:szCs w:val="32"/>
        </w:rPr>
      </w:pPr>
    </w:p>
    <w:p w14:paraId="20019F6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94BFE23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F0CBEE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36183D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F5A6F8" wp14:editId="29134AD1">
                  <wp:extent cx="6399207" cy="3924300"/>
                  <wp:effectExtent l="0" t="0" r="1905" b="0"/>
                  <wp:docPr id="464" name="Picture 46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057DDD" w14:textId="77777777" w:rsidR="000E362F" w:rsidRDefault="000E362F" w:rsidP="00801D49"/>
    <w:p w14:paraId="18BA533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Tegan Arceo</w:t>
      </w:r>
    </w:p>
    <w:p w14:paraId="3F1632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62260 Park Stre</w:t>
      </w:r>
    </w:p>
    <w:p w14:paraId="51967F5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Monroe Township, NJ 8831</w:t>
      </w:r>
    </w:p>
    <w:p w14:paraId="159FDB83" w14:textId="77777777" w:rsidR="000E362F" w:rsidRDefault="000E362F" w:rsidP="00801D49"/>
    <w:p w14:paraId="30B4FF31" w14:textId="77777777" w:rsidR="000E362F" w:rsidRPr="0001239D" w:rsidRDefault="000E362F" w:rsidP="00801D49">
      <w:pPr>
        <w:rPr>
          <w:sz w:val="32"/>
          <w:szCs w:val="32"/>
        </w:rPr>
      </w:pPr>
    </w:p>
    <w:p w14:paraId="2AAEC309" w14:textId="77777777" w:rsidR="000E362F" w:rsidRDefault="000E362F" w:rsidP="00801D49">
      <w:pPr>
        <w:rPr>
          <w:sz w:val="32"/>
          <w:szCs w:val="32"/>
        </w:rPr>
      </w:pPr>
    </w:p>
    <w:p w14:paraId="0D7CE7A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Tegan,</w:t>
      </w:r>
    </w:p>
    <w:p w14:paraId="0BCF6156" w14:textId="77777777" w:rsidR="000E362F" w:rsidRDefault="000E362F" w:rsidP="00801D49">
      <w:pPr>
        <w:rPr>
          <w:sz w:val="32"/>
          <w:szCs w:val="32"/>
        </w:rPr>
      </w:pPr>
    </w:p>
    <w:p w14:paraId="2DD5E32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17830E1" w14:textId="77777777" w:rsidR="000E362F" w:rsidRDefault="000E362F" w:rsidP="00801D49">
      <w:pPr>
        <w:rPr>
          <w:sz w:val="32"/>
          <w:szCs w:val="32"/>
        </w:rPr>
      </w:pPr>
    </w:p>
    <w:p w14:paraId="7AF7D5D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0D2A7F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6E09929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C82897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29FBC8" wp14:editId="39AD08EA">
                  <wp:extent cx="6399207" cy="3924300"/>
                  <wp:effectExtent l="0" t="0" r="1905" b="0"/>
                  <wp:docPr id="465" name="Picture 46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608858" w14:textId="77777777" w:rsidR="000E362F" w:rsidRDefault="000E362F" w:rsidP="00801D49"/>
    <w:p w14:paraId="4F5B78A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Ruthann Keener</w:t>
      </w:r>
    </w:p>
    <w:p w14:paraId="032F781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3424 29th St Se</w:t>
      </w:r>
    </w:p>
    <w:p w14:paraId="4F1F5F7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Kerrville, TX 78028</w:t>
      </w:r>
    </w:p>
    <w:p w14:paraId="019DAF1A" w14:textId="77777777" w:rsidR="000E362F" w:rsidRDefault="000E362F" w:rsidP="00801D49"/>
    <w:p w14:paraId="19532747" w14:textId="77777777" w:rsidR="000E362F" w:rsidRPr="0001239D" w:rsidRDefault="000E362F" w:rsidP="00801D49">
      <w:pPr>
        <w:rPr>
          <w:sz w:val="32"/>
          <w:szCs w:val="32"/>
        </w:rPr>
      </w:pPr>
    </w:p>
    <w:p w14:paraId="2616966D" w14:textId="77777777" w:rsidR="000E362F" w:rsidRDefault="000E362F" w:rsidP="00801D49">
      <w:pPr>
        <w:rPr>
          <w:sz w:val="32"/>
          <w:szCs w:val="32"/>
        </w:rPr>
      </w:pPr>
    </w:p>
    <w:p w14:paraId="4B95AB7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Ruthann,</w:t>
      </w:r>
    </w:p>
    <w:p w14:paraId="47DF46C9" w14:textId="77777777" w:rsidR="000E362F" w:rsidRDefault="000E362F" w:rsidP="00801D49">
      <w:pPr>
        <w:rPr>
          <w:sz w:val="32"/>
          <w:szCs w:val="32"/>
        </w:rPr>
      </w:pPr>
    </w:p>
    <w:p w14:paraId="5BAB73A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B81617A" w14:textId="77777777" w:rsidR="000E362F" w:rsidRDefault="000E362F" w:rsidP="00801D49">
      <w:pPr>
        <w:rPr>
          <w:sz w:val="32"/>
          <w:szCs w:val="32"/>
        </w:rPr>
      </w:pPr>
    </w:p>
    <w:p w14:paraId="0D8576E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42FB09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C6A6FA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495A86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3BCA01" wp14:editId="16C16FC4">
                  <wp:extent cx="6399207" cy="3924300"/>
                  <wp:effectExtent l="0" t="0" r="1905" b="0"/>
                  <wp:docPr id="466" name="Picture 46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4B2E24" w14:textId="77777777" w:rsidR="000E362F" w:rsidRDefault="000E362F" w:rsidP="00801D49"/>
    <w:p w14:paraId="1136034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Joni Breland</w:t>
      </w:r>
    </w:p>
    <w:p w14:paraId="6029943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35 E Main St #43</w:t>
      </w:r>
    </w:p>
    <w:p w14:paraId="3627C36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Elk Grove Village, IL 60007</w:t>
      </w:r>
    </w:p>
    <w:p w14:paraId="2E7FC31F" w14:textId="77777777" w:rsidR="000E362F" w:rsidRDefault="000E362F" w:rsidP="00801D49"/>
    <w:p w14:paraId="766D5666" w14:textId="77777777" w:rsidR="000E362F" w:rsidRPr="0001239D" w:rsidRDefault="000E362F" w:rsidP="00801D49">
      <w:pPr>
        <w:rPr>
          <w:sz w:val="32"/>
          <w:szCs w:val="32"/>
        </w:rPr>
      </w:pPr>
    </w:p>
    <w:p w14:paraId="5B987499" w14:textId="77777777" w:rsidR="000E362F" w:rsidRDefault="000E362F" w:rsidP="00801D49">
      <w:pPr>
        <w:rPr>
          <w:sz w:val="32"/>
          <w:szCs w:val="32"/>
        </w:rPr>
      </w:pPr>
    </w:p>
    <w:p w14:paraId="02BE0101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Joni,</w:t>
      </w:r>
    </w:p>
    <w:p w14:paraId="4E393AA9" w14:textId="77777777" w:rsidR="000E362F" w:rsidRDefault="000E362F" w:rsidP="00801D49">
      <w:pPr>
        <w:rPr>
          <w:sz w:val="32"/>
          <w:szCs w:val="32"/>
        </w:rPr>
      </w:pPr>
    </w:p>
    <w:p w14:paraId="048C413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3AD861D" w14:textId="77777777" w:rsidR="000E362F" w:rsidRDefault="000E362F" w:rsidP="00801D49">
      <w:pPr>
        <w:rPr>
          <w:sz w:val="32"/>
          <w:szCs w:val="32"/>
        </w:rPr>
      </w:pPr>
    </w:p>
    <w:p w14:paraId="02FEB87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0F6797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5AFB86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A9F208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E97F28" wp14:editId="39BFE9EA">
                  <wp:extent cx="6399207" cy="3924300"/>
                  <wp:effectExtent l="0" t="0" r="1905" b="0"/>
                  <wp:docPr id="467" name="Picture 46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1F436" w14:textId="77777777" w:rsidR="000E362F" w:rsidRDefault="000E362F" w:rsidP="00801D49"/>
    <w:p w14:paraId="2A42686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Vi Rentfro</w:t>
      </w:r>
    </w:p>
    <w:p w14:paraId="50AC30E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7163 W Clark Rd</w:t>
      </w:r>
    </w:p>
    <w:p w14:paraId="78DE13FE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Freehold, NJ 7728</w:t>
      </w:r>
    </w:p>
    <w:p w14:paraId="7AB1E8F0" w14:textId="77777777" w:rsidR="000E362F" w:rsidRDefault="000E362F" w:rsidP="00801D49"/>
    <w:p w14:paraId="16422E29" w14:textId="77777777" w:rsidR="000E362F" w:rsidRPr="0001239D" w:rsidRDefault="000E362F" w:rsidP="00801D49">
      <w:pPr>
        <w:rPr>
          <w:sz w:val="32"/>
          <w:szCs w:val="32"/>
        </w:rPr>
      </w:pPr>
    </w:p>
    <w:p w14:paraId="03F18ED3" w14:textId="77777777" w:rsidR="000E362F" w:rsidRDefault="000E362F" w:rsidP="00801D49">
      <w:pPr>
        <w:rPr>
          <w:sz w:val="32"/>
          <w:szCs w:val="32"/>
        </w:rPr>
      </w:pPr>
    </w:p>
    <w:p w14:paraId="6500E36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Vi,</w:t>
      </w:r>
    </w:p>
    <w:p w14:paraId="6E20F3CE" w14:textId="77777777" w:rsidR="000E362F" w:rsidRDefault="000E362F" w:rsidP="00801D49">
      <w:pPr>
        <w:rPr>
          <w:sz w:val="32"/>
          <w:szCs w:val="32"/>
        </w:rPr>
      </w:pPr>
    </w:p>
    <w:p w14:paraId="01361CA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3F6CFA0" w14:textId="77777777" w:rsidR="000E362F" w:rsidRDefault="000E362F" w:rsidP="00801D49">
      <w:pPr>
        <w:rPr>
          <w:sz w:val="32"/>
          <w:szCs w:val="32"/>
        </w:rPr>
      </w:pPr>
    </w:p>
    <w:p w14:paraId="7E87D82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C7B7FB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7C855B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8E0166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7D7B52" wp14:editId="72F0ACF0">
                  <wp:extent cx="6399207" cy="3924300"/>
                  <wp:effectExtent l="0" t="0" r="1905" b="0"/>
                  <wp:docPr id="468" name="Picture 46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8D47B0" w14:textId="77777777" w:rsidR="000E362F" w:rsidRDefault="000E362F" w:rsidP="00801D49"/>
    <w:p w14:paraId="56040EA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Colette Kardas</w:t>
      </w:r>
    </w:p>
    <w:p w14:paraId="74B386E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21575 S Apple Creek Rd</w:t>
      </w:r>
    </w:p>
    <w:p w14:paraId="264AD1B0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Omaha, NE 68124</w:t>
      </w:r>
    </w:p>
    <w:p w14:paraId="1F5B2654" w14:textId="77777777" w:rsidR="000E362F" w:rsidRDefault="000E362F" w:rsidP="00801D49"/>
    <w:p w14:paraId="06DA32BF" w14:textId="77777777" w:rsidR="000E362F" w:rsidRPr="0001239D" w:rsidRDefault="000E362F" w:rsidP="00801D49">
      <w:pPr>
        <w:rPr>
          <w:sz w:val="32"/>
          <w:szCs w:val="32"/>
        </w:rPr>
      </w:pPr>
    </w:p>
    <w:p w14:paraId="7BD96EC6" w14:textId="77777777" w:rsidR="000E362F" w:rsidRDefault="000E362F" w:rsidP="00801D49">
      <w:pPr>
        <w:rPr>
          <w:sz w:val="32"/>
          <w:szCs w:val="32"/>
        </w:rPr>
      </w:pPr>
    </w:p>
    <w:p w14:paraId="5F7B944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Colette,</w:t>
      </w:r>
    </w:p>
    <w:p w14:paraId="22F3FC1A" w14:textId="77777777" w:rsidR="000E362F" w:rsidRDefault="000E362F" w:rsidP="00801D49">
      <w:pPr>
        <w:rPr>
          <w:sz w:val="32"/>
          <w:szCs w:val="32"/>
        </w:rPr>
      </w:pPr>
    </w:p>
    <w:p w14:paraId="051B2D8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EAED488" w14:textId="77777777" w:rsidR="000E362F" w:rsidRDefault="000E362F" w:rsidP="00801D49">
      <w:pPr>
        <w:rPr>
          <w:sz w:val="32"/>
          <w:szCs w:val="32"/>
        </w:rPr>
      </w:pPr>
    </w:p>
    <w:p w14:paraId="141C579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595B8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0F281B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51926C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275D37" wp14:editId="7F2FBB5A">
                  <wp:extent cx="6399207" cy="3924300"/>
                  <wp:effectExtent l="0" t="0" r="1905" b="0"/>
                  <wp:docPr id="469" name="Picture 46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67B50E" w14:textId="77777777" w:rsidR="000E362F" w:rsidRDefault="000E362F" w:rsidP="00801D49"/>
    <w:p w14:paraId="1F99B6E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Malcolm Tromblay</w:t>
      </w:r>
    </w:p>
    <w:p w14:paraId="670B579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747 Leonis Blvd</w:t>
      </w:r>
    </w:p>
    <w:p w14:paraId="392C569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Annandale, VA 22003</w:t>
      </w:r>
    </w:p>
    <w:p w14:paraId="75026F56" w14:textId="77777777" w:rsidR="000E362F" w:rsidRDefault="000E362F" w:rsidP="00801D49"/>
    <w:p w14:paraId="797634F1" w14:textId="77777777" w:rsidR="000E362F" w:rsidRPr="0001239D" w:rsidRDefault="000E362F" w:rsidP="00801D49">
      <w:pPr>
        <w:rPr>
          <w:sz w:val="32"/>
          <w:szCs w:val="32"/>
        </w:rPr>
      </w:pPr>
    </w:p>
    <w:p w14:paraId="46DA07BF" w14:textId="77777777" w:rsidR="000E362F" w:rsidRDefault="000E362F" w:rsidP="00801D49">
      <w:pPr>
        <w:rPr>
          <w:sz w:val="32"/>
          <w:szCs w:val="32"/>
        </w:rPr>
      </w:pPr>
    </w:p>
    <w:p w14:paraId="3568108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Malcolm,</w:t>
      </w:r>
    </w:p>
    <w:p w14:paraId="744E6188" w14:textId="77777777" w:rsidR="000E362F" w:rsidRDefault="000E362F" w:rsidP="00801D49">
      <w:pPr>
        <w:rPr>
          <w:sz w:val="32"/>
          <w:szCs w:val="32"/>
        </w:rPr>
      </w:pPr>
    </w:p>
    <w:p w14:paraId="7E00867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534020F" w14:textId="77777777" w:rsidR="000E362F" w:rsidRDefault="000E362F" w:rsidP="00801D49">
      <w:pPr>
        <w:rPr>
          <w:sz w:val="32"/>
          <w:szCs w:val="32"/>
        </w:rPr>
      </w:pPr>
    </w:p>
    <w:p w14:paraId="673FF08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FA9D3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A04C50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B6D453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336A9F" wp14:editId="008E4A94">
                  <wp:extent cx="6399207" cy="3924300"/>
                  <wp:effectExtent l="0" t="0" r="1905" b="0"/>
                  <wp:docPr id="470" name="Picture 47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06FE39" w14:textId="77777777" w:rsidR="000E362F" w:rsidRDefault="000E362F" w:rsidP="00801D49"/>
    <w:p w14:paraId="0B53AD6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Ryan Harnos</w:t>
      </w:r>
    </w:p>
    <w:p w14:paraId="242FC99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13 Gunnison St</w:t>
      </w:r>
    </w:p>
    <w:p w14:paraId="585688A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Plano, TX 75075</w:t>
      </w:r>
    </w:p>
    <w:p w14:paraId="0AC4D80B" w14:textId="77777777" w:rsidR="000E362F" w:rsidRDefault="000E362F" w:rsidP="00801D49"/>
    <w:p w14:paraId="3CA0D704" w14:textId="77777777" w:rsidR="000E362F" w:rsidRPr="0001239D" w:rsidRDefault="000E362F" w:rsidP="00801D49">
      <w:pPr>
        <w:rPr>
          <w:sz w:val="32"/>
          <w:szCs w:val="32"/>
        </w:rPr>
      </w:pPr>
    </w:p>
    <w:p w14:paraId="01659710" w14:textId="77777777" w:rsidR="000E362F" w:rsidRDefault="000E362F" w:rsidP="00801D49">
      <w:pPr>
        <w:rPr>
          <w:sz w:val="32"/>
          <w:szCs w:val="32"/>
        </w:rPr>
      </w:pPr>
    </w:p>
    <w:p w14:paraId="3160F5C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Ryan,</w:t>
      </w:r>
    </w:p>
    <w:p w14:paraId="6FC209F7" w14:textId="77777777" w:rsidR="000E362F" w:rsidRDefault="000E362F" w:rsidP="00801D49">
      <w:pPr>
        <w:rPr>
          <w:sz w:val="32"/>
          <w:szCs w:val="32"/>
        </w:rPr>
      </w:pPr>
    </w:p>
    <w:p w14:paraId="02054E4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099515D" w14:textId="77777777" w:rsidR="000E362F" w:rsidRDefault="000E362F" w:rsidP="00801D49">
      <w:pPr>
        <w:rPr>
          <w:sz w:val="32"/>
          <w:szCs w:val="32"/>
        </w:rPr>
      </w:pPr>
    </w:p>
    <w:p w14:paraId="34D3268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3797C9B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033ED9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6AE1A4F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CFCA0F" wp14:editId="5787876D">
                  <wp:extent cx="6399207" cy="3924300"/>
                  <wp:effectExtent l="0" t="0" r="1905" b="0"/>
                  <wp:docPr id="471" name="Picture 47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2D953D" w14:textId="77777777" w:rsidR="000E362F" w:rsidRDefault="000E362F" w:rsidP="00801D49"/>
    <w:p w14:paraId="46C31C8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Jess Chaffins</w:t>
      </w:r>
    </w:p>
    <w:p w14:paraId="462A38F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18 3rd Ave</w:t>
      </w:r>
    </w:p>
    <w:p w14:paraId="5CD73D7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New York, NY 10016</w:t>
      </w:r>
    </w:p>
    <w:p w14:paraId="485E7FE9" w14:textId="77777777" w:rsidR="000E362F" w:rsidRDefault="000E362F" w:rsidP="00801D49"/>
    <w:p w14:paraId="6C5DDA85" w14:textId="77777777" w:rsidR="000E362F" w:rsidRPr="0001239D" w:rsidRDefault="000E362F" w:rsidP="00801D49">
      <w:pPr>
        <w:rPr>
          <w:sz w:val="32"/>
          <w:szCs w:val="32"/>
        </w:rPr>
      </w:pPr>
    </w:p>
    <w:p w14:paraId="67950817" w14:textId="77777777" w:rsidR="000E362F" w:rsidRDefault="000E362F" w:rsidP="00801D49">
      <w:pPr>
        <w:rPr>
          <w:sz w:val="32"/>
          <w:szCs w:val="32"/>
        </w:rPr>
      </w:pPr>
    </w:p>
    <w:p w14:paraId="5B644A3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Jess,</w:t>
      </w:r>
    </w:p>
    <w:p w14:paraId="31804DD1" w14:textId="77777777" w:rsidR="000E362F" w:rsidRDefault="000E362F" w:rsidP="00801D49">
      <w:pPr>
        <w:rPr>
          <w:sz w:val="32"/>
          <w:szCs w:val="32"/>
        </w:rPr>
      </w:pPr>
    </w:p>
    <w:p w14:paraId="22360DF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EC36C31" w14:textId="77777777" w:rsidR="000E362F" w:rsidRDefault="000E362F" w:rsidP="00801D49">
      <w:pPr>
        <w:rPr>
          <w:sz w:val="32"/>
          <w:szCs w:val="32"/>
        </w:rPr>
      </w:pPr>
    </w:p>
    <w:p w14:paraId="7A1A600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0E1D5C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4447AE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2D36E8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634E39" wp14:editId="4DBC8A38">
                  <wp:extent cx="6399207" cy="3924300"/>
                  <wp:effectExtent l="0" t="0" r="1905" b="0"/>
                  <wp:docPr id="472" name="Picture 47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2BB06F" w14:textId="77777777" w:rsidR="000E362F" w:rsidRDefault="000E362F" w:rsidP="00801D49"/>
    <w:p w14:paraId="011C54D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Sharen Bourbon</w:t>
      </w:r>
    </w:p>
    <w:p w14:paraId="36F0612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62 W Austin St</w:t>
      </w:r>
    </w:p>
    <w:p w14:paraId="3ECBD7D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Syosset, NY 11791</w:t>
      </w:r>
    </w:p>
    <w:p w14:paraId="2D24C4D3" w14:textId="77777777" w:rsidR="000E362F" w:rsidRDefault="000E362F" w:rsidP="00801D49"/>
    <w:p w14:paraId="769FAB70" w14:textId="77777777" w:rsidR="000E362F" w:rsidRPr="0001239D" w:rsidRDefault="000E362F" w:rsidP="00801D49">
      <w:pPr>
        <w:rPr>
          <w:sz w:val="32"/>
          <w:szCs w:val="32"/>
        </w:rPr>
      </w:pPr>
    </w:p>
    <w:p w14:paraId="6680F141" w14:textId="77777777" w:rsidR="000E362F" w:rsidRDefault="000E362F" w:rsidP="00801D49">
      <w:pPr>
        <w:rPr>
          <w:sz w:val="32"/>
          <w:szCs w:val="32"/>
        </w:rPr>
      </w:pPr>
    </w:p>
    <w:p w14:paraId="7BB4375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Sharen,</w:t>
      </w:r>
    </w:p>
    <w:p w14:paraId="4BBBA739" w14:textId="77777777" w:rsidR="000E362F" w:rsidRDefault="000E362F" w:rsidP="00801D49">
      <w:pPr>
        <w:rPr>
          <w:sz w:val="32"/>
          <w:szCs w:val="32"/>
        </w:rPr>
      </w:pPr>
    </w:p>
    <w:p w14:paraId="790B0C8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7ED44B5" w14:textId="77777777" w:rsidR="000E362F" w:rsidRDefault="000E362F" w:rsidP="00801D49">
      <w:pPr>
        <w:rPr>
          <w:sz w:val="32"/>
          <w:szCs w:val="32"/>
        </w:rPr>
      </w:pPr>
    </w:p>
    <w:p w14:paraId="2471925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40720F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FCA55C3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088810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0F51F2" wp14:editId="47C79551">
                  <wp:extent cx="6399207" cy="3924300"/>
                  <wp:effectExtent l="0" t="0" r="1905" b="0"/>
                  <wp:docPr id="473" name="Picture 47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48F579" w14:textId="77777777" w:rsidR="000E362F" w:rsidRDefault="000E362F" w:rsidP="00801D49"/>
    <w:p w14:paraId="39FE28C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Nickolas Juvera</w:t>
      </w:r>
    </w:p>
    <w:p w14:paraId="666F440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177 S Rider Trl #52</w:t>
      </w:r>
    </w:p>
    <w:p w14:paraId="5591329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Crystal River, FL 34429</w:t>
      </w:r>
    </w:p>
    <w:p w14:paraId="3E4F4664" w14:textId="77777777" w:rsidR="000E362F" w:rsidRDefault="000E362F" w:rsidP="00801D49"/>
    <w:p w14:paraId="024C3B41" w14:textId="77777777" w:rsidR="000E362F" w:rsidRPr="0001239D" w:rsidRDefault="000E362F" w:rsidP="00801D49">
      <w:pPr>
        <w:rPr>
          <w:sz w:val="32"/>
          <w:szCs w:val="32"/>
        </w:rPr>
      </w:pPr>
    </w:p>
    <w:p w14:paraId="4189E6AF" w14:textId="77777777" w:rsidR="000E362F" w:rsidRDefault="000E362F" w:rsidP="00801D49">
      <w:pPr>
        <w:rPr>
          <w:sz w:val="32"/>
          <w:szCs w:val="32"/>
        </w:rPr>
      </w:pPr>
    </w:p>
    <w:p w14:paraId="626398A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Nickolas,</w:t>
      </w:r>
    </w:p>
    <w:p w14:paraId="21E3F751" w14:textId="77777777" w:rsidR="000E362F" w:rsidRDefault="000E362F" w:rsidP="00801D49">
      <w:pPr>
        <w:rPr>
          <w:sz w:val="32"/>
          <w:szCs w:val="32"/>
        </w:rPr>
      </w:pPr>
    </w:p>
    <w:p w14:paraId="41939E3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7288761" w14:textId="77777777" w:rsidR="000E362F" w:rsidRDefault="000E362F" w:rsidP="00801D49">
      <w:pPr>
        <w:rPr>
          <w:sz w:val="32"/>
          <w:szCs w:val="32"/>
        </w:rPr>
      </w:pPr>
    </w:p>
    <w:p w14:paraId="48DE7C5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A53EE5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5A4888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0EC55CE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B82D8D" wp14:editId="0AB84DFF">
                  <wp:extent cx="6399207" cy="3924300"/>
                  <wp:effectExtent l="0" t="0" r="1905" b="0"/>
                  <wp:docPr id="474" name="Picture 47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161123" w14:textId="77777777" w:rsidR="000E362F" w:rsidRDefault="000E362F" w:rsidP="00801D49"/>
    <w:p w14:paraId="4D9C35B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Gary Nunlee</w:t>
      </w:r>
    </w:p>
    <w:p w14:paraId="7CC6A58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W Mount Royal Ave</w:t>
      </w:r>
    </w:p>
    <w:p w14:paraId="6BC9B86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Fortville, IN 46040</w:t>
      </w:r>
    </w:p>
    <w:p w14:paraId="34B56CBE" w14:textId="77777777" w:rsidR="000E362F" w:rsidRDefault="000E362F" w:rsidP="00801D49"/>
    <w:p w14:paraId="2F197696" w14:textId="77777777" w:rsidR="000E362F" w:rsidRPr="0001239D" w:rsidRDefault="000E362F" w:rsidP="00801D49">
      <w:pPr>
        <w:rPr>
          <w:sz w:val="32"/>
          <w:szCs w:val="32"/>
        </w:rPr>
      </w:pPr>
    </w:p>
    <w:p w14:paraId="7EE72FDB" w14:textId="77777777" w:rsidR="000E362F" w:rsidRDefault="000E362F" w:rsidP="00801D49">
      <w:pPr>
        <w:rPr>
          <w:sz w:val="32"/>
          <w:szCs w:val="32"/>
        </w:rPr>
      </w:pPr>
    </w:p>
    <w:p w14:paraId="0623DCD3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Gary,</w:t>
      </w:r>
    </w:p>
    <w:p w14:paraId="28DB2C4C" w14:textId="77777777" w:rsidR="000E362F" w:rsidRDefault="000E362F" w:rsidP="00801D49">
      <w:pPr>
        <w:rPr>
          <w:sz w:val="32"/>
          <w:szCs w:val="32"/>
        </w:rPr>
      </w:pPr>
    </w:p>
    <w:p w14:paraId="7B3F2870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40FF3FCE" w14:textId="77777777" w:rsidR="000E362F" w:rsidRDefault="000E362F" w:rsidP="00801D49">
      <w:pPr>
        <w:rPr>
          <w:sz w:val="32"/>
          <w:szCs w:val="32"/>
        </w:rPr>
      </w:pPr>
    </w:p>
    <w:p w14:paraId="1B3FAA1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746BF4B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4DD94F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96EBB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94E5F5" wp14:editId="7A46DC4A">
                  <wp:extent cx="6399207" cy="3924300"/>
                  <wp:effectExtent l="0" t="0" r="1905" b="0"/>
                  <wp:docPr id="475" name="Picture 47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A968BA" w14:textId="77777777" w:rsidR="000E362F" w:rsidRDefault="000E362F" w:rsidP="00801D49"/>
    <w:p w14:paraId="4523980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Diane Devreese</w:t>
      </w:r>
    </w:p>
    <w:p w14:paraId="018C83D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1953 Telegraph Rd</w:t>
      </w:r>
    </w:p>
    <w:p w14:paraId="06AA782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Saint Joseph, MO 64504</w:t>
      </w:r>
    </w:p>
    <w:p w14:paraId="54D0D1C7" w14:textId="77777777" w:rsidR="000E362F" w:rsidRDefault="000E362F" w:rsidP="00801D49"/>
    <w:p w14:paraId="6A0CA18E" w14:textId="77777777" w:rsidR="000E362F" w:rsidRPr="0001239D" w:rsidRDefault="000E362F" w:rsidP="00801D49">
      <w:pPr>
        <w:rPr>
          <w:sz w:val="32"/>
          <w:szCs w:val="32"/>
        </w:rPr>
      </w:pPr>
    </w:p>
    <w:p w14:paraId="019EB283" w14:textId="77777777" w:rsidR="000E362F" w:rsidRDefault="000E362F" w:rsidP="00801D49">
      <w:pPr>
        <w:rPr>
          <w:sz w:val="32"/>
          <w:szCs w:val="32"/>
        </w:rPr>
      </w:pPr>
    </w:p>
    <w:p w14:paraId="4032EA9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Diane,</w:t>
      </w:r>
    </w:p>
    <w:p w14:paraId="7C5F4427" w14:textId="77777777" w:rsidR="000E362F" w:rsidRDefault="000E362F" w:rsidP="00801D49">
      <w:pPr>
        <w:rPr>
          <w:sz w:val="32"/>
          <w:szCs w:val="32"/>
        </w:rPr>
      </w:pPr>
    </w:p>
    <w:p w14:paraId="6DC67D8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2CAC3DD" w14:textId="77777777" w:rsidR="000E362F" w:rsidRDefault="000E362F" w:rsidP="00801D49">
      <w:pPr>
        <w:rPr>
          <w:sz w:val="32"/>
          <w:szCs w:val="32"/>
        </w:rPr>
      </w:pPr>
    </w:p>
    <w:p w14:paraId="67C8E00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048732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DEF7EF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676282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7DFF7E" wp14:editId="7BBF3AF1">
                  <wp:extent cx="6399207" cy="3924300"/>
                  <wp:effectExtent l="0" t="0" r="1905" b="0"/>
                  <wp:docPr id="476" name="Picture 47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E5B96A" w14:textId="77777777" w:rsidR="000E362F" w:rsidRDefault="000E362F" w:rsidP="00801D49"/>
    <w:p w14:paraId="43071DD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Roslyn Chavous</w:t>
      </w:r>
    </w:p>
    <w:p w14:paraId="0311284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63517 Dupont St</w:t>
      </w:r>
    </w:p>
    <w:p w14:paraId="444253A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Jackson, MS 39211</w:t>
      </w:r>
    </w:p>
    <w:p w14:paraId="3F90FCAD" w14:textId="77777777" w:rsidR="000E362F" w:rsidRDefault="000E362F" w:rsidP="00801D49"/>
    <w:p w14:paraId="383A47BF" w14:textId="77777777" w:rsidR="000E362F" w:rsidRPr="0001239D" w:rsidRDefault="000E362F" w:rsidP="00801D49">
      <w:pPr>
        <w:rPr>
          <w:sz w:val="32"/>
          <w:szCs w:val="32"/>
        </w:rPr>
      </w:pPr>
    </w:p>
    <w:p w14:paraId="2EDF4E7E" w14:textId="77777777" w:rsidR="000E362F" w:rsidRDefault="000E362F" w:rsidP="00801D49">
      <w:pPr>
        <w:rPr>
          <w:sz w:val="32"/>
          <w:szCs w:val="32"/>
        </w:rPr>
      </w:pPr>
    </w:p>
    <w:p w14:paraId="47D3050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Roslyn,</w:t>
      </w:r>
    </w:p>
    <w:p w14:paraId="05749B70" w14:textId="77777777" w:rsidR="000E362F" w:rsidRDefault="000E362F" w:rsidP="00801D49">
      <w:pPr>
        <w:rPr>
          <w:sz w:val="32"/>
          <w:szCs w:val="32"/>
        </w:rPr>
      </w:pPr>
    </w:p>
    <w:p w14:paraId="657BCC8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961999A" w14:textId="77777777" w:rsidR="000E362F" w:rsidRDefault="000E362F" w:rsidP="00801D49">
      <w:pPr>
        <w:rPr>
          <w:sz w:val="32"/>
          <w:szCs w:val="32"/>
        </w:rPr>
      </w:pPr>
    </w:p>
    <w:p w14:paraId="104E84E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F4CA712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1E6973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AB236A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453C43" wp14:editId="6525DB56">
                  <wp:extent cx="6399207" cy="3924300"/>
                  <wp:effectExtent l="0" t="0" r="1905" b="0"/>
                  <wp:docPr id="477" name="Picture 47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438220" w14:textId="77777777" w:rsidR="000E362F" w:rsidRDefault="000E362F" w:rsidP="00801D49"/>
    <w:p w14:paraId="76E3F67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Glory Schieler</w:t>
      </w:r>
    </w:p>
    <w:p w14:paraId="2273223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E Truman Rd</w:t>
      </w:r>
    </w:p>
    <w:p w14:paraId="35F3D8D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Abilene, TX 79602</w:t>
      </w:r>
    </w:p>
    <w:p w14:paraId="66D19F0B" w14:textId="77777777" w:rsidR="000E362F" w:rsidRDefault="000E362F" w:rsidP="00801D49"/>
    <w:p w14:paraId="12CF5007" w14:textId="77777777" w:rsidR="000E362F" w:rsidRPr="0001239D" w:rsidRDefault="000E362F" w:rsidP="00801D49">
      <w:pPr>
        <w:rPr>
          <w:sz w:val="32"/>
          <w:szCs w:val="32"/>
        </w:rPr>
      </w:pPr>
    </w:p>
    <w:p w14:paraId="363DC6A7" w14:textId="77777777" w:rsidR="000E362F" w:rsidRDefault="000E362F" w:rsidP="00801D49">
      <w:pPr>
        <w:rPr>
          <w:sz w:val="32"/>
          <w:szCs w:val="32"/>
        </w:rPr>
      </w:pPr>
    </w:p>
    <w:p w14:paraId="7AFAD1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Glory,</w:t>
      </w:r>
    </w:p>
    <w:p w14:paraId="0349DD79" w14:textId="77777777" w:rsidR="000E362F" w:rsidRDefault="000E362F" w:rsidP="00801D49">
      <w:pPr>
        <w:rPr>
          <w:sz w:val="32"/>
          <w:szCs w:val="32"/>
        </w:rPr>
      </w:pPr>
    </w:p>
    <w:p w14:paraId="43C20A5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613FCA9" w14:textId="77777777" w:rsidR="000E362F" w:rsidRDefault="000E362F" w:rsidP="00801D49">
      <w:pPr>
        <w:rPr>
          <w:sz w:val="32"/>
          <w:szCs w:val="32"/>
        </w:rPr>
      </w:pPr>
    </w:p>
    <w:p w14:paraId="47D0A15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9CA0DB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2E53C917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477D55DD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5C5BF7" wp14:editId="0A40F7E3">
                  <wp:extent cx="6399207" cy="3924300"/>
                  <wp:effectExtent l="0" t="0" r="1905" b="0"/>
                  <wp:docPr id="478" name="Picture 47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64DF9" w14:textId="77777777" w:rsidR="000E362F" w:rsidRDefault="000E362F" w:rsidP="00801D49"/>
    <w:p w14:paraId="0CFA226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Rasheeda Sayaphon</w:t>
      </w:r>
    </w:p>
    <w:p w14:paraId="73066DD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251 Park Ave #979</w:t>
      </w:r>
    </w:p>
    <w:p w14:paraId="58B068D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Saratoga, CA 95070</w:t>
      </w:r>
    </w:p>
    <w:p w14:paraId="02B389BB" w14:textId="77777777" w:rsidR="000E362F" w:rsidRDefault="000E362F" w:rsidP="00801D49"/>
    <w:p w14:paraId="3CB77B30" w14:textId="77777777" w:rsidR="000E362F" w:rsidRPr="0001239D" w:rsidRDefault="000E362F" w:rsidP="00801D49">
      <w:pPr>
        <w:rPr>
          <w:sz w:val="32"/>
          <w:szCs w:val="32"/>
        </w:rPr>
      </w:pPr>
    </w:p>
    <w:p w14:paraId="65FDB961" w14:textId="77777777" w:rsidR="000E362F" w:rsidRDefault="000E362F" w:rsidP="00801D49">
      <w:pPr>
        <w:rPr>
          <w:sz w:val="32"/>
          <w:szCs w:val="32"/>
        </w:rPr>
      </w:pPr>
    </w:p>
    <w:p w14:paraId="51BDA00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Rasheeda,</w:t>
      </w:r>
    </w:p>
    <w:p w14:paraId="72B0BB3A" w14:textId="77777777" w:rsidR="000E362F" w:rsidRDefault="000E362F" w:rsidP="00801D49">
      <w:pPr>
        <w:rPr>
          <w:sz w:val="32"/>
          <w:szCs w:val="32"/>
        </w:rPr>
      </w:pPr>
    </w:p>
    <w:p w14:paraId="010B90F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3C6098F" w14:textId="77777777" w:rsidR="000E362F" w:rsidRDefault="000E362F" w:rsidP="00801D49">
      <w:pPr>
        <w:rPr>
          <w:sz w:val="32"/>
          <w:szCs w:val="32"/>
        </w:rPr>
      </w:pPr>
    </w:p>
    <w:p w14:paraId="4F69900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FC698F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8C4326C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0E83EF6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727B54" wp14:editId="37F24ABD">
                  <wp:extent cx="6399207" cy="3924300"/>
                  <wp:effectExtent l="0" t="0" r="1905" b="0"/>
                  <wp:docPr id="479" name="Picture 47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EFE8C" w14:textId="77777777" w:rsidR="000E362F" w:rsidRDefault="000E362F" w:rsidP="00801D49"/>
    <w:p w14:paraId="45082C3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Alpha Palaia</w:t>
      </w:r>
    </w:p>
    <w:p w14:paraId="6595B86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43496 Commercial Dr #29</w:t>
      </w:r>
    </w:p>
    <w:p w14:paraId="3BD174D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Cherry Hill, NJ 8003</w:t>
      </w:r>
    </w:p>
    <w:p w14:paraId="6D7BE88B" w14:textId="77777777" w:rsidR="000E362F" w:rsidRDefault="000E362F" w:rsidP="00801D49"/>
    <w:p w14:paraId="4594FC2E" w14:textId="77777777" w:rsidR="000E362F" w:rsidRPr="0001239D" w:rsidRDefault="000E362F" w:rsidP="00801D49">
      <w:pPr>
        <w:rPr>
          <w:sz w:val="32"/>
          <w:szCs w:val="32"/>
        </w:rPr>
      </w:pPr>
    </w:p>
    <w:p w14:paraId="7F9B48E6" w14:textId="77777777" w:rsidR="000E362F" w:rsidRDefault="000E362F" w:rsidP="00801D49">
      <w:pPr>
        <w:rPr>
          <w:sz w:val="32"/>
          <w:szCs w:val="32"/>
        </w:rPr>
      </w:pPr>
    </w:p>
    <w:p w14:paraId="034897B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Alpha,</w:t>
      </w:r>
    </w:p>
    <w:p w14:paraId="12F214FD" w14:textId="77777777" w:rsidR="000E362F" w:rsidRDefault="000E362F" w:rsidP="00801D49">
      <w:pPr>
        <w:rPr>
          <w:sz w:val="32"/>
          <w:szCs w:val="32"/>
        </w:rPr>
      </w:pPr>
    </w:p>
    <w:p w14:paraId="6C1BF3E5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7687BB3" w14:textId="77777777" w:rsidR="000E362F" w:rsidRDefault="000E362F" w:rsidP="00801D49">
      <w:pPr>
        <w:rPr>
          <w:sz w:val="32"/>
          <w:szCs w:val="32"/>
        </w:rPr>
      </w:pPr>
    </w:p>
    <w:p w14:paraId="4E5E3DE5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079590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E8725D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A5A1FE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2A0D00" wp14:editId="194198C3">
                  <wp:extent cx="6399207" cy="3924300"/>
                  <wp:effectExtent l="0" t="0" r="1905" b="0"/>
                  <wp:docPr id="480" name="Picture 48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C31D57" w14:textId="77777777" w:rsidR="000E362F" w:rsidRDefault="000E362F" w:rsidP="00801D49"/>
    <w:p w14:paraId="65497EF3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Refugia Jacobos</w:t>
      </w:r>
    </w:p>
    <w:p w14:paraId="4F98234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2184 Worth St</w:t>
      </w:r>
    </w:p>
    <w:p w14:paraId="1A8EC71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Hayward, CA 94545</w:t>
      </w:r>
    </w:p>
    <w:p w14:paraId="72799FB0" w14:textId="77777777" w:rsidR="000E362F" w:rsidRDefault="000E362F" w:rsidP="00801D49"/>
    <w:p w14:paraId="3EF02251" w14:textId="77777777" w:rsidR="000E362F" w:rsidRPr="0001239D" w:rsidRDefault="000E362F" w:rsidP="00801D49">
      <w:pPr>
        <w:rPr>
          <w:sz w:val="32"/>
          <w:szCs w:val="32"/>
        </w:rPr>
      </w:pPr>
    </w:p>
    <w:p w14:paraId="1D614F2D" w14:textId="77777777" w:rsidR="000E362F" w:rsidRDefault="000E362F" w:rsidP="00801D49">
      <w:pPr>
        <w:rPr>
          <w:sz w:val="32"/>
          <w:szCs w:val="32"/>
        </w:rPr>
      </w:pPr>
    </w:p>
    <w:p w14:paraId="39272B5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Refugia,</w:t>
      </w:r>
    </w:p>
    <w:p w14:paraId="2EB69913" w14:textId="77777777" w:rsidR="000E362F" w:rsidRDefault="000E362F" w:rsidP="00801D49">
      <w:pPr>
        <w:rPr>
          <w:sz w:val="32"/>
          <w:szCs w:val="32"/>
        </w:rPr>
      </w:pPr>
    </w:p>
    <w:p w14:paraId="2E1B3A0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58E0D5C" w14:textId="77777777" w:rsidR="000E362F" w:rsidRDefault="000E362F" w:rsidP="00801D49">
      <w:pPr>
        <w:rPr>
          <w:sz w:val="32"/>
          <w:szCs w:val="32"/>
        </w:rPr>
      </w:pPr>
    </w:p>
    <w:p w14:paraId="15A3751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ACEBD3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5571406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283D5E4A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8E2991" wp14:editId="5CDD400B">
                  <wp:extent cx="6399207" cy="3924300"/>
                  <wp:effectExtent l="0" t="0" r="1905" b="0"/>
                  <wp:docPr id="481" name="Picture 48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A80D8A" w14:textId="77777777" w:rsidR="000E362F" w:rsidRDefault="000E362F" w:rsidP="00801D49"/>
    <w:p w14:paraId="321C151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Shawnda Yori</w:t>
      </w:r>
    </w:p>
    <w:p w14:paraId="7A60EDE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50126 N Plankinton Ave</w:t>
      </w:r>
    </w:p>
    <w:p w14:paraId="73940172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Longwood, FL 32750</w:t>
      </w:r>
    </w:p>
    <w:p w14:paraId="100871B8" w14:textId="77777777" w:rsidR="000E362F" w:rsidRDefault="000E362F" w:rsidP="00801D49"/>
    <w:p w14:paraId="2EFF6AB3" w14:textId="77777777" w:rsidR="000E362F" w:rsidRPr="0001239D" w:rsidRDefault="000E362F" w:rsidP="00801D49">
      <w:pPr>
        <w:rPr>
          <w:sz w:val="32"/>
          <w:szCs w:val="32"/>
        </w:rPr>
      </w:pPr>
    </w:p>
    <w:p w14:paraId="17AD1A1D" w14:textId="77777777" w:rsidR="000E362F" w:rsidRDefault="000E362F" w:rsidP="00801D49">
      <w:pPr>
        <w:rPr>
          <w:sz w:val="32"/>
          <w:szCs w:val="32"/>
        </w:rPr>
      </w:pPr>
    </w:p>
    <w:p w14:paraId="66CF902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Shawnda,</w:t>
      </w:r>
    </w:p>
    <w:p w14:paraId="43D9AB77" w14:textId="77777777" w:rsidR="000E362F" w:rsidRDefault="000E362F" w:rsidP="00801D49">
      <w:pPr>
        <w:rPr>
          <w:sz w:val="32"/>
          <w:szCs w:val="32"/>
        </w:rPr>
      </w:pPr>
    </w:p>
    <w:p w14:paraId="1093CDC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149DABB" w14:textId="77777777" w:rsidR="000E362F" w:rsidRDefault="000E362F" w:rsidP="00801D49">
      <w:pPr>
        <w:rPr>
          <w:sz w:val="32"/>
          <w:szCs w:val="32"/>
        </w:rPr>
      </w:pPr>
    </w:p>
    <w:p w14:paraId="5958FB7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5B3112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229E80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1A56BEC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EED1D2" wp14:editId="1AF42761">
                  <wp:extent cx="6399207" cy="3924300"/>
                  <wp:effectExtent l="0" t="0" r="1905" b="0"/>
                  <wp:docPr id="482" name="Picture 48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B7C763" w14:textId="77777777" w:rsidR="000E362F" w:rsidRDefault="000E362F" w:rsidP="00801D49"/>
    <w:p w14:paraId="1168FAA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Mona Delasancha</w:t>
      </w:r>
    </w:p>
    <w:p w14:paraId="0364C2C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38773 Gravois Ave</w:t>
      </w:r>
    </w:p>
    <w:p w14:paraId="4B90BAD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Cheyenne, WY 82001</w:t>
      </w:r>
    </w:p>
    <w:p w14:paraId="0A5C7139" w14:textId="77777777" w:rsidR="000E362F" w:rsidRDefault="000E362F" w:rsidP="00801D49"/>
    <w:p w14:paraId="17704424" w14:textId="77777777" w:rsidR="000E362F" w:rsidRPr="0001239D" w:rsidRDefault="000E362F" w:rsidP="00801D49">
      <w:pPr>
        <w:rPr>
          <w:sz w:val="32"/>
          <w:szCs w:val="32"/>
        </w:rPr>
      </w:pPr>
    </w:p>
    <w:p w14:paraId="48F2E7E7" w14:textId="77777777" w:rsidR="000E362F" w:rsidRDefault="000E362F" w:rsidP="00801D49">
      <w:pPr>
        <w:rPr>
          <w:sz w:val="32"/>
          <w:szCs w:val="32"/>
        </w:rPr>
      </w:pPr>
    </w:p>
    <w:p w14:paraId="29B7660E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Mona,</w:t>
      </w:r>
    </w:p>
    <w:p w14:paraId="7BD2F874" w14:textId="77777777" w:rsidR="000E362F" w:rsidRDefault="000E362F" w:rsidP="00801D49">
      <w:pPr>
        <w:rPr>
          <w:sz w:val="32"/>
          <w:szCs w:val="32"/>
        </w:rPr>
      </w:pPr>
    </w:p>
    <w:p w14:paraId="6792846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AED8262" w14:textId="77777777" w:rsidR="000E362F" w:rsidRDefault="000E362F" w:rsidP="00801D49">
      <w:pPr>
        <w:rPr>
          <w:sz w:val="32"/>
          <w:szCs w:val="32"/>
        </w:rPr>
      </w:pPr>
    </w:p>
    <w:p w14:paraId="04AFE131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A5EC46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DC7B54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0A0A43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976FA9" wp14:editId="03A35B73">
                  <wp:extent cx="6399207" cy="3924300"/>
                  <wp:effectExtent l="0" t="0" r="1905" b="0"/>
                  <wp:docPr id="483" name="Picture 48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835272" w14:textId="77777777" w:rsidR="000E362F" w:rsidRDefault="000E362F" w:rsidP="00801D49"/>
    <w:p w14:paraId="15FEA27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Gilma Liukko</w:t>
      </w:r>
    </w:p>
    <w:p w14:paraId="64ABEB9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16452 Greenwich St</w:t>
      </w:r>
    </w:p>
    <w:p w14:paraId="327A3F26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Garden City, NY 11530</w:t>
      </w:r>
    </w:p>
    <w:p w14:paraId="16D5643B" w14:textId="77777777" w:rsidR="000E362F" w:rsidRDefault="000E362F" w:rsidP="00801D49"/>
    <w:p w14:paraId="1372F398" w14:textId="77777777" w:rsidR="000E362F" w:rsidRPr="0001239D" w:rsidRDefault="000E362F" w:rsidP="00801D49">
      <w:pPr>
        <w:rPr>
          <w:sz w:val="32"/>
          <w:szCs w:val="32"/>
        </w:rPr>
      </w:pPr>
    </w:p>
    <w:p w14:paraId="3BF7BE9F" w14:textId="77777777" w:rsidR="000E362F" w:rsidRDefault="000E362F" w:rsidP="00801D49">
      <w:pPr>
        <w:rPr>
          <w:sz w:val="32"/>
          <w:szCs w:val="32"/>
        </w:rPr>
      </w:pPr>
    </w:p>
    <w:p w14:paraId="2A58C0A4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Gilma,</w:t>
      </w:r>
    </w:p>
    <w:p w14:paraId="29E3161E" w14:textId="77777777" w:rsidR="000E362F" w:rsidRDefault="000E362F" w:rsidP="00801D49">
      <w:pPr>
        <w:rPr>
          <w:sz w:val="32"/>
          <w:szCs w:val="32"/>
        </w:rPr>
      </w:pPr>
    </w:p>
    <w:p w14:paraId="07D43BC4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40590E3" w14:textId="77777777" w:rsidR="000E362F" w:rsidRDefault="000E362F" w:rsidP="00801D49">
      <w:pPr>
        <w:rPr>
          <w:sz w:val="32"/>
          <w:szCs w:val="32"/>
        </w:rPr>
      </w:pPr>
    </w:p>
    <w:p w14:paraId="149447A2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78CCC60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C91618D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F892D0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F7EEF8" wp14:editId="3E976FAB">
                  <wp:extent cx="6399207" cy="3924300"/>
                  <wp:effectExtent l="0" t="0" r="1905" b="0"/>
                  <wp:docPr id="484" name="Picture 48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58294E" w14:textId="77777777" w:rsidR="000E362F" w:rsidRDefault="000E362F" w:rsidP="00801D49"/>
    <w:p w14:paraId="213548F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Janey Gabisi</w:t>
      </w:r>
    </w:p>
    <w:p w14:paraId="143CE4FB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40 Cambridge Ave</w:t>
      </w:r>
    </w:p>
    <w:p w14:paraId="7F291BF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Madison, WI 53715</w:t>
      </w:r>
    </w:p>
    <w:p w14:paraId="6722C811" w14:textId="77777777" w:rsidR="000E362F" w:rsidRDefault="000E362F" w:rsidP="00801D49"/>
    <w:p w14:paraId="3C621F66" w14:textId="77777777" w:rsidR="000E362F" w:rsidRPr="0001239D" w:rsidRDefault="000E362F" w:rsidP="00801D49">
      <w:pPr>
        <w:rPr>
          <w:sz w:val="32"/>
          <w:szCs w:val="32"/>
        </w:rPr>
      </w:pPr>
    </w:p>
    <w:p w14:paraId="1B5B6320" w14:textId="77777777" w:rsidR="000E362F" w:rsidRDefault="000E362F" w:rsidP="00801D49">
      <w:pPr>
        <w:rPr>
          <w:sz w:val="32"/>
          <w:szCs w:val="32"/>
        </w:rPr>
      </w:pPr>
    </w:p>
    <w:p w14:paraId="1BF678A7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Janey,</w:t>
      </w:r>
    </w:p>
    <w:p w14:paraId="597F50B8" w14:textId="77777777" w:rsidR="000E362F" w:rsidRDefault="000E362F" w:rsidP="00801D49">
      <w:pPr>
        <w:rPr>
          <w:sz w:val="32"/>
          <w:szCs w:val="32"/>
        </w:rPr>
      </w:pPr>
    </w:p>
    <w:p w14:paraId="04488993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DD28100" w14:textId="77777777" w:rsidR="000E362F" w:rsidRDefault="000E362F" w:rsidP="00801D49">
      <w:pPr>
        <w:rPr>
          <w:sz w:val="32"/>
          <w:szCs w:val="32"/>
        </w:rPr>
      </w:pPr>
    </w:p>
    <w:p w14:paraId="3FABCA7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C8345F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0F544D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32015E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A3C936" wp14:editId="706B1181">
                  <wp:extent cx="6399207" cy="3924300"/>
                  <wp:effectExtent l="0" t="0" r="1905" b="0"/>
                  <wp:docPr id="485" name="Picture 48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5DD01A" w14:textId="77777777" w:rsidR="000E362F" w:rsidRDefault="000E362F" w:rsidP="00801D49"/>
    <w:p w14:paraId="66056EE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Lili Paskin</w:t>
      </w:r>
    </w:p>
    <w:p w14:paraId="797C7EB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20113 4th Ave E</w:t>
      </w:r>
    </w:p>
    <w:p w14:paraId="38151FEC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Kearny, NJ 7032</w:t>
      </w:r>
    </w:p>
    <w:p w14:paraId="1D766F7D" w14:textId="77777777" w:rsidR="000E362F" w:rsidRDefault="000E362F" w:rsidP="00801D49"/>
    <w:p w14:paraId="639FBE36" w14:textId="77777777" w:rsidR="000E362F" w:rsidRPr="0001239D" w:rsidRDefault="000E362F" w:rsidP="00801D49">
      <w:pPr>
        <w:rPr>
          <w:sz w:val="32"/>
          <w:szCs w:val="32"/>
        </w:rPr>
      </w:pPr>
    </w:p>
    <w:p w14:paraId="0251197A" w14:textId="77777777" w:rsidR="000E362F" w:rsidRDefault="000E362F" w:rsidP="00801D49">
      <w:pPr>
        <w:rPr>
          <w:sz w:val="32"/>
          <w:szCs w:val="32"/>
        </w:rPr>
      </w:pPr>
    </w:p>
    <w:p w14:paraId="7C4B1A75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Lili,</w:t>
      </w:r>
    </w:p>
    <w:p w14:paraId="68430319" w14:textId="77777777" w:rsidR="000E362F" w:rsidRDefault="000E362F" w:rsidP="00801D49">
      <w:pPr>
        <w:rPr>
          <w:sz w:val="32"/>
          <w:szCs w:val="32"/>
        </w:rPr>
      </w:pPr>
    </w:p>
    <w:p w14:paraId="6DDACBF1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DCED209" w14:textId="77777777" w:rsidR="000E362F" w:rsidRDefault="000E362F" w:rsidP="00801D49">
      <w:pPr>
        <w:rPr>
          <w:sz w:val="32"/>
          <w:szCs w:val="32"/>
        </w:rPr>
      </w:pPr>
    </w:p>
    <w:p w14:paraId="025C9C48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5E4371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5C16626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F23664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8B697D" wp14:editId="3D5AC258">
                  <wp:extent cx="6399207" cy="3924300"/>
                  <wp:effectExtent l="0" t="0" r="1905" b="0"/>
                  <wp:docPr id="486" name="Picture 48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C9788F" w14:textId="77777777" w:rsidR="000E362F" w:rsidRDefault="000E362F" w:rsidP="00801D49"/>
    <w:p w14:paraId="0922E4D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Loren Asar</w:t>
      </w:r>
    </w:p>
    <w:p w14:paraId="1AB0B16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 Ridgewood Center Dr</w:t>
      </w:r>
    </w:p>
    <w:p w14:paraId="07921B2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Old Forge, PA 18518</w:t>
      </w:r>
    </w:p>
    <w:p w14:paraId="0B286822" w14:textId="77777777" w:rsidR="000E362F" w:rsidRDefault="000E362F" w:rsidP="00801D49"/>
    <w:p w14:paraId="282FA656" w14:textId="77777777" w:rsidR="000E362F" w:rsidRPr="0001239D" w:rsidRDefault="000E362F" w:rsidP="00801D49">
      <w:pPr>
        <w:rPr>
          <w:sz w:val="32"/>
          <w:szCs w:val="32"/>
        </w:rPr>
      </w:pPr>
    </w:p>
    <w:p w14:paraId="470CFDBE" w14:textId="77777777" w:rsidR="000E362F" w:rsidRDefault="000E362F" w:rsidP="00801D49">
      <w:pPr>
        <w:rPr>
          <w:sz w:val="32"/>
          <w:szCs w:val="32"/>
        </w:rPr>
      </w:pPr>
    </w:p>
    <w:p w14:paraId="586F4D5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Loren,</w:t>
      </w:r>
    </w:p>
    <w:p w14:paraId="40F620D3" w14:textId="77777777" w:rsidR="000E362F" w:rsidRDefault="000E362F" w:rsidP="00801D49">
      <w:pPr>
        <w:rPr>
          <w:sz w:val="32"/>
          <w:szCs w:val="32"/>
        </w:rPr>
      </w:pPr>
    </w:p>
    <w:p w14:paraId="3D5616E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ABA0E2A" w14:textId="77777777" w:rsidR="000E362F" w:rsidRDefault="000E362F" w:rsidP="00801D49">
      <w:pPr>
        <w:rPr>
          <w:sz w:val="32"/>
          <w:szCs w:val="32"/>
        </w:rPr>
      </w:pPr>
    </w:p>
    <w:p w14:paraId="3EBE1E1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9591C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34DAC9F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B0754D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DE6CF4" wp14:editId="3906B551">
                  <wp:extent cx="6399207" cy="3924300"/>
                  <wp:effectExtent l="0" t="0" r="1905" b="0"/>
                  <wp:docPr id="487" name="Picture 48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E40962" w14:textId="77777777" w:rsidR="000E362F" w:rsidRDefault="000E362F" w:rsidP="00801D49"/>
    <w:p w14:paraId="3848C23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Dorothy Chesterfield</w:t>
      </w:r>
    </w:p>
    <w:p w14:paraId="5A500BC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469 Outwater Ln</w:t>
      </w:r>
    </w:p>
    <w:p w14:paraId="4BE1A46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San Diego, CA 92126</w:t>
      </w:r>
    </w:p>
    <w:p w14:paraId="2A6D7AC2" w14:textId="77777777" w:rsidR="000E362F" w:rsidRDefault="000E362F" w:rsidP="00801D49"/>
    <w:p w14:paraId="450B2ECE" w14:textId="77777777" w:rsidR="000E362F" w:rsidRPr="0001239D" w:rsidRDefault="000E362F" w:rsidP="00801D49">
      <w:pPr>
        <w:rPr>
          <w:sz w:val="32"/>
          <w:szCs w:val="32"/>
        </w:rPr>
      </w:pPr>
    </w:p>
    <w:p w14:paraId="590F75DE" w14:textId="77777777" w:rsidR="000E362F" w:rsidRDefault="000E362F" w:rsidP="00801D49">
      <w:pPr>
        <w:rPr>
          <w:sz w:val="32"/>
          <w:szCs w:val="32"/>
        </w:rPr>
      </w:pPr>
    </w:p>
    <w:p w14:paraId="4129A81B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Dorothy,</w:t>
      </w:r>
    </w:p>
    <w:p w14:paraId="7622E135" w14:textId="77777777" w:rsidR="000E362F" w:rsidRDefault="000E362F" w:rsidP="00801D49">
      <w:pPr>
        <w:rPr>
          <w:sz w:val="32"/>
          <w:szCs w:val="32"/>
        </w:rPr>
      </w:pPr>
    </w:p>
    <w:p w14:paraId="3326A07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BE6085B" w14:textId="77777777" w:rsidR="000E362F" w:rsidRDefault="000E362F" w:rsidP="00801D49">
      <w:pPr>
        <w:rPr>
          <w:sz w:val="32"/>
          <w:szCs w:val="32"/>
        </w:rPr>
      </w:pPr>
    </w:p>
    <w:p w14:paraId="72DB8E2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BEA761E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2AC378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CC23D09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66B4C0" wp14:editId="6C30F8CC">
                  <wp:extent cx="6399207" cy="3924300"/>
                  <wp:effectExtent l="0" t="0" r="1905" b="0"/>
                  <wp:docPr id="488" name="Picture 48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DBAEF5" w14:textId="77777777" w:rsidR="000E362F" w:rsidRDefault="000E362F" w:rsidP="00801D49"/>
    <w:p w14:paraId="1DD3B03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Gail Similton</w:t>
      </w:r>
    </w:p>
    <w:p w14:paraId="5D1C053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62 Monroe St</w:t>
      </w:r>
    </w:p>
    <w:p w14:paraId="1700397D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Thousand Palms, CA 92276</w:t>
      </w:r>
    </w:p>
    <w:p w14:paraId="7EAA4094" w14:textId="77777777" w:rsidR="000E362F" w:rsidRDefault="000E362F" w:rsidP="00801D49"/>
    <w:p w14:paraId="647C7B9A" w14:textId="77777777" w:rsidR="000E362F" w:rsidRPr="0001239D" w:rsidRDefault="000E362F" w:rsidP="00801D49">
      <w:pPr>
        <w:rPr>
          <w:sz w:val="32"/>
          <w:szCs w:val="32"/>
        </w:rPr>
      </w:pPr>
    </w:p>
    <w:p w14:paraId="169EBD4E" w14:textId="77777777" w:rsidR="000E362F" w:rsidRDefault="000E362F" w:rsidP="00801D49">
      <w:pPr>
        <w:rPr>
          <w:sz w:val="32"/>
          <w:szCs w:val="32"/>
        </w:rPr>
      </w:pPr>
    </w:p>
    <w:p w14:paraId="62D1249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Gail,</w:t>
      </w:r>
    </w:p>
    <w:p w14:paraId="0C74903E" w14:textId="77777777" w:rsidR="000E362F" w:rsidRDefault="000E362F" w:rsidP="00801D49">
      <w:pPr>
        <w:rPr>
          <w:sz w:val="32"/>
          <w:szCs w:val="32"/>
        </w:rPr>
      </w:pPr>
    </w:p>
    <w:p w14:paraId="6ECE4B86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B344BF0" w14:textId="77777777" w:rsidR="000E362F" w:rsidRDefault="000E362F" w:rsidP="00801D49">
      <w:pPr>
        <w:rPr>
          <w:sz w:val="32"/>
          <w:szCs w:val="32"/>
        </w:rPr>
      </w:pPr>
    </w:p>
    <w:p w14:paraId="2052248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A514ADC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1406453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BB1834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C59C27" wp14:editId="11044954">
                  <wp:extent cx="6399207" cy="3924300"/>
                  <wp:effectExtent l="0" t="0" r="1905" b="0"/>
                  <wp:docPr id="489" name="Picture 48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9908CB" w14:textId="77777777" w:rsidR="000E362F" w:rsidRDefault="000E362F" w:rsidP="00801D49"/>
    <w:p w14:paraId="3CF3431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Catalina Tillotson</w:t>
      </w:r>
    </w:p>
    <w:p w14:paraId="5B61A00C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3338 A Lockport Pl #6</w:t>
      </w:r>
    </w:p>
    <w:p w14:paraId="4B45CC4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Margate City, NJ 8402</w:t>
      </w:r>
    </w:p>
    <w:p w14:paraId="4FBA39B9" w14:textId="77777777" w:rsidR="000E362F" w:rsidRDefault="000E362F" w:rsidP="00801D49"/>
    <w:p w14:paraId="36455310" w14:textId="77777777" w:rsidR="000E362F" w:rsidRPr="0001239D" w:rsidRDefault="000E362F" w:rsidP="00801D49">
      <w:pPr>
        <w:rPr>
          <w:sz w:val="32"/>
          <w:szCs w:val="32"/>
        </w:rPr>
      </w:pPr>
    </w:p>
    <w:p w14:paraId="1C905306" w14:textId="77777777" w:rsidR="000E362F" w:rsidRDefault="000E362F" w:rsidP="00801D49">
      <w:pPr>
        <w:rPr>
          <w:sz w:val="32"/>
          <w:szCs w:val="32"/>
        </w:rPr>
      </w:pPr>
    </w:p>
    <w:p w14:paraId="67CDC83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Catalina,</w:t>
      </w:r>
    </w:p>
    <w:p w14:paraId="5C8711A4" w14:textId="77777777" w:rsidR="000E362F" w:rsidRDefault="000E362F" w:rsidP="00801D49">
      <w:pPr>
        <w:rPr>
          <w:sz w:val="32"/>
          <w:szCs w:val="32"/>
        </w:rPr>
      </w:pPr>
    </w:p>
    <w:p w14:paraId="44BC9FBD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348E35D" w14:textId="77777777" w:rsidR="000E362F" w:rsidRDefault="000E362F" w:rsidP="00801D49">
      <w:pPr>
        <w:rPr>
          <w:sz w:val="32"/>
          <w:szCs w:val="32"/>
        </w:rPr>
      </w:pPr>
    </w:p>
    <w:p w14:paraId="6E47281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ADB161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576EC4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1EB285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7DE817" wp14:editId="353DAC9F">
                  <wp:extent cx="6399207" cy="3924300"/>
                  <wp:effectExtent l="0" t="0" r="1905" b="0"/>
                  <wp:docPr id="490" name="Picture 49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53C18E" w14:textId="77777777" w:rsidR="000E362F" w:rsidRDefault="000E362F" w:rsidP="00801D49"/>
    <w:p w14:paraId="5E3539EE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Lawrence Lorens</w:t>
      </w:r>
    </w:p>
    <w:p w14:paraId="3AFC350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Hwy</w:t>
      </w:r>
    </w:p>
    <w:p w14:paraId="788B380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Providence, RI 2906</w:t>
      </w:r>
    </w:p>
    <w:p w14:paraId="0FF0CF91" w14:textId="77777777" w:rsidR="000E362F" w:rsidRDefault="000E362F" w:rsidP="00801D49"/>
    <w:p w14:paraId="2457A68C" w14:textId="77777777" w:rsidR="000E362F" w:rsidRPr="0001239D" w:rsidRDefault="000E362F" w:rsidP="00801D49">
      <w:pPr>
        <w:rPr>
          <w:sz w:val="32"/>
          <w:szCs w:val="32"/>
        </w:rPr>
      </w:pPr>
    </w:p>
    <w:p w14:paraId="519D1D87" w14:textId="77777777" w:rsidR="000E362F" w:rsidRDefault="000E362F" w:rsidP="00801D49">
      <w:pPr>
        <w:rPr>
          <w:sz w:val="32"/>
          <w:szCs w:val="32"/>
        </w:rPr>
      </w:pPr>
    </w:p>
    <w:p w14:paraId="1382A7A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Lawrence,</w:t>
      </w:r>
    </w:p>
    <w:p w14:paraId="166567F7" w14:textId="77777777" w:rsidR="000E362F" w:rsidRDefault="000E362F" w:rsidP="00801D49">
      <w:pPr>
        <w:rPr>
          <w:sz w:val="32"/>
          <w:szCs w:val="32"/>
        </w:rPr>
      </w:pPr>
    </w:p>
    <w:p w14:paraId="4B52231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9199B60" w14:textId="77777777" w:rsidR="000E362F" w:rsidRDefault="000E362F" w:rsidP="00801D49">
      <w:pPr>
        <w:rPr>
          <w:sz w:val="32"/>
          <w:szCs w:val="32"/>
        </w:rPr>
      </w:pPr>
    </w:p>
    <w:p w14:paraId="566A802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4EC41111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0355AEF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52CFA76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1429C1" wp14:editId="12928A5D">
                  <wp:extent cx="6399207" cy="3924300"/>
                  <wp:effectExtent l="0" t="0" r="1905" b="0"/>
                  <wp:docPr id="491" name="Picture 49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57147" w14:textId="77777777" w:rsidR="000E362F" w:rsidRDefault="000E362F" w:rsidP="00801D49"/>
    <w:p w14:paraId="7C7771D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Carlee Boulter</w:t>
      </w:r>
    </w:p>
    <w:p w14:paraId="0D56C55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8284 Hart St</w:t>
      </w:r>
    </w:p>
    <w:p w14:paraId="54DD165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Abilene, KS 67410</w:t>
      </w:r>
    </w:p>
    <w:p w14:paraId="40AEAD85" w14:textId="77777777" w:rsidR="000E362F" w:rsidRDefault="000E362F" w:rsidP="00801D49"/>
    <w:p w14:paraId="08439DB6" w14:textId="77777777" w:rsidR="000E362F" w:rsidRPr="0001239D" w:rsidRDefault="000E362F" w:rsidP="00801D49">
      <w:pPr>
        <w:rPr>
          <w:sz w:val="32"/>
          <w:szCs w:val="32"/>
        </w:rPr>
      </w:pPr>
    </w:p>
    <w:p w14:paraId="25061327" w14:textId="77777777" w:rsidR="000E362F" w:rsidRDefault="000E362F" w:rsidP="00801D49">
      <w:pPr>
        <w:rPr>
          <w:sz w:val="32"/>
          <w:szCs w:val="32"/>
        </w:rPr>
      </w:pPr>
    </w:p>
    <w:p w14:paraId="7519964F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Carlee,</w:t>
      </w:r>
    </w:p>
    <w:p w14:paraId="71A8380D" w14:textId="77777777" w:rsidR="000E362F" w:rsidRDefault="000E362F" w:rsidP="00801D49">
      <w:pPr>
        <w:rPr>
          <w:sz w:val="32"/>
          <w:szCs w:val="32"/>
        </w:rPr>
      </w:pPr>
    </w:p>
    <w:p w14:paraId="5D7B4587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D274128" w14:textId="77777777" w:rsidR="000E362F" w:rsidRDefault="000E362F" w:rsidP="00801D49">
      <w:pPr>
        <w:rPr>
          <w:sz w:val="32"/>
          <w:szCs w:val="32"/>
        </w:rPr>
      </w:pPr>
    </w:p>
    <w:p w14:paraId="45FB71B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A45B585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377A648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F5192D2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D2BC92" wp14:editId="2198FC04">
                  <wp:extent cx="6399207" cy="3924300"/>
                  <wp:effectExtent l="0" t="0" r="1905" b="0"/>
                  <wp:docPr id="492" name="Picture 492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6F212C" w14:textId="77777777" w:rsidR="000E362F" w:rsidRDefault="000E362F" w:rsidP="00801D49"/>
    <w:p w14:paraId="5B58938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Thaddeus Ankeny</w:t>
      </w:r>
    </w:p>
    <w:p w14:paraId="7020E70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5 Washington St #1</w:t>
      </w:r>
    </w:p>
    <w:p w14:paraId="394BE5D7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Roseville, CA 95678</w:t>
      </w:r>
    </w:p>
    <w:p w14:paraId="2FBD2AF8" w14:textId="77777777" w:rsidR="000E362F" w:rsidRDefault="000E362F" w:rsidP="00801D49"/>
    <w:p w14:paraId="072638F9" w14:textId="77777777" w:rsidR="000E362F" w:rsidRPr="0001239D" w:rsidRDefault="000E362F" w:rsidP="00801D49">
      <w:pPr>
        <w:rPr>
          <w:sz w:val="32"/>
          <w:szCs w:val="32"/>
        </w:rPr>
      </w:pPr>
    </w:p>
    <w:p w14:paraId="606469DE" w14:textId="77777777" w:rsidR="000E362F" w:rsidRDefault="000E362F" w:rsidP="00801D49">
      <w:pPr>
        <w:rPr>
          <w:sz w:val="32"/>
          <w:szCs w:val="32"/>
        </w:rPr>
      </w:pPr>
    </w:p>
    <w:p w14:paraId="073E597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Thaddeus,</w:t>
      </w:r>
    </w:p>
    <w:p w14:paraId="7DFA1E30" w14:textId="77777777" w:rsidR="000E362F" w:rsidRDefault="000E362F" w:rsidP="00801D49">
      <w:pPr>
        <w:rPr>
          <w:sz w:val="32"/>
          <w:szCs w:val="32"/>
        </w:rPr>
      </w:pPr>
    </w:p>
    <w:p w14:paraId="7F6504FB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617D009A" w14:textId="77777777" w:rsidR="000E362F" w:rsidRDefault="000E362F" w:rsidP="00801D49">
      <w:pPr>
        <w:rPr>
          <w:sz w:val="32"/>
          <w:szCs w:val="32"/>
        </w:rPr>
      </w:pPr>
    </w:p>
    <w:p w14:paraId="138CF1AF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12082F8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5DE331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774D2700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08EA2B" wp14:editId="420C1663">
                  <wp:extent cx="6399207" cy="3924300"/>
                  <wp:effectExtent l="0" t="0" r="1905" b="0"/>
                  <wp:docPr id="493" name="Picture 493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5A0DFC" w14:textId="77777777" w:rsidR="000E362F" w:rsidRDefault="000E362F" w:rsidP="00801D49"/>
    <w:p w14:paraId="51D74B39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Jovita Oles</w:t>
      </w:r>
    </w:p>
    <w:p w14:paraId="4B6D98E8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 S Haven St</w:t>
      </w:r>
    </w:p>
    <w:p w14:paraId="468FD5E5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Daytona Beach, FL 32114</w:t>
      </w:r>
    </w:p>
    <w:p w14:paraId="170D9553" w14:textId="77777777" w:rsidR="000E362F" w:rsidRDefault="000E362F" w:rsidP="00801D49"/>
    <w:p w14:paraId="7F26508A" w14:textId="77777777" w:rsidR="000E362F" w:rsidRPr="0001239D" w:rsidRDefault="000E362F" w:rsidP="00801D49">
      <w:pPr>
        <w:rPr>
          <w:sz w:val="32"/>
          <w:szCs w:val="32"/>
        </w:rPr>
      </w:pPr>
    </w:p>
    <w:p w14:paraId="7BECB198" w14:textId="77777777" w:rsidR="000E362F" w:rsidRDefault="000E362F" w:rsidP="00801D49">
      <w:pPr>
        <w:rPr>
          <w:sz w:val="32"/>
          <w:szCs w:val="32"/>
        </w:rPr>
      </w:pPr>
    </w:p>
    <w:p w14:paraId="426610F9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Jovita,</w:t>
      </w:r>
    </w:p>
    <w:p w14:paraId="60A60AEE" w14:textId="77777777" w:rsidR="000E362F" w:rsidRDefault="000E362F" w:rsidP="00801D49">
      <w:pPr>
        <w:rPr>
          <w:sz w:val="32"/>
          <w:szCs w:val="32"/>
        </w:rPr>
      </w:pPr>
    </w:p>
    <w:p w14:paraId="5CFE2A9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DB40246" w14:textId="77777777" w:rsidR="000E362F" w:rsidRDefault="000E362F" w:rsidP="00801D49">
      <w:pPr>
        <w:rPr>
          <w:sz w:val="32"/>
          <w:szCs w:val="32"/>
        </w:rPr>
      </w:pPr>
    </w:p>
    <w:p w14:paraId="1DC80C1A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E84FEAA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CE0DBF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F2A8297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C3B897" wp14:editId="438D76E3">
                  <wp:extent cx="6399207" cy="3924300"/>
                  <wp:effectExtent l="0" t="0" r="1905" b="0"/>
                  <wp:docPr id="494" name="Picture 494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631EA4" w14:textId="77777777" w:rsidR="000E362F" w:rsidRDefault="000E362F" w:rsidP="00801D49"/>
    <w:p w14:paraId="1A9B7536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Alesia Hixenbaugh</w:t>
      </w:r>
    </w:p>
    <w:p w14:paraId="58EC6737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9 Front St</w:t>
      </w:r>
    </w:p>
    <w:p w14:paraId="00409794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Washington, DC 20001</w:t>
      </w:r>
    </w:p>
    <w:p w14:paraId="4903C023" w14:textId="77777777" w:rsidR="000E362F" w:rsidRDefault="000E362F" w:rsidP="00801D49"/>
    <w:p w14:paraId="2FEEE179" w14:textId="77777777" w:rsidR="000E362F" w:rsidRPr="0001239D" w:rsidRDefault="000E362F" w:rsidP="00801D49">
      <w:pPr>
        <w:rPr>
          <w:sz w:val="32"/>
          <w:szCs w:val="32"/>
        </w:rPr>
      </w:pPr>
    </w:p>
    <w:p w14:paraId="7A4CB040" w14:textId="77777777" w:rsidR="000E362F" w:rsidRDefault="000E362F" w:rsidP="00801D49">
      <w:pPr>
        <w:rPr>
          <w:sz w:val="32"/>
          <w:szCs w:val="32"/>
        </w:rPr>
      </w:pPr>
    </w:p>
    <w:p w14:paraId="6B128A86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Alesia,</w:t>
      </w:r>
    </w:p>
    <w:p w14:paraId="41591983" w14:textId="77777777" w:rsidR="000E362F" w:rsidRDefault="000E362F" w:rsidP="00801D49">
      <w:pPr>
        <w:rPr>
          <w:sz w:val="32"/>
          <w:szCs w:val="32"/>
        </w:rPr>
      </w:pPr>
    </w:p>
    <w:p w14:paraId="1234808C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0334390E" w14:textId="77777777" w:rsidR="000E362F" w:rsidRDefault="000E362F" w:rsidP="00801D49">
      <w:pPr>
        <w:rPr>
          <w:sz w:val="32"/>
          <w:szCs w:val="32"/>
        </w:rPr>
      </w:pPr>
    </w:p>
    <w:p w14:paraId="057D786D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398192C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99D26F5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AE83745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16A9E0" wp14:editId="717FADD2">
                  <wp:extent cx="6399207" cy="3924300"/>
                  <wp:effectExtent l="0" t="0" r="1905" b="0"/>
                  <wp:docPr id="495" name="Picture 495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EC7D7E" w14:textId="77777777" w:rsidR="000E362F" w:rsidRDefault="000E362F" w:rsidP="00801D49"/>
    <w:p w14:paraId="3797013F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Lai Harabedian</w:t>
      </w:r>
    </w:p>
    <w:p w14:paraId="3717A9C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1933 Packer Ave #2</w:t>
      </w:r>
    </w:p>
    <w:p w14:paraId="21D7F8C1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Novato, CA 94945</w:t>
      </w:r>
    </w:p>
    <w:p w14:paraId="756EBAF5" w14:textId="77777777" w:rsidR="000E362F" w:rsidRDefault="000E362F" w:rsidP="00801D49"/>
    <w:p w14:paraId="340747B5" w14:textId="77777777" w:rsidR="000E362F" w:rsidRPr="0001239D" w:rsidRDefault="000E362F" w:rsidP="00801D49">
      <w:pPr>
        <w:rPr>
          <w:sz w:val="32"/>
          <w:szCs w:val="32"/>
        </w:rPr>
      </w:pPr>
    </w:p>
    <w:p w14:paraId="1656CA97" w14:textId="77777777" w:rsidR="000E362F" w:rsidRDefault="000E362F" w:rsidP="00801D49">
      <w:pPr>
        <w:rPr>
          <w:sz w:val="32"/>
          <w:szCs w:val="32"/>
        </w:rPr>
      </w:pPr>
    </w:p>
    <w:p w14:paraId="1AA6C28C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Lai,</w:t>
      </w:r>
    </w:p>
    <w:p w14:paraId="0A823779" w14:textId="77777777" w:rsidR="000E362F" w:rsidRDefault="000E362F" w:rsidP="00801D49">
      <w:pPr>
        <w:rPr>
          <w:sz w:val="32"/>
          <w:szCs w:val="32"/>
        </w:rPr>
      </w:pPr>
    </w:p>
    <w:p w14:paraId="4096E2CA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7787444F" w14:textId="77777777" w:rsidR="000E362F" w:rsidRDefault="000E362F" w:rsidP="00801D49">
      <w:pPr>
        <w:rPr>
          <w:sz w:val="32"/>
          <w:szCs w:val="32"/>
        </w:rPr>
      </w:pPr>
    </w:p>
    <w:p w14:paraId="1B547E3E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137BC799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6AE94BA0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0EA4FF7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3C3B03" wp14:editId="03B0C752">
                  <wp:extent cx="6399207" cy="3924300"/>
                  <wp:effectExtent l="0" t="0" r="1905" b="0"/>
                  <wp:docPr id="496" name="Picture 496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071956" w14:textId="77777777" w:rsidR="000E362F" w:rsidRDefault="000E362F" w:rsidP="00801D49"/>
    <w:p w14:paraId="1263B46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Brittni Gillaspie</w:t>
      </w:r>
    </w:p>
    <w:p w14:paraId="160CF484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67 Rv Cent</w:t>
      </w:r>
    </w:p>
    <w:p w14:paraId="0A0D33A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Boise, ID 83709</w:t>
      </w:r>
    </w:p>
    <w:p w14:paraId="3783ADB7" w14:textId="77777777" w:rsidR="000E362F" w:rsidRDefault="000E362F" w:rsidP="00801D49"/>
    <w:p w14:paraId="51AC1EB8" w14:textId="77777777" w:rsidR="000E362F" w:rsidRPr="0001239D" w:rsidRDefault="000E362F" w:rsidP="00801D49">
      <w:pPr>
        <w:rPr>
          <w:sz w:val="32"/>
          <w:szCs w:val="32"/>
        </w:rPr>
      </w:pPr>
    </w:p>
    <w:p w14:paraId="53235F7F" w14:textId="77777777" w:rsidR="000E362F" w:rsidRDefault="000E362F" w:rsidP="00801D49">
      <w:pPr>
        <w:rPr>
          <w:sz w:val="32"/>
          <w:szCs w:val="32"/>
        </w:rPr>
      </w:pPr>
    </w:p>
    <w:p w14:paraId="0F135F22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Brittni,</w:t>
      </w:r>
    </w:p>
    <w:p w14:paraId="75356694" w14:textId="77777777" w:rsidR="000E362F" w:rsidRDefault="000E362F" w:rsidP="00801D49">
      <w:pPr>
        <w:rPr>
          <w:sz w:val="32"/>
          <w:szCs w:val="32"/>
        </w:rPr>
      </w:pPr>
    </w:p>
    <w:p w14:paraId="1CAD23B2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393F14BE" w14:textId="77777777" w:rsidR="000E362F" w:rsidRDefault="000E362F" w:rsidP="00801D49">
      <w:pPr>
        <w:rPr>
          <w:sz w:val="32"/>
          <w:szCs w:val="32"/>
        </w:rPr>
      </w:pPr>
    </w:p>
    <w:p w14:paraId="440B95E3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B820FA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18AC348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179EC8D1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DB577A" wp14:editId="0CB7B020">
                  <wp:extent cx="6399207" cy="3924300"/>
                  <wp:effectExtent l="0" t="0" r="1905" b="0"/>
                  <wp:docPr id="497" name="Picture 497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727455" w14:textId="77777777" w:rsidR="000E362F" w:rsidRDefault="000E362F" w:rsidP="00801D49"/>
    <w:p w14:paraId="58E585D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Raylene Kampa</w:t>
      </w:r>
    </w:p>
    <w:p w14:paraId="784B91D1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2 Sw Nyberg Rd</w:t>
      </w:r>
    </w:p>
    <w:p w14:paraId="0625F88A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Elkhart, IN 46514</w:t>
      </w:r>
    </w:p>
    <w:p w14:paraId="79BC721D" w14:textId="77777777" w:rsidR="000E362F" w:rsidRDefault="000E362F" w:rsidP="00801D49"/>
    <w:p w14:paraId="4D72B447" w14:textId="77777777" w:rsidR="000E362F" w:rsidRPr="0001239D" w:rsidRDefault="000E362F" w:rsidP="00801D49">
      <w:pPr>
        <w:rPr>
          <w:sz w:val="32"/>
          <w:szCs w:val="32"/>
        </w:rPr>
      </w:pPr>
    </w:p>
    <w:p w14:paraId="447AD771" w14:textId="77777777" w:rsidR="000E362F" w:rsidRDefault="000E362F" w:rsidP="00801D49">
      <w:pPr>
        <w:rPr>
          <w:sz w:val="32"/>
          <w:szCs w:val="32"/>
        </w:rPr>
      </w:pPr>
    </w:p>
    <w:p w14:paraId="37A7E71D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Raylene,</w:t>
      </w:r>
    </w:p>
    <w:p w14:paraId="3F5A0DF0" w14:textId="77777777" w:rsidR="000E362F" w:rsidRDefault="000E362F" w:rsidP="00801D49">
      <w:pPr>
        <w:rPr>
          <w:sz w:val="32"/>
          <w:szCs w:val="32"/>
        </w:rPr>
      </w:pPr>
    </w:p>
    <w:p w14:paraId="7CD5982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93C47C6" w14:textId="77777777" w:rsidR="000E362F" w:rsidRDefault="000E362F" w:rsidP="00801D49">
      <w:pPr>
        <w:rPr>
          <w:sz w:val="32"/>
          <w:szCs w:val="32"/>
        </w:rPr>
      </w:pPr>
    </w:p>
    <w:p w14:paraId="089A44C9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14D7BEF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EF79701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4983A0B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EC7611" wp14:editId="737A5E16">
                  <wp:extent cx="6399207" cy="3924300"/>
                  <wp:effectExtent l="0" t="0" r="1905" b="0"/>
                  <wp:docPr id="498" name="Picture 498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68E77E" w14:textId="77777777" w:rsidR="000E362F" w:rsidRDefault="000E362F" w:rsidP="00801D49"/>
    <w:p w14:paraId="5285965A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Flo Bookamer</w:t>
      </w:r>
    </w:p>
    <w:p w14:paraId="69E5E2C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89992 E 15th St</w:t>
      </w:r>
    </w:p>
    <w:p w14:paraId="333984DF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Alliance, NE 69301</w:t>
      </w:r>
    </w:p>
    <w:p w14:paraId="40AB28AB" w14:textId="77777777" w:rsidR="000E362F" w:rsidRDefault="000E362F" w:rsidP="00801D49"/>
    <w:p w14:paraId="0143F0CE" w14:textId="77777777" w:rsidR="000E362F" w:rsidRPr="0001239D" w:rsidRDefault="000E362F" w:rsidP="00801D49">
      <w:pPr>
        <w:rPr>
          <w:sz w:val="32"/>
          <w:szCs w:val="32"/>
        </w:rPr>
      </w:pPr>
    </w:p>
    <w:p w14:paraId="2679C9A8" w14:textId="77777777" w:rsidR="000E362F" w:rsidRDefault="000E362F" w:rsidP="00801D49">
      <w:pPr>
        <w:rPr>
          <w:sz w:val="32"/>
          <w:szCs w:val="32"/>
        </w:rPr>
      </w:pPr>
    </w:p>
    <w:p w14:paraId="2939FC10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Flo,</w:t>
      </w:r>
    </w:p>
    <w:p w14:paraId="3087C279" w14:textId="77777777" w:rsidR="000E362F" w:rsidRDefault="000E362F" w:rsidP="00801D49">
      <w:pPr>
        <w:rPr>
          <w:sz w:val="32"/>
          <w:szCs w:val="32"/>
        </w:rPr>
      </w:pPr>
    </w:p>
    <w:p w14:paraId="633C772E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21B51264" w14:textId="77777777" w:rsidR="000E362F" w:rsidRDefault="000E362F" w:rsidP="00801D49">
      <w:pPr>
        <w:rPr>
          <w:sz w:val="32"/>
          <w:szCs w:val="32"/>
        </w:rPr>
      </w:pPr>
    </w:p>
    <w:p w14:paraId="3A8F4D10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268C2446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7C88D0BB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9585384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787232" wp14:editId="7FC1B9E8">
                  <wp:extent cx="6399207" cy="3924300"/>
                  <wp:effectExtent l="0" t="0" r="1905" b="0"/>
                  <wp:docPr id="499" name="Picture 499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BC97B6" w14:textId="77777777" w:rsidR="000E362F" w:rsidRDefault="000E362F" w:rsidP="00801D49"/>
    <w:p w14:paraId="0914EBAD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Jani Biddy</w:t>
      </w:r>
    </w:p>
    <w:p w14:paraId="02A1F510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61556 W 20th Ave</w:t>
      </w:r>
    </w:p>
    <w:p w14:paraId="1A43168B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Seattle, WA 98104</w:t>
      </w:r>
    </w:p>
    <w:p w14:paraId="1AC4A107" w14:textId="77777777" w:rsidR="000E362F" w:rsidRDefault="000E362F" w:rsidP="00801D49"/>
    <w:p w14:paraId="04623B73" w14:textId="77777777" w:rsidR="000E362F" w:rsidRPr="0001239D" w:rsidRDefault="000E362F" w:rsidP="00801D49">
      <w:pPr>
        <w:rPr>
          <w:sz w:val="32"/>
          <w:szCs w:val="32"/>
        </w:rPr>
      </w:pPr>
    </w:p>
    <w:p w14:paraId="478F5D34" w14:textId="77777777" w:rsidR="000E362F" w:rsidRDefault="000E362F" w:rsidP="00801D49">
      <w:pPr>
        <w:rPr>
          <w:sz w:val="32"/>
          <w:szCs w:val="32"/>
        </w:rPr>
      </w:pPr>
    </w:p>
    <w:p w14:paraId="61F77718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Jani,</w:t>
      </w:r>
    </w:p>
    <w:p w14:paraId="6DA0C070" w14:textId="77777777" w:rsidR="000E362F" w:rsidRDefault="000E362F" w:rsidP="00801D49">
      <w:pPr>
        <w:rPr>
          <w:sz w:val="32"/>
          <w:szCs w:val="32"/>
        </w:rPr>
      </w:pPr>
    </w:p>
    <w:p w14:paraId="4B037808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5F20A1BF" w14:textId="77777777" w:rsidR="000E362F" w:rsidRDefault="000E362F" w:rsidP="00801D49">
      <w:pPr>
        <w:rPr>
          <w:sz w:val="32"/>
          <w:szCs w:val="32"/>
        </w:rPr>
      </w:pPr>
    </w:p>
    <w:p w14:paraId="01EA0A3C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0A975E37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0E362F" w:rsidRPr="00AA0387" w14:paraId="428217DE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6C062338" w14:textId="77777777" w:rsidR="000E362F" w:rsidRPr="00AA0387" w:rsidRDefault="000E362F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060001" wp14:editId="6F3AF09D">
                  <wp:extent cx="6399207" cy="3924300"/>
                  <wp:effectExtent l="0" t="0" r="1905" b="0"/>
                  <wp:docPr id="500" name="Picture 500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A6602" w14:textId="77777777" w:rsidR="000E362F" w:rsidRDefault="000E362F" w:rsidP="00801D49"/>
    <w:p w14:paraId="3C8823B5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Chauncey Motley</w:t>
      </w:r>
    </w:p>
    <w:p w14:paraId="4DCEAD72" w14:textId="77777777" w:rsidR="000E362F" w:rsidRDefault="000E362F" w:rsidP="00801D4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63 E Aurora Dr</w:t>
      </w:r>
    </w:p>
    <w:p w14:paraId="0CE0CE53" w14:textId="77777777" w:rsidR="000E362F" w:rsidRPr="00EF7840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Orlando, FL 32804</w:t>
      </w:r>
    </w:p>
    <w:p w14:paraId="27580CD0" w14:textId="77777777" w:rsidR="000E362F" w:rsidRDefault="000E362F" w:rsidP="00801D49"/>
    <w:p w14:paraId="77F0460D" w14:textId="77777777" w:rsidR="000E362F" w:rsidRPr="0001239D" w:rsidRDefault="000E362F" w:rsidP="00801D49">
      <w:pPr>
        <w:rPr>
          <w:sz w:val="32"/>
          <w:szCs w:val="32"/>
        </w:rPr>
      </w:pPr>
    </w:p>
    <w:p w14:paraId="57BC4D4B" w14:textId="77777777" w:rsidR="000E362F" w:rsidRDefault="000E362F" w:rsidP="00801D49">
      <w:pPr>
        <w:rPr>
          <w:sz w:val="32"/>
          <w:szCs w:val="32"/>
        </w:rPr>
      </w:pPr>
    </w:p>
    <w:p w14:paraId="6DEE17BA" w14:textId="77777777" w:rsidR="000E362F" w:rsidRDefault="000E362F" w:rsidP="00801D49">
      <w:pPr>
        <w:rPr>
          <w:sz w:val="32"/>
          <w:szCs w:val="32"/>
        </w:rPr>
      </w:pPr>
      <w:r>
        <w:rPr>
          <w:noProof/>
          <w:sz w:val="32"/>
          <w:szCs w:val="32"/>
        </w:rPr>
        <w:t>Dear Chauncey,</w:t>
      </w:r>
    </w:p>
    <w:p w14:paraId="62112079" w14:textId="77777777" w:rsidR="000E362F" w:rsidRDefault="000E362F" w:rsidP="00801D49">
      <w:pPr>
        <w:rPr>
          <w:sz w:val="32"/>
          <w:szCs w:val="32"/>
        </w:rPr>
      </w:pPr>
    </w:p>
    <w:p w14:paraId="46179CFF" w14:textId="77777777" w:rsidR="000E362F" w:rsidRDefault="000E362F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really glad that you were there to celebrate with me. </w:t>
      </w:r>
      <w:r>
        <w:rPr>
          <w:sz w:val="32"/>
          <w:szCs w:val="32"/>
        </w:rPr>
        <w:t>I hope to see you again sometime soon.</w:t>
      </w:r>
    </w:p>
    <w:p w14:paraId="12EEB0B7" w14:textId="77777777" w:rsidR="000E362F" w:rsidRDefault="000E362F" w:rsidP="00801D49">
      <w:pPr>
        <w:rPr>
          <w:sz w:val="32"/>
          <w:szCs w:val="32"/>
        </w:rPr>
      </w:pPr>
    </w:p>
    <w:p w14:paraId="69FE1A4B" w14:textId="77777777" w:rsidR="000E362F" w:rsidRPr="0001239D" w:rsidRDefault="000E362F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5443A9D4" w14:textId="77777777" w:rsidR="000E362F" w:rsidRDefault="000E362F">
      <w:pPr>
        <w:rPr>
          <w:sz w:val="2"/>
          <w:szCs w:val="2"/>
        </w:rPr>
        <w:sectPr w:rsidR="000E362F" w:rsidSect="000E362F">
          <w:pgSz w:w="12240" w:h="15840" w:code="1"/>
          <w:pgMar w:top="8280" w:right="720" w:bottom="720" w:left="720" w:header="706" w:footer="288" w:gutter="0"/>
          <w:pgNumType w:start="1"/>
          <w:cols w:space="708"/>
          <w:docGrid w:linePitch="360"/>
        </w:sectPr>
      </w:pPr>
    </w:p>
    <w:p w14:paraId="42D70A26" w14:textId="77777777" w:rsidR="000E362F" w:rsidRPr="00CC5DAC" w:rsidRDefault="000E362F">
      <w:pPr>
        <w:rPr>
          <w:sz w:val="2"/>
          <w:szCs w:val="2"/>
        </w:rPr>
      </w:pPr>
    </w:p>
    <w:sectPr w:rsidR="000E362F" w:rsidRPr="00CC5DAC" w:rsidSect="000E362F">
      <w:type w:val="continuous"/>
      <w:pgSz w:w="12240" w:h="15840" w:code="1"/>
      <w:pgMar w:top="8280" w:right="720" w:bottom="720" w:left="720" w:header="70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854AE" w14:textId="77777777" w:rsidR="00290C3C" w:rsidRDefault="00290C3C" w:rsidP="00FE67ED">
      <w:r>
        <w:separator/>
      </w:r>
    </w:p>
  </w:endnote>
  <w:endnote w:type="continuationSeparator" w:id="0">
    <w:p w14:paraId="301E69D2" w14:textId="77777777" w:rsidR="00290C3C" w:rsidRDefault="00290C3C" w:rsidP="00FE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">
    <w:altName w:val="Lucida Sans Unicode"/>
    <w:charset w:val="00"/>
    <w:family w:val="swiss"/>
    <w:pitch w:val="variable"/>
    <w:sig w:usb0="A0000AAF" w:usb1="5000214A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999E" w14:textId="77777777" w:rsidR="00290C3C" w:rsidRDefault="00290C3C" w:rsidP="00FE67ED">
      <w:r>
        <w:separator/>
      </w:r>
    </w:p>
  </w:footnote>
  <w:footnote w:type="continuationSeparator" w:id="0">
    <w:p w14:paraId="3F9D1649" w14:textId="77777777" w:rsidR="00290C3C" w:rsidRDefault="00290C3C" w:rsidP="00FE6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49"/>
    <w:rsid w:val="00090A2D"/>
    <w:rsid w:val="000E362F"/>
    <w:rsid w:val="0012415E"/>
    <w:rsid w:val="00290C3C"/>
    <w:rsid w:val="00362E00"/>
    <w:rsid w:val="003C00F5"/>
    <w:rsid w:val="004710A7"/>
    <w:rsid w:val="00497765"/>
    <w:rsid w:val="0067126D"/>
    <w:rsid w:val="006C60E6"/>
    <w:rsid w:val="006E0526"/>
    <w:rsid w:val="006F1B7C"/>
    <w:rsid w:val="00801D49"/>
    <w:rsid w:val="0083543D"/>
    <w:rsid w:val="00AA0387"/>
    <w:rsid w:val="00CA2B70"/>
    <w:rsid w:val="00CC5DAC"/>
    <w:rsid w:val="00D56E30"/>
    <w:rsid w:val="00E123EA"/>
    <w:rsid w:val="00E826BF"/>
    <w:rsid w:val="00EF7840"/>
    <w:rsid w:val="00F2456E"/>
    <w:rsid w:val="00FE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56C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AA0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387"/>
  </w:style>
  <w:style w:type="paragraph" w:styleId="Footer">
    <w:name w:val="footer"/>
    <w:basedOn w:val="Normal"/>
    <w:link w:val="Foot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387"/>
  </w:style>
  <w:style w:type="table" w:styleId="TableGrid">
    <w:name w:val="Table Grid"/>
    <w:basedOn w:val="TableNormal"/>
    <w:uiPriority w:val="39"/>
    <w:rsid w:val="00FE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CC5DAC"/>
    <w:pPr>
      <w:spacing w:line="168" w:lineRule="auto"/>
      <w:contextualSpacing/>
      <w:jc w:val="center"/>
    </w:pPr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rsid w:val="00CC5DAC"/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link w:val="SubtitleChar"/>
    <w:uiPriority w:val="1"/>
    <w:qFormat/>
    <w:rsid w:val="00AA0387"/>
    <w:pPr>
      <w:jc w:val="center"/>
    </w:pPr>
    <w:rPr>
      <w:rFonts w:cs="Futura"/>
      <w:b/>
      <w:color w:val="DDDDDD" w:themeColor="accent1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"/>
    <w:rsid w:val="00AA0387"/>
    <w:rPr>
      <w:rFonts w:cs="Futura"/>
      <w:b/>
      <w:color w:val="DDDDDD" w:themeColor="accent1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835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fi\AppData\Roaming\Microsoft\Templates\Thank%20you%20card.dotx" TargetMode="External"/></Relationships>
</file>

<file path=word/theme/theme1.xml><?xml version="1.0" encoding="utf-8"?>
<a:theme xmlns:a="http://schemas.openxmlformats.org/drawingml/2006/main" name="FatherDay04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FatherDay04" id="{78ECA0BF-7D48-4D46-9139-3FF04641A691}" vid="{1F7FF888-659C-1241-8568-423F1A2739D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F3FCC-7C18-478A-ACDE-C87945264F40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6C83A5C-00EB-4C92-BC0A-CF01816EC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63391F-C6A8-40DA-9629-8D59AB4DC2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53E61D-B313-48C6-8F61-7912BCFE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Thank you card.dotx</Template>
  <TotalTime>0</TotalTime>
  <Pages>6</Pages>
  <Words>19457</Words>
  <Characters>110908</Characters>
  <Application>Microsoft Office Word</Application>
  <DocSecurity>0</DocSecurity>
  <Lines>924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2022-01-27T23:25:00Z</dcterms:created>
  <dcterms:modified xsi:type="dcterms:W3CDTF">2022-01-27T23:25:00Z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