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-7428"/>
        <w:tblW w:w="10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CC5DAC" w:rsidRPr="00AA0387" w14:paraId="1C4D9394" w14:textId="77777777" w:rsidTr="00801D49">
        <w:trPr>
          <w:trHeight w:val="6624"/>
        </w:trPr>
        <w:tc>
          <w:tcPr>
            <w:tcW w:w="10626" w:type="dxa"/>
            <w:vAlign w:val="center"/>
          </w:tcPr>
          <w:p w14:paraId="3B35DC34" w14:textId="77777777" w:rsidR="00CC5DAC" w:rsidRPr="00AA0387" w:rsidRDefault="00CC5DAC" w:rsidP="00801D4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8DF68B" wp14:editId="0F22042D">
                  <wp:extent cx="6399207" cy="3924300"/>
                  <wp:effectExtent l="0" t="0" r="1905" b="0"/>
                  <wp:docPr id="1" name="Picture 1" descr="colorful Thank you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ttyImages-588388564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405687" cy="3928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6F3169" w14:textId="77777777" w:rsidR="00801D49" w:rsidRDefault="00801D49" w:rsidP="00801D49"/>
    <w:p w14:paraId="71C74B01" w14:textId="77777777" w:rsidR="00801D49" w:rsidRDefault="00801D49" w:rsidP="00801D49"/>
    <w:p w14:paraId="0595589B" w14:textId="77777777" w:rsidR="00801D49" w:rsidRDefault="00801D49" w:rsidP="00801D49"/>
    <w:p w14:paraId="4D74F3DF" w14:textId="77777777" w:rsidR="00801D49" w:rsidRPr="0001239D" w:rsidRDefault="00801D49" w:rsidP="00801D49">
      <w:pPr>
        <w:rPr>
          <w:sz w:val="32"/>
          <w:szCs w:val="32"/>
        </w:rPr>
      </w:pPr>
    </w:p>
    <w:p w14:paraId="648AA1D3" w14:textId="77777777" w:rsidR="00801D49" w:rsidRDefault="00801D49" w:rsidP="00801D49">
      <w:pPr>
        <w:rPr>
          <w:sz w:val="32"/>
          <w:szCs w:val="32"/>
        </w:rPr>
      </w:pPr>
    </w:p>
    <w:p w14:paraId="4DEF2022" w14:textId="7C730B6F" w:rsidR="00801D49" w:rsidRDefault="00801D49" w:rsidP="00801D49">
      <w:pPr>
        <w:rPr>
          <w:sz w:val="32"/>
          <w:szCs w:val="32"/>
        </w:rPr>
      </w:pPr>
      <w:r w:rsidRPr="0001239D">
        <w:rPr>
          <w:sz w:val="32"/>
          <w:szCs w:val="32"/>
        </w:rPr>
        <w:t xml:space="preserve">Thanks for coming to my party and for your gift. I had a great time at the party and am </w:t>
      </w:r>
      <w:proofErr w:type="gramStart"/>
      <w:r w:rsidRPr="0001239D">
        <w:rPr>
          <w:sz w:val="32"/>
          <w:szCs w:val="32"/>
        </w:rPr>
        <w:t>really glad</w:t>
      </w:r>
      <w:proofErr w:type="gramEnd"/>
      <w:r w:rsidRPr="0001239D">
        <w:rPr>
          <w:sz w:val="32"/>
          <w:szCs w:val="32"/>
        </w:rPr>
        <w:t xml:space="preserve"> that you were there to celebrate with me. </w:t>
      </w:r>
      <w:r>
        <w:rPr>
          <w:sz w:val="32"/>
          <w:szCs w:val="32"/>
        </w:rPr>
        <w:t>I hope to see you again sometime soon.</w:t>
      </w:r>
    </w:p>
    <w:p w14:paraId="69B0A6A5" w14:textId="77777777" w:rsidR="00801D49" w:rsidRDefault="00801D49" w:rsidP="00801D49">
      <w:pPr>
        <w:rPr>
          <w:sz w:val="32"/>
          <w:szCs w:val="32"/>
        </w:rPr>
      </w:pPr>
    </w:p>
    <w:p w14:paraId="38F5F02B" w14:textId="77777777" w:rsidR="00801D49" w:rsidRPr="0001239D" w:rsidRDefault="00801D49" w:rsidP="00801D49">
      <w:pPr>
        <w:rPr>
          <w:sz w:val="32"/>
          <w:szCs w:val="32"/>
        </w:rPr>
      </w:pPr>
      <w:r>
        <w:rPr>
          <w:sz w:val="32"/>
          <w:szCs w:val="32"/>
        </w:rPr>
        <w:t>Mary</w:t>
      </w:r>
    </w:p>
    <w:p w14:paraId="672362B0" w14:textId="77777777" w:rsidR="006F1B7C" w:rsidRPr="00CC5DAC" w:rsidRDefault="006F1B7C">
      <w:pPr>
        <w:rPr>
          <w:sz w:val="2"/>
          <w:szCs w:val="2"/>
        </w:rPr>
      </w:pPr>
    </w:p>
    <w:sectPr w:rsidR="006F1B7C" w:rsidRPr="00CC5DAC" w:rsidSect="00CC5DAC">
      <w:pgSz w:w="12240" w:h="15840" w:code="1"/>
      <w:pgMar w:top="8280" w:right="720" w:bottom="720" w:left="720" w:header="70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4DD04" w14:textId="77777777" w:rsidR="00090A2D" w:rsidRDefault="00090A2D" w:rsidP="00FE67ED">
      <w:r>
        <w:separator/>
      </w:r>
    </w:p>
  </w:endnote>
  <w:endnote w:type="continuationSeparator" w:id="0">
    <w:p w14:paraId="341D71AE" w14:textId="77777777" w:rsidR="00090A2D" w:rsidRDefault="00090A2D" w:rsidP="00FE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">
    <w:altName w:val="Lucida Sans Unicode"/>
    <w:charset w:val="00"/>
    <w:family w:val="swiss"/>
    <w:pitch w:val="variable"/>
    <w:sig w:usb0="A0000AAF" w:usb1="5000214A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A6D6F" w14:textId="77777777" w:rsidR="00090A2D" w:rsidRDefault="00090A2D" w:rsidP="00FE67ED">
      <w:r>
        <w:separator/>
      </w:r>
    </w:p>
  </w:footnote>
  <w:footnote w:type="continuationSeparator" w:id="0">
    <w:p w14:paraId="57447651" w14:textId="77777777" w:rsidR="00090A2D" w:rsidRDefault="00090A2D" w:rsidP="00FE67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49"/>
    <w:rsid w:val="00090A2D"/>
    <w:rsid w:val="0012415E"/>
    <w:rsid w:val="00362E00"/>
    <w:rsid w:val="003C00F5"/>
    <w:rsid w:val="004710A7"/>
    <w:rsid w:val="00497765"/>
    <w:rsid w:val="0067126D"/>
    <w:rsid w:val="006C60E6"/>
    <w:rsid w:val="006E0526"/>
    <w:rsid w:val="006F1B7C"/>
    <w:rsid w:val="00801D49"/>
    <w:rsid w:val="0083543D"/>
    <w:rsid w:val="00AA0387"/>
    <w:rsid w:val="00CA2B70"/>
    <w:rsid w:val="00CC5DAC"/>
    <w:rsid w:val="00D56E30"/>
    <w:rsid w:val="00E123EA"/>
    <w:rsid w:val="00E826BF"/>
    <w:rsid w:val="00F2456E"/>
    <w:rsid w:val="00FE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FCDC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AA0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A0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387"/>
  </w:style>
  <w:style w:type="paragraph" w:styleId="Footer">
    <w:name w:val="footer"/>
    <w:basedOn w:val="Normal"/>
    <w:link w:val="FooterChar"/>
    <w:uiPriority w:val="99"/>
    <w:semiHidden/>
    <w:rsid w:val="00AA0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387"/>
  </w:style>
  <w:style w:type="table" w:styleId="TableGrid">
    <w:name w:val="Table Grid"/>
    <w:basedOn w:val="TableNormal"/>
    <w:uiPriority w:val="39"/>
    <w:rsid w:val="00FE6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CC5DAC"/>
    <w:pPr>
      <w:spacing w:line="168" w:lineRule="auto"/>
      <w:contextualSpacing/>
      <w:jc w:val="center"/>
    </w:pPr>
    <w:rPr>
      <w:rFonts w:asciiTheme="majorHAnsi" w:eastAsiaTheme="majorEastAsia" w:hAnsiTheme="majorHAnsi" w:cstheme="majorBidi"/>
      <w:color w:val="969696" w:themeColor="accent3"/>
      <w:spacing w:val="-10"/>
      <w:kern w:val="28"/>
      <w:sz w:val="116"/>
      <w:szCs w:val="116"/>
      <w14:textOutline w14:w="38100" w14:cap="rnd" w14:cmpd="sng" w14:algn="ctr">
        <w14:noFill/>
        <w14:prstDash w14:val="solid"/>
        <w14:bevel/>
      </w14:textOutline>
    </w:rPr>
  </w:style>
  <w:style w:type="character" w:customStyle="1" w:styleId="TitleChar">
    <w:name w:val="Title Char"/>
    <w:basedOn w:val="DefaultParagraphFont"/>
    <w:link w:val="Title"/>
    <w:rsid w:val="00CC5DAC"/>
    <w:rPr>
      <w:rFonts w:asciiTheme="majorHAnsi" w:eastAsiaTheme="majorEastAsia" w:hAnsiTheme="majorHAnsi" w:cstheme="majorBidi"/>
      <w:color w:val="969696" w:themeColor="accent3"/>
      <w:spacing w:val="-10"/>
      <w:kern w:val="28"/>
      <w:sz w:val="116"/>
      <w:szCs w:val="116"/>
      <w14:textOutline w14:w="38100" w14:cap="rnd" w14:cmpd="sng" w14:algn="ctr">
        <w14:noFill/>
        <w14:prstDash w14:val="solid"/>
        <w14:bevel/>
      </w14:textOutline>
    </w:rPr>
  </w:style>
  <w:style w:type="paragraph" w:styleId="Subtitle">
    <w:name w:val="Subtitle"/>
    <w:basedOn w:val="Normal"/>
    <w:next w:val="Normal"/>
    <w:link w:val="SubtitleChar"/>
    <w:uiPriority w:val="1"/>
    <w:qFormat/>
    <w:rsid w:val="00AA0387"/>
    <w:pPr>
      <w:jc w:val="center"/>
    </w:pPr>
    <w:rPr>
      <w:rFonts w:cs="Futura"/>
      <w:b/>
      <w:color w:val="DDDDDD" w:themeColor="accent1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"/>
    <w:rsid w:val="00AA0387"/>
    <w:rPr>
      <w:rFonts w:cs="Futura"/>
      <w:b/>
      <w:color w:val="DDDDDD" w:themeColor="accent1"/>
      <w:sz w:val="36"/>
      <w:szCs w:val="36"/>
    </w:rPr>
  </w:style>
  <w:style w:type="character" w:styleId="PlaceholderText">
    <w:name w:val="Placeholder Text"/>
    <w:basedOn w:val="DefaultParagraphFont"/>
    <w:uiPriority w:val="99"/>
    <w:semiHidden/>
    <w:rsid w:val="008354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fi\AppData\Roaming\Microsoft\Templates\Thank%20you%20card.dotx" TargetMode="External"/></Relationships>
</file>

<file path=word/theme/theme1.xml><?xml version="1.0" encoding="utf-8"?>
<a:theme xmlns:a="http://schemas.openxmlformats.org/drawingml/2006/main" name="FatherDay04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FatherDay04" id="{78ECA0BF-7D48-4D46-9139-3FF04641A691}" vid="{1F7FF888-659C-1241-8568-423F1A2739D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3391F-C6A8-40DA-9629-8D59AB4DC2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C83A5C-00EB-4C92-BC0A-CF01816EC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DF3FCC-7C18-478A-ACDE-C87945264F40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9653E61D-B313-48C6-8F61-7912BCFE4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Thank you card.dotx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2022-01-27T23:20:00Z</dcterms:created>
  <dcterms:modified xsi:type="dcterms:W3CDTF">2022-01-27T23:22:00Z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